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83" w:type="dxa"/>
        <w:jc w:val="center"/>
        <w:tblBorders>
          <w:insideH w:val="single" w:sz="8" w:space="0" w:color="FF6600"/>
          <w:insideV w:val="single" w:sz="18" w:space="0" w:color="FF66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1"/>
        <w:gridCol w:w="6292"/>
      </w:tblGrid>
      <w:tr w:rsidR="00BA33E0" w:rsidRPr="00B83B48" w:rsidTr="00754348">
        <w:trPr>
          <w:cantSplit/>
          <w:trHeight w:val="411"/>
          <w:jc w:val="center"/>
        </w:trPr>
        <w:tc>
          <w:tcPr>
            <w:tcW w:w="4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33E0" w:rsidRPr="00B83B48" w:rsidRDefault="00BA33E0" w:rsidP="00754348">
            <w:pPr>
              <w:pStyle w:val="Ttulo"/>
              <w:jc w:val="left"/>
              <w:rPr>
                <w:rFonts w:ascii="Calibri" w:hAnsi="Calibri" w:cs="Calibri"/>
                <w:b w:val="0"/>
                <w:color w:val="000000"/>
                <w:sz w:val="16"/>
              </w:rPr>
            </w:pPr>
            <w:r w:rsidRPr="00B83B48">
              <w:rPr>
                <w:rFonts w:ascii="Calibri" w:hAnsi="Calibri" w:cs="Calibri"/>
                <w:b w:val="0"/>
                <w:color w:val="000000"/>
                <w:sz w:val="16"/>
              </w:rPr>
              <w:t>LOCAL :</w:t>
            </w:r>
          </w:p>
        </w:tc>
        <w:tc>
          <w:tcPr>
            <w:tcW w:w="6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33E0" w:rsidRPr="00B83B48" w:rsidRDefault="00BA33E0" w:rsidP="00754348">
            <w:pPr>
              <w:pStyle w:val="Ttulo"/>
              <w:jc w:val="left"/>
              <w:rPr>
                <w:rFonts w:ascii="Calibri" w:hAnsi="Calibri" w:cs="Calibri"/>
                <w:b w:val="0"/>
                <w:color w:val="000000"/>
                <w:sz w:val="16"/>
              </w:rPr>
            </w:pPr>
            <w:r w:rsidRPr="00B83B48">
              <w:rPr>
                <w:rFonts w:ascii="Calibri" w:hAnsi="Calibri" w:cs="Calibri"/>
                <w:b w:val="0"/>
                <w:color w:val="000000"/>
                <w:sz w:val="16"/>
              </w:rPr>
              <w:t>BANCO:</w:t>
            </w:r>
          </w:p>
        </w:tc>
      </w:tr>
      <w:tr w:rsidR="00BA33E0" w:rsidRPr="00B83B48" w:rsidTr="00754348">
        <w:trPr>
          <w:cantSplit/>
          <w:trHeight w:val="412"/>
          <w:jc w:val="center"/>
        </w:trPr>
        <w:tc>
          <w:tcPr>
            <w:tcW w:w="1068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33E0" w:rsidRPr="00B83B48" w:rsidRDefault="00BA33E0" w:rsidP="00754348">
            <w:pPr>
              <w:pStyle w:val="Ttulo"/>
              <w:tabs>
                <w:tab w:val="center" w:pos="5201"/>
              </w:tabs>
              <w:spacing w:before="45"/>
              <w:jc w:val="left"/>
              <w:rPr>
                <w:rFonts w:ascii="Calibri" w:hAnsi="Calibri" w:cs="Calibri"/>
                <w:b w:val="0"/>
                <w:bCs/>
                <w:color w:val="000000"/>
                <w:sz w:val="16"/>
              </w:rPr>
            </w:pPr>
            <w:r w:rsidRPr="00B83B48">
              <w:rPr>
                <w:rFonts w:ascii="Calibri" w:hAnsi="Calibri" w:cs="Calibri"/>
                <w:b w:val="0"/>
                <w:bCs/>
                <w:color w:val="000000"/>
                <w:sz w:val="16"/>
              </w:rPr>
              <w:t xml:space="preserve">INSPECIONADO POR:                                                                                    CARGO: </w:t>
            </w:r>
          </w:p>
        </w:tc>
      </w:tr>
    </w:tbl>
    <w:p w:rsidR="00BB6B03" w:rsidRDefault="00BA33E0" w:rsidP="00BA33E0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4D2F4" wp14:editId="39AD8AAC">
                <wp:simplePos x="0" y="0"/>
                <wp:positionH relativeFrom="column">
                  <wp:posOffset>-95665</wp:posOffset>
                </wp:positionH>
                <wp:positionV relativeFrom="paragraph">
                  <wp:posOffset>54720</wp:posOffset>
                </wp:positionV>
                <wp:extent cx="6629400" cy="236220"/>
                <wp:effectExtent l="0" t="0" r="0" b="11430"/>
                <wp:wrapNone/>
                <wp:docPr id="7" name="Caixa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3E0" w:rsidRPr="00B335F2" w:rsidRDefault="00BA33E0">
                            <w:pPr>
                              <w:pStyle w:val="Ttulo"/>
                              <w:spacing w:before="180"/>
                              <w:ind w:left="-540"/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t xml:space="preserve">             </w:t>
                            </w:r>
                            <w:r w:rsidRPr="00B335F2">
                              <w:rPr>
                                <w:color w:val="000000"/>
                                <w:sz w:val="16"/>
                                <w:szCs w:val="16"/>
                              </w:rPr>
                              <w:t>INSPEÇÃO Nº ......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........</w:t>
                            </w:r>
                            <w:r w:rsidRPr="00B335F2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.........           DATA: </w:t>
                            </w:r>
                            <w:r w:rsidRPr="00B335F2"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........... / ....</w:t>
                            </w:r>
                            <w:r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...</w:t>
                            </w:r>
                            <w:r w:rsidRPr="00B335F2"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.... / ............   </w:t>
                            </w:r>
                            <w:r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B335F2">
                              <w:rPr>
                                <w:bCs/>
                                <w:color w:val="000000"/>
                                <w:sz w:val="16"/>
                                <w:szCs w:val="16"/>
                              </w:rPr>
                              <w:t>TURNO</w:t>
                            </w:r>
                            <w:r w:rsidRPr="00B335F2"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: ..............................</w:t>
                            </w:r>
                          </w:p>
                          <w:p w:rsidR="00BA33E0" w:rsidRDefault="00BA33E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4D2F4" id="_x0000_t202" coordsize="21600,21600" o:spt="202" path="m,l,21600r21600,l21600,xe">
                <v:stroke joinstyle="miter"/>
                <v:path gradientshapeok="t" o:connecttype="rect"/>
              </v:shapetype>
              <v:shape id="Caixa de texto 7" o:spid="_x0000_s1026" type="#_x0000_t202" style="position:absolute;left:0;text-align:left;margin-left:-7.55pt;margin-top:4.3pt;width:522pt;height:1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" filled="f" stroked="f">
                <v:textbox inset="0,0,0,0">
                  <w:txbxContent>
                    <w:p w:rsidR="00BA33E0" w:rsidRPr="00B335F2" w:rsidRDefault="00BA33E0">
                      <w:pPr>
                        <w:pStyle w:val="Ttulo"/>
                        <w:spacing w:before="180"/>
                        <w:ind w:left="-540"/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t xml:space="preserve">             </w:t>
                      </w:r>
                      <w:r w:rsidRPr="00B335F2">
                        <w:rPr>
                          <w:color w:val="000000"/>
                          <w:sz w:val="16"/>
                          <w:szCs w:val="16"/>
                        </w:rPr>
                        <w:t>INSPEÇÃO Nº ......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>........</w:t>
                      </w:r>
                      <w:r w:rsidRPr="00B335F2">
                        <w:rPr>
                          <w:color w:val="000000"/>
                          <w:sz w:val="16"/>
                          <w:szCs w:val="16"/>
                        </w:rPr>
                        <w:t xml:space="preserve">.........           DATA: </w:t>
                      </w:r>
                      <w:r w:rsidRPr="00B335F2"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>........... / ....</w:t>
                      </w:r>
                      <w:r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>...</w:t>
                      </w:r>
                      <w:r w:rsidRPr="00B335F2"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 xml:space="preserve">.... / ............   </w:t>
                      </w:r>
                      <w:r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 xml:space="preserve">       </w:t>
                      </w:r>
                      <w:r w:rsidRPr="00B335F2">
                        <w:rPr>
                          <w:bCs/>
                          <w:color w:val="000000"/>
                          <w:sz w:val="16"/>
                          <w:szCs w:val="16"/>
                        </w:rPr>
                        <w:t>TURNO</w:t>
                      </w:r>
                      <w:r w:rsidRPr="00B335F2"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>: ..............................</w:t>
                      </w:r>
                    </w:p>
                    <w:p w:rsidR="00BA33E0" w:rsidRDefault="00BA33E0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ADAC85" wp14:editId="0EC05877">
                <wp:simplePos x="0" y="0"/>
                <wp:positionH relativeFrom="column">
                  <wp:posOffset>469265</wp:posOffset>
                </wp:positionH>
                <wp:positionV relativeFrom="paragraph">
                  <wp:posOffset>5229225</wp:posOffset>
                </wp:positionV>
                <wp:extent cx="6629400" cy="236220"/>
                <wp:effectExtent l="2540" t="0" r="0" b="1905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3E0" w:rsidRPr="00B335F2" w:rsidRDefault="00BA33E0">
                            <w:pPr>
                              <w:pStyle w:val="Ttulo"/>
                              <w:spacing w:before="180"/>
                              <w:ind w:left="-540"/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t xml:space="preserve">             </w:t>
                            </w:r>
                            <w:r w:rsidRPr="00B335F2">
                              <w:rPr>
                                <w:color w:val="000000"/>
                                <w:sz w:val="16"/>
                                <w:szCs w:val="16"/>
                              </w:rPr>
                              <w:t>INSPEÇÃO Nº ......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........</w:t>
                            </w:r>
                            <w:r w:rsidRPr="00B335F2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.........           DATA: </w:t>
                            </w:r>
                            <w:r w:rsidRPr="00B335F2"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........... / ....</w:t>
                            </w:r>
                            <w:r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...</w:t>
                            </w:r>
                            <w:r w:rsidRPr="00B335F2"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.... / ............   </w:t>
                            </w:r>
                            <w:r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B335F2">
                              <w:rPr>
                                <w:bCs/>
                                <w:color w:val="000000"/>
                                <w:sz w:val="16"/>
                                <w:szCs w:val="16"/>
                              </w:rPr>
                              <w:t>TURNO</w:t>
                            </w:r>
                            <w:r w:rsidRPr="00B335F2">
                              <w:rPr>
                                <w:b w:val="0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: ..............................</w:t>
                            </w:r>
                          </w:p>
                          <w:p w:rsidR="00BA33E0" w:rsidRDefault="00BA33E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DAC85" id="Caixa de texto 6" o:spid="_x0000_s1027" type="#_x0000_t202" style="position:absolute;left:0;text-align:left;margin-left:36.95pt;margin-top:411.75pt;width:522pt;height:1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" filled="f" stroked="f">
                <v:textbox inset="0,0,0,0">
                  <w:txbxContent>
                    <w:p w:rsidR="00BA33E0" w:rsidRPr="00B335F2" w:rsidRDefault="00BA33E0">
                      <w:pPr>
                        <w:pStyle w:val="Ttulo"/>
                        <w:spacing w:before="180"/>
                        <w:ind w:left="-540"/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</w:pPr>
                      <w:r>
                        <w:t xml:space="preserve">             </w:t>
                      </w:r>
                      <w:r w:rsidRPr="00B335F2">
                        <w:rPr>
                          <w:color w:val="000000"/>
                          <w:sz w:val="16"/>
                          <w:szCs w:val="16"/>
                        </w:rPr>
                        <w:t>INSPEÇÃO Nº ......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>........</w:t>
                      </w:r>
                      <w:r w:rsidRPr="00B335F2">
                        <w:rPr>
                          <w:color w:val="000000"/>
                          <w:sz w:val="16"/>
                          <w:szCs w:val="16"/>
                        </w:rPr>
                        <w:t xml:space="preserve">.........           DATA: </w:t>
                      </w:r>
                      <w:r w:rsidRPr="00B335F2"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>........... / ....</w:t>
                      </w:r>
                      <w:r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>...</w:t>
                      </w:r>
                      <w:r w:rsidRPr="00B335F2"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 xml:space="preserve">.... / ............   </w:t>
                      </w:r>
                      <w:r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 xml:space="preserve">       </w:t>
                      </w:r>
                      <w:r w:rsidRPr="00B335F2">
                        <w:rPr>
                          <w:bCs/>
                          <w:color w:val="000000"/>
                          <w:sz w:val="16"/>
                          <w:szCs w:val="16"/>
                        </w:rPr>
                        <w:t>TURNO</w:t>
                      </w:r>
                      <w:r w:rsidRPr="00B335F2">
                        <w:rPr>
                          <w:b w:val="0"/>
                          <w:bCs/>
                          <w:color w:val="000000"/>
                          <w:sz w:val="16"/>
                          <w:szCs w:val="16"/>
                        </w:rPr>
                        <w:t>: ..............................</w:t>
                      </w:r>
                    </w:p>
                    <w:p w:rsidR="00BA33E0" w:rsidRDefault="00BA33E0"/>
                  </w:txbxContent>
                </v:textbox>
              </v:shape>
            </w:pict>
          </mc:Fallback>
        </mc:AlternateContent>
      </w:r>
    </w:p>
    <w:p w:rsidR="00BA33E0" w:rsidRDefault="00BA33E0" w:rsidP="00BA33E0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tbl>
      <w:tblPr>
        <w:tblpPr w:leftFromText="141" w:rightFromText="141" w:vertAnchor="text" w:horzAnchor="margin" w:tblpY="4"/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855"/>
        <w:gridCol w:w="957"/>
        <w:gridCol w:w="1206"/>
        <w:gridCol w:w="3857"/>
      </w:tblGrid>
      <w:tr w:rsidR="00BA33E0" w:rsidRPr="00B83B48" w:rsidTr="00754348">
        <w:trPr>
          <w:trHeight w:val="273"/>
        </w:trPr>
        <w:tc>
          <w:tcPr>
            <w:tcW w:w="5000" w:type="pct"/>
            <w:gridSpan w:val="5"/>
            <w:shd w:val="clear" w:color="auto" w:fill="auto"/>
          </w:tcPr>
          <w:p w:rsidR="00EA26D6" w:rsidRDefault="00EA26D6" w:rsidP="007543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83B48">
              <w:rPr>
                <w:rFonts w:ascii="Calibri" w:hAnsi="Calibri" w:cs="Calibri"/>
                <w:b/>
                <w:sz w:val="22"/>
                <w:szCs w:val="22"/>
              </w:rPr>
              <w:t>RETOMAGEM DE PILHAS</w:t>
            </w:r>
          </w:p>
        </w:tc>
      </w:tr>
      <w:tr w:rsidR="00BA33E0" w:rsidRPr="00B83B48" w:rsidTr="00754348"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3B48">
              <w:rPr>
                <w:rFonts w:ascii="Calibri" w:hAnsi="Calibri" w:cs="Calibri"/>
                <w:b/>
                <w:sz w:val="18"/>
                <w:szCs w:val="18"/>
              </w:rPr>
              <w:t>Itens</w:t>
            </w:r>
          </w:p>
        </w:tc>
        <w:tc>
          <w:tcPr>
            <w:tcW w:w="4652" w:type="pct"/>
            <w:gridSpan w:val="4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B83B48">
              <w:rPr>
                <w:rFonts w:ascii="Calibri" w:hAnsi="Calibri" w:cs="Calibri"/>
                <w:b/>
                <w:sz w:val="18"/>
                <w:szCs w:val="18"/>
              </w:rPr>
              <w:t xml:space="preserve">Itens de validação                                              </w:t>
            </w:r>
          </w:p>
        </w:tc>
      </w:tr>
      <w:tr w:rsidR="00BA33E0" w:rsidRPr="00B83B48" w:rsidTr="00754348">
        <w:trPr>
          <w:trHeight w:val="482"/>
        </w:trPr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01</w:t>
            </w:r>
          </w:p>
        </w:tc>
        <w:tc>
          <w:tcPr>
            <w:tcW w:w="4652" w:type="pct"/>
            <w:gridSpan w:val="4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 xml:space="preserve">Box / Pilha de retomagem </w:t>
            </w:r>
            <w:r w:rsidRPr="00B83B48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(a)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</w:pPr>
          </w:p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33E0" w:rsidRPr="00B83B48" w:rsidTr="00754348">
        <w:trPr>
          <w:trHeight w:val="546"/>
        </w:trPr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02</w:t>
            </w:r>
          </w:p>
        </w:tc>
        <w:tc>
          <w:tcPr>
            <w:tcW w:w="4652" w:type="pct"/>
            <w:gridSpan w:val="4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 xml:space="preserve">Mistura para retomagem </w:t>
            </w:r>
            <w:r w:rsidRPr="00B83B48">
              <w:rPr>
                <w:rFonts w:ascii="Calibri" w:hAnsi="Calibri" w:cs="Calibri"/>
                <w:sz w:val="18"/>
                <w:szCs w:val="18"/>
                <w:vertAlign w:val="superscript"/>
              </w:rPr>
              <w:t>(b)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</w:p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33E0" w:rsidRPr="00B83B48" w:rsidTr="00754348">
        <w:trPr>
          <w:trHeight w:val="351"/>
        </w:trPr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3B48">
              <w:rPr>
                <w:rFonts w:ascii="Calibri" w:hAnsi="Calibri" w:cs="Calibri"/>
                <w:b/>
                <w:sz w:val="18"/>
                <w:szCs w:val="18"/>
              </w:rPr>
              <w:t>Itens</w:t>
            </w:r>
          </w:p>
        </w:tc>
        <w:tc>
          <w:tcPr>
            <w:tcW w:w="1816" w:type="pct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B83B48">
              <w:rPr>
                <w:rFonts w:ascii="Calibri" w:hAnsi="Calibri" w:cs="Calibri"/>
                <w:b/>
                <w:sz w:val="18"/>
                <w:szCs w:val="18"/>
              </w:rPr>
              <w:t>Itens de validação</w:t>
            </w: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3B48">
              <w:rPr>
                <w:rFonts w:ascii="Calibri" w:hAnsi="Calibri" w:cs="Calibri"/>
                <w:b/>
                <w:sz w:val="18"/>
                <w:szCs w:val="18"/>
              </w:rPr>
              <w:t>Status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3B48">
              <w:rPr>
                <w:rFonts w:ascii="Calibri" w:hAnsi="Calibri" w:cs="Calibri"/>
                <w:b/>
                <w:sz w:val="18"/>
                <w:szCs w:val="18"/>
              </w:rPr>
              <w:t>Observação</w:t>
            </w:r>
          </w:p>
        </w:tc>
      </w:tr>
      <w:tr w:rsidR="00BA33E0" w:rsidRPr="00B83B48" w:rsidTr="00754348">
        <w:trPr>
          <w:trHeight w:val="438"/>
        </w:trPr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03</w:t>
            </w:r>
          </w:p>
        </w:tc>
        <w:tc>
          <w:tcPr>
            <w:tcW w:w="1816" w:type="pct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A pilha está conforme projeto?</w:t>
            </w: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SIM (    )   NÃO (    )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33E0" w:rsidRPr="00B83B48" w:rsidTr="00754348">
        <w:trPr>
          <w:trHeight w:val="414"/>
        </w:trPr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04</w:t>
            </w:r>
          </w:p>
        </w:tc>
        <w:tc>
          <w:tcPr>
            <w:tcW w:w="1816" w:type="pct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Aspecto físico da pilha</w:t>
            </w:r>
            <w:r w:rsidRPr="00B83B48"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 </w:t>
            </w:r>
            <w:r w:rsidRPr="00B83B48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(c)</w:t>
            </w: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SIM (    )   NÃO (    )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33E0" w:rsidRPr="00B83B48" w:rsidTr="00754348"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05</w:t>
            </w:r>
          </w:p>
        </w:tc>
        <w:tc>
          <w:tcPr>
            <w:tcW w:w="1816" w:type="pct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Segurança para retomagem.</w:t>
            </w:r>
            <w:r w:rsidRPr="00B83B48">
              <w:rPr>
                <w:rFonts w:ascii="Calibri" w:hAnsi="Calibri" w:cs="Calibri"/>
                <w:sz w:val="18"/>
                <w:szCs w:val="18"/>
                <w:vertAlign w:val="superscript"/>
              </w:rPr>
              <w:t>(d)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SIM (    )   NÃO (    )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33E0" w:rsidRPr="00B83B48" w:rsidTr="00754348"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06</w:t>
            </w:r>
          </w:p>
        </w:tc>
        <w:tc>
          <w:tcPr>
            <w:tcW w:w="1816" w:type="pct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Condições do piso/trajeto.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SIM (    )   NÃO (    )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33E0" w:rsidRPr="00B83B48" w:rsidTr="00754348">
        <w:trPr>
          <w:trHeight w:val="382"/>
        </w:trPr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07</w:t>
            </w:r>
          </w:p>
        </w:tc>
        <w:tc>
          <w:tcPr>
            <w:tcW w:w="1816" w:type="pct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Condições da moega de alimentação.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SIM (    )   NÃO (    )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33E0" w:rsidRPr="00B83B48" w:rsidTr="00754348">
        <w:trPr>
          <w:trHeight w:val="382"/>
        </w:trPr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09</w:t>
            </w:r>
          </w:p>
        </w:tc>
        <w:tc>
          <w:tcPr>
            <w:tcW w:w="1816" w:type="pct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Condições do Box.</w:t>
            </w: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SIM (    )   NÃO (    )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33E0" w:rsidRPr="00B83B48" w:rsidTr="00754348">
        <w:trPr>
          <w:trHeight w:val="382"/>
        </w:trPr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1816" w:type="pct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Condições da pá carregadeira/ escavadeira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 xml:space="preserve"> - Alarmes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 xml:space="preserve"> - Farois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 xml:space="preserve"> - Pneus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 xml:space="preserve"> - Radio comunicação.</w:t>
            </w: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SIM (    )   NÃO (    )</w:t>
            </w:r>
          </w:p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17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33E0" w:rsidRPr="00B83B48" w:rsidTr="00754348">
        <w:tc>
          <w:tcPr>
            <w:tcW w:w="348" w:type="pct"/>
            <w:shd w:val="clear" w:color="auto" w:fill="auto"/>
            <w:vAlign w:val="center"/>
          </w:tcPr>
          <w:p w:rsidR="00BA33E0" w:rsidRPr="00B83B48" w:rsidRDefault="00BA33E0" w:rsidP="0075434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1816" w:type="pct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Pilha liberada para retomagem?</w:t>
            </w:r>
          </w:p>
        </w:tc>
        <w:tc>
          <w:tcPr>
            <w:tcW w:w="1019" w:type="pct"/>
            <w:gridSpan w:val="2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 xml:space="preserve">  SIM (    )   NÃO (    )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33E0" w:rsidRPr="00B83B48" w:rsidTr="00754348">
        <w:tc>
          <w:tcPr>
            <w:tcW w:w="2615" w:type="pct"/>
            <w:gridSpan w:val="3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Assinatura Operador da Área: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85" w:type="pct"/>
            <w:gridSpan w:val="2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Assinatura Operador da Pá carregadeira: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A33E0" w:rsidRPr="00B83B48" w:rsidTr="00754348">
        <w:tc>
          <w:tcPr>
            <w:tcW w:w="5000" w:type="pct"/>
            <w:gridSpan w:val="5"/>
            <w:shd w:val="clear" w:color="auto" w:fill="auto"/>
            <w:vAlign w:val="center"/>
          </w:tcPr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(a) Anotar pilha(s)  a retomar.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 xml:space="preserve">(b) Anotar a mistura a ser feita. 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(c) Verificar situações anormais que dificultem a retomagem e a continuidade do processo.( umidade/granulometria)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(d) Risco de desmoronamento.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  <w:r w:rsidRPr="00B83B48">
              <w:rPr>
                <w:rFonts w:ascii="Calibri" w:hAnsi="Calibri" w:cs="Calibri"/>
                <w:sz w:val="18"/>
                <w:szCs w:val="18"/>
              </w:rPr>
              <w:t>Obs.: Fazer um check-list para cada pilha , anotando a mistura casou houver.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B83B48">
              <w:rPr>
                <w:rFonts w:ascii="Calibri" w:hAnsi="Calibri" w:cs="Calibri"/>
                <w:b/>
                <w:sz w:val="18"/>
                <w:szCs w:val="18"/>
              </w:rPr>
              <w:t>Alterações nas situações analisadas indica necessidade de uma nova avaliação.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B83B48">
              <w:rPr>
                <w:rFonts w:ascii="Calibri" w:hAnsi="Calibri" w:cs="Calibri"/>
                <w:b/>
                <w:sz w:val="18"/>
                <w:szCs w:val="18"/>
              </w:rPr>
              <w:t>Qualquer situação anormal (NÃO), entrar em contato imediatamente com o supervisor.</w:t>
            </w:r>
          </w:p>
          <w:p w:rsidR="00BA33E0" w:rsidRPr="00B83B48" w:rsidRDefault="00BA33E0" w:rsidP="00754348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BA33E0" w:rsidRPr="00B83B48" w:rsidRDefault="00BA33E0" w:rsidP="0075434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BA33E0" w:rsidRDefault="00BA33E0" w:rsidP="00BA33E0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  <w:bookmarkStart w:id="0" w:name="_GoBack"/>
      <w:bookmarkEnd w:id="0"/>
    </w:p>
    <w:p w:rsidR="00BA33E0" w:rsidRDefault="00BA33E0" w:rsidP="00BA33E0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p w:rsidR="00BA33E0" w:rsidRPr="00B83B48" w:rsidRDefault="00BA33E0" w:rsidP="00BA33E0">
      <w:pPr>
        <w:pStyle w:val="Ttulo"/>
        <w:jc w:val="left"/>
        <w:rPr>
          <w:rFonts w:ascii="Calibri" w:hAnsi="Calibri" w:cs="Calibri"/>
          <w:sz w:val="18"/>
        </w:rPr>
      </w:pPr>
      <w:r>
        <w:rPr>
          <w:rFonts w:ascii="Calibri" w:hAnsi="Calibri" w:cs="Calibri"/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0E8129" wp14:editId="3B7DB0A7">
                <wp:simplePos x="0" y="0"/>
                <wp:positionH relativeFrom="column">
                  <wp:posOffset>3649980</wp:posOffset>
                </wp:positionH>
                <wp:positionV relativeFrom="paragraph">
                  <wp:posOffset>6350</wp:posOffset>
                </wp:positionV>
                <wp:extent cx="123825" cy="123825"/>
                <wp:effectExtent l="9525" t="13335" r="9525" b="15240"/>
                <wp:wrapNone/>
                <wp:docPr id="18" name="Retâ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35728" id="Retângulo 18" o:spid="_x0000_s1026" style="position:absolute;margin-left:287.4pt;margin-top:.5pt;width:9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" strokeweight="1.5pt"/>
            </w:pict>
          </mc:Fallback>
        </mc:AlternateContent>
      </w:r>
      <w:r>
        <w:rPr>
          <w:rFonts w:ascii="Calibri" w:hAnsi="Calibri" w:cs="Calibri"/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EEB754" wp14:editId="63FC085A">
                <wp:simplePos x="0" y="0"/>
                <wp:positionH relativeFrom="column">
                  <wp:posOffset>34290</wp:posOffset>
                </wp:positionH>
                <wp:positionV relativeFrom="paragraph">
                  <wp:posOffset>6350</wp:posOffset>
                </wp:positionV>
                <wp:extent cx="123825" cy="123825"/>
                <wp:effectExtent l="13335" t="13335" r="15240" b="15240"/>
                <wp:wrapNone/>
                <wp:docPr id="17" name="Retâ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7DAF5" id="Retângulo 17" o:spid="_x0000_s1026" style="position:absolute;margin-left:2.7pt;margin-top:.5pt;width:9.7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" strokeweight="1.5pt"/>
            </w:pict>
          </mc:Fallback>
        </mc:AlternateContent>
      </w:r>
      <w:r w:rsidRPr="00B83B48">
        <w:rPr>
          <w:rFonts w:ascii="Calibri" w:hAnsi="Calibri" w:cs="Calibri"/>
          <w:sz w:val="18"/>
        </w:rPr>
        <w:t xml:space="preserve">       APTO AO TRABALHO</w:t>
      </w:r>
      <w:r w:rsidRPr="00B83B48">
        <w:rPr>
          <w:rFonts w:ascii="Calibri" w:hAnsi="Calibri" w:cs="Calibri"/>
          <w:b w:val="0"/>
          <w:bCs/>
          <w:sz w:val="18"/>
        </w:rPr>
        <w:t xml:space="preserve">                                                                                                        </w:t>
      </w:r>
      <w:r w:rsidRPr="00B83B48">
        <w:rPr>
          <w:rFonts w:ascii="Calibri" w:hAnsi="Calibri" w:cs="Calibri"/>
          <w:sz w:val="18"/>
        </w:rPr>
        <w:t>INAPTO AO TRABALHO</w:t>
      </w:r>
    </w:p>
    <w:p w:rsidR="00BA33E0" w:rsidRPr="00B83B48" w:rsidRDefault="00BA33E0" w:rsidP="00BA33E0">
      <w:pPr>
        <w:pStyle w:val="Ttulo"/>
        <w:jc w:val="left"/>
        <w:rPr>
          <w:rFonts w:ascii="Calibri" w:hAnsi="Calibri" w:cs="Calibri"/>
          <w:sz w:val="18"/>
        </w:rPr>
      </w:pPr>
    </w:p>
    <w:p w:rsidR="00BA33E0" w:rsidRPr="00B83B48" w:rsidRDefault="00BA33E0" w:rsidP="00BA33E0">
      <w:pPr>
        <w:pStyle w:val="Ttulo"/>
        <w:jc w:val="left"/>
        <w:rPr>
          <w:rFonts w:ascii="Calibri" w:hAnsi="Calibri" w:cs="Calibri"/>
          <w:color w:val="0000FF"/>
          <w:sz w:val="24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D941AE" wp14:editId="67B99A02">
                <wp:simplePos x="0" y="0"/>
                <wp:positionH relativeFrom="column">
                  <wp:posOffset>4229100</wp:posOffset>
                </wp:positionH>
                <wp:positionV relativeFrom="paragraph">
                  <wp:posOffset>23495</wp:posOffset>
                </wp:positionV>
                <wp:extent cx="2400300" cy="228600"/>
                <wp:effectExtent l="0" t="0" r="1905" b="4445"/>
                <wp:wrapNone/>
                <wp:docPr id="16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3E0" w:rsidRDefault="00BA33E0" w:rsidP="00BA33E0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ASSINATURA: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</w:t>
                            </w:r>
                          </w:p>
                          <w:p w:rsidR="00BA33E0" w:rsidRDefault="00BA33E0" w:rsidP="00BA33E0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  <w:p w:rsidR="00BA33E0" w:rsidRDefault="00BA33E0" w:rsidP="00BA33E0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  <w:p w:rsidR="00BA33E0" w:rsidRDefault="00BA33E0" w:rsidP="00BA33E0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941AE" id="Caixa de texto 16" o:spid="_x0000_s1028" type="#_x0000_t202" style="position:absolute;margin-left:333pt;margin-top:1.85pt;width:189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" filled="f" stroked="f">
                <v:textbox inset="6.75pt,0,6.75pt,0">
                  <w:txbxContent>
                    <w:p w:rsidR="00BA33E0" w:rsidRDefault="00BA33E0" w:rsidP="00BA33E0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ASSINATURA: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</w:t>
                      </w:r>
                    </w:p>
                    <w:p w:rsidR="00BA33E0" w:rsidRDefault="00BA33E0" w:rsidP="00BA33E0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  <w:p w:rsidR="00BA33E0" w:rsidRDefault="00BA33E0" w:rsidP="00BA33E0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  <w:p w:rsidR="00BA33E0" w:rsidRDefault="00BA33E0" w:rsidP="00BA33E0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562AD9" wp14:editId="42B6A4CB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4229100" cy="228600"/>
                <wp:effectExtent l="0" t="4445" r="1905" b="0"/>
                <wp:wrapNone/>
                <wp:docPr id="15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3E0" w:rsidRDefault="00BA33E0" w:rsidP="00BA33E0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RESPONSÁVEL INSPEÇÃO: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62AD9" id="Caixa de texto 15" o:spid="_x0000_s1029" type="#_x0000_t202" style="position:absolute;margin-left:0;margin-top:1.05pt;width:333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" filled="f" stroked="f">
                <v:textbox inset="6.75pt,0,6.75pt,0">
                  <w:txbxContent>
                    <w:p w:rsidR="00BA33E0" w:rsidRDefault="00BA33E0" w:rsidP="00BA33E0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RESPONSÁVEL INSPEÇÃO: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BA33E0" w:rsidRPr="00B83B48" w:rsidRDefault="00BA33E0" w:rsidP="00BA33E0">
      <w:pPr>
        <w:rPr>
          <w:rFonts w:ascii="Calibri" w:hAnsi="Calibri" w:cs="Calibri"/>
        </w:rPr>
      </w:pPr>
    </w:p>
    <w:tbl>
      <w:tblPr>
        <w:tblW w:w="105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75"/>
      </w:tblGrid>
      <w:tr w:rsidR="00BA33E0" w:rsidRPr="00B83B48" w:rsidTr="00754348">
        <w:trPr>
          <w:cantSplit/>
          <w:trHeight w:val="119"/>
          <w:jc w:val="center"/>
        </w:trPr>
        <w:tc>
          <w:tcPr>
            <w:tcW w:w="10575" w:type="dxa"/>
            <w:shd w:val="clear" w:color="auto" w:fill="auto"/>
            <w:vAlign w:val="center"/>
          </w:tcPr>
          <w:p w:rsidR="00BA33E0" w:rsidRPr="00B83B48" w:rsidRDefault="00BA33E0" w:rsidP="00754348">
            <w:pPr>
              <w:pStyle w:val="Ttulo"/>
              <w:rPr>
                <w:rFonts w:ascii="Calibri" w:hAnsi="Calibri" w:cs="Calibri"/>
              </w:rPr>
            </w:pPr>
            <w:r w:rsidRPr="00B83B48">
              <w:rPr>
                <w:rFonts w:ascii="Calibri" w:hAnsi="Calibri" w:cs="Calibri"/>
              </w:rPr>
              <w:t>AÇÕES DE BLOQUEIO</w:t>
            </w:r>
          </w:p>
        </w:tc>
      </w:tr>
    </w:tbl>
    <w:p w:rsidR="00BA33E0" w:rsidRPr="00B83B48" w:rsidRDefault="00BA33E0" w:rsidP="00BA33E0">
      <w:pPr>
        <w:pStyle w:val="Ttulo"/>
        <w:spacing w:before="120" w:after="120"/>
        <w:rPr>
          <w:rFonts w:ascii="Calibri" w:hAnsi="Calibri" w:cs="Calibri"/>
          <w:b w:val="0"/>
          <w:bCs/>
          <w:color w:val="000000"/>
        </w:rPr>
      </w:pPr>
    </w:p>
    <w:p w:rsidR="00BA33E0" w:rsidRPr="00B83B48" w:rsidRDefault="00BA33E0" w:rsidP="00BA33E0">
      <w:pPr>
        <w:pStyle w:val="Ttulo"/>
        <w:spacing w:before="120" w:after="120"/>
        <w:rPr>
          <w:rFonts w:ascii="Calibri" w:hAnsi="Calibri" w:cs="Calibri"/>
          <w:b w:val="0"/>
          <w:bCs/>
          <w:color w:val="000000"/>
        </w:rPr>
      </w:pPr>
      <w:r w:rsidRPr="00B83B48">
        <w:rPr>
          <w:rFonts w:ascii="Calibri" w:hAnsi="Calibri" w:cs="Calibri"/>
          <w:b w:val="0"/>
          <w:bCs/>
          <w:color w:val="000000"/>
        </w:rPr>
        <w:t xml:space="preserve">Declaro que as ações de bloqueio necessárias e indicadas no documento foram efetivadas </w:t>
      </w:r>
    </w:p>
    <w:p w:rsidR="00BA33E0" w:rsidRPr="00B83B48" w:rsidRDefault="00BA33E0" w:rsidP="00BA33E0">
      <w:pPr>
        <w:pStyle w:val="Cabealho"/>
        <w:tabs>
          <w:tab w:val="clear" w:pos="4419"/>
          <w:tab w:val="clear" w:pos="8838"/>
        </w:tabs>
        <w:rPr>
          <w:rFonts w:ascii="Calibri" w:hAnsi="Calibri" w:cs="Calibri"/>
          <w:color w:val="000000"/>
          <w:sz w:val="10"/>
        </w:rPr>
      </w:pP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DCD10A" wp14:editId="794C6FE7">
                <wp:simplePos x="0" y="0"/>
                <wp:positionH relativeFrom="column">
                  <wp:posOffset>1640840</wp:posOffset>
                </wp:positionH>
                <wp:positionV relativeFrom="paragraph">
                  <wp:posOffset>43815</wp:posOffset>
                </wp:positionV>
                <wp:extent cx="123825" cy="123825"/>
                <wp:effectExtent l="0" t="0" r="28575" b="28575"/>
                <wp:wrapNone/>
                <wp:docPr id="12" name="Retângu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3F1F0" id="Retângulo 12" o:spid="_x0000_s1026" style="position:absolute;margin-left:129.2pt;margin-top:3.45pt;width:9.75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" strokeweight="1.5pt"/>
            </w:pict>
          </mc:Fallback>
        </mc:AlternateContent>
      </w: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6DFA1E" wp14:editId="0A20F47E">
                <wp:simplePos x="0" y="0"/>
                <wp:positionH relativeFrom="column">
                  <wp:posOffset>4034790</wp:posOffset>
                </wp:positionH>
                <wp:positionV relativeFrom="paragraph">
                  <wp:posOffset>45085</wp:posOffset>
                </wp:positionV>
                <wp:extent cx="2625725" cy="238125"/>
                <wp:effectExtent l="3810" t="0" r="0" b="3175"/>
                <wp:wrapNone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3E0" w:rsidRDefault="00BA33E0" w:rsidP="00BA33E0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 xml:space="preserve"> DATA: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 / ........... / .........</w:t>
                            </w:r>
                          </w:p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DFA1E" id="Caixa de texto 14" o:spid="_x0000_s1030" type="#_x0000_t202" style="position:absolute;margin-left:317.7pt;margin-top:3.55pt;width:206.7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" filled="f" stroked="f">
                <v:textbox inset="6.75pt,3.75pt,6.75pt,3.75pt">
                  <w:txbxContent>
                    <w:p w:rsidR="00BA33E0" w:rsidRDefault="00BA33E0" w:rsidP="00BA33E0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 xml:space="preserve"> DATA: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 / ........... / 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5043F7" wp14:editId="7B4C2B6D">
                <wp:simplePos x="0" y="0"/>
                <wp:positionH relativeFrom="column">
                  <wp:posOffset>73025</wp:posOffset>
                </wp:positionH>
                <wp:positionV relativeFrom="paragraph">
                  <wp:posOffset>43815</wp:posOffset>
                </wp:positionV>
                <wp:extent cx="123825" cy="123825"/>
                <wp:effectExtent l="13970" t="14605" r="14605" b="13970"/>
                <wp:wrapNone/>
                <wp:docPr id="11" name="Retâ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D96D4" id="Retângulo 11" o:spid="_x0000_s1026" style="position:absolute;margin-left:5.75pt;margin-top:3.45pt;width:9.7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" strokeweight="1.5pt"/>
            </w:pict>
          </mc:Fallback>
        </mc:AlternateContent>
      </w:r>
      <w:r w:rsidRPr="00B83B48">
        <w:rPr>
          <w:rFonts w:ascii="Calibri" w:hAnsi="Calibri" w:cs="Calibri"/>
          <w:color w:val="000000"/>
          <w:sz w:val="16"/>
        </w:rPr>
        <w:t xml:space="preserve">                       </w:t>
      </w:r>
    </w:p>
    <w:p w:rsidR="00BA33E0" w:rsidRPr="00B83B48" w:rsidRDefault="00BA33E0" w:rsidP="00BA33E0">
      <w:pPr>
        <w:pStyle w:val="Cabealho"/>
        <w:tabs>
          <w:tab w:val="clear" w:pos="4419"/>
          <w:tab w:val="clear" w:pos="8838"/>
        </w:tabs>
        <w:rPr>
          <w:rFonts w:ascii="Calibri" w:hAnsi="Calibri" w:cs="Calibri"/>
          <w:b/>
          <w:bCs/>
          <w:color w:val="0000FF"/>
          <w:sz w:val="18"/>
        </w:rPr>
      </w:pPr>
      <w:r w:rsidRPr="00B83B48">
        <w:rPr>
          <w:rFonts w:ascii="Calibri" w:hAnsi="Calibri" w:cs="Calibri"/>
          <w:color w:val="000000"/>
        </w:rPr>
        <w:t xml:space="preserve">       </w:t>
      </w:r>
      <w:r w:rsidRPr="00B83B48">
        <w:rPr>
          <w:rFonts w:ascii="Calibri" w:hAnsi="Calibri" w:cs="Calibri"/>
          <w:b/>
          <w:bCs/>
          <w:color w:val="000000"/>
          <w:sz w:val="18"/>
        </w:rPr>
        <w:t>APTO AO TRABALHO                        INAPTO AO TRABALHO</w:t>
      </w:r>
    </w:p>
    <w:p w:rsidR="00BA33E0" w:rsidRPr="00B83B48" w:rsidRDefault="00BA33E0" w:rsidP="00BA33E0">
      <w:pPr>
        <w:pStyle w:val="Ttulo"/>
        <w:jc w:val="left"/>
        <w:rPr>
          <w:rFonts w:ascii="Calibri" w:hAnsi="Calibri" w:cs="Calibri"/>
          <w:sz w:val="16"/>
          <w:szCs w:val="16"/>
        </w:rPr>
      </w:pPr>
    </w:p>
    <w:p w:rsidR="00BA33E0" w:rsidRPr="00B83B48" w:rsidRDefault="00BA33E0" w:rsidP="00BA33E0">
      <w:pPr>
        <w:pStyle w:val="Ttulo"/>
        <w:jc w:val="left"/>
        <w:rPr>
          <w:rFonts w:ascii="Calibri" w:hAnsi="Calibri" w:cs="Calibri"/>
          <w:sz w:val="16"/>
          <w:szCs w:val="16"/>
        </w:rPr>
      </w:pPr>
    </w:p>
    <w:p w:rsidR="00BA33E0" w:rsidRPr="00B83B48" w:rsidRDefault="00BA33E0" w:rsidP="00BA33E0">
      <w:pPr>
        <w:pStyle w:val="Ttulo"/>
        <w:jc w:val="lef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2AE67D" wp14:editId="6CD926D8">
                <wp:simplePos x="0" y="0"/>
                <wp:positionH relativeFrom="column">
                  <wp:posOffset>4034790</wp:posOffset>
                </wp:positionH>
                <wp:positionV relativeFrom="paragraph">
                  <wp:posOffset>26670</wp:posOffset>
                </wp:positionV>
                <wp:extent cx="2400300" cy="228600"/>
                <wp:effectExtent l="3810" t="0" r="0" b="3810"/>
                <wp:wrapNone/>
                <wp:docPr id="10" name="Caixa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3E0" w:rsidRDefault="00BA33E0" w:rsidP="00BA33E0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ASSINATURA: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</w:t>
                            </w: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AE67D" id="Caixa de texto 10" o:spid="_x0000_s1031" type="#_x0000_t202" style="position:absolute;margin-left:317.7pt;margin-top:2.1pt;width:189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" filled="f" stroked="f">
                <v:textbox inset="6.75pt,0,6.75pt,0">
                  <w:txbxContent>
                    <w:p w:rsidR="00BA33E0" w:rsidRDefault="00BA33E0" w:rsidP="00BA33E0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ASSINATURA: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B419B6" wp14:editId="554B54E0">
                <wp:simplePos x="0" y="0"/>
                <wp:positionH relativeFrom="column">
                  <wp:posOffset>73025</wp:posOffset>
                </wp:positionH>
                <wp:positionV relativeFrom="paragraph">
                  <wp:posOffset>26670</wp:posOffset>
                </wp:positionV>
                <wp:extent cx="4229100" cy="228600"/>
                <wp:effectExtent l="4445" t="0" r="0" b="381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33E0" w:rsidRDefault="00BA33E0" w:rsidP="00BA33E0">
                            <w:pP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6"/>
                              </w:rPr>
                              <w:t>RESPONSÁVEL EMPRESA: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color w:val="FF6600"/>
                                <w:sz w:val="16"/>
                              </w:rPr>
                              <w:t>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85725" tIns="0" rIns="8572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419B6" id="Caixa de texto 8" o:spid="_x0000_s1032" type="#_x0000_t202" style="position:absolute;margin-left:5.75pt;margin-top:2.1pt;width:333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" filled="f" stroked="f">
                <v:textbox inset="6.75pt,0,6.75pt,0">
                  <w:txbxContent>
                    <w:p w:rsidR="00BA33E0" w:rsidRDefault="00BA33E0" w:rsidP="00BA33E0">
                      <w:pPr>
                        <w:rPr>
                          <w:rFonts w:ascii="Arial" w:hAnsi="Arial" w:cs="Arial"/>
                          <w:color w:val="FF6600"/>
                          <w:sz w:val="16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6"/>
                        </w:rPr>
                        <w:t>RESPONSÁVEL EMPRESA:</w:t>
                      </w:r>
                      <w:r>
                        <w:rPr>
                          <w:rFonts w:ascii="Arial" w:hAnsi="Arial" w:cs="Arial"/>
                          <w:color w:val="0000FF"/>
                          <w:sz w:val="16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color w:val="FF6600"/>
                          <w:sz w:val="16"/>
                        </w:rPr>
                        <w:t>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BA33E0" w:rsidRPr="00B83B48" w:rsidRDefault="00BA33E0" w:rsidP="00BA33E0">
      <w:pPr>
        <w:pStyle w:val="Ttulo"/>
        <w:jc w:val="left"/>
        <w:rPr>
          <w:rFonts w:ascii="Calibri" w:hAnsi="Calibri" w:cs="Calibri"/>
          <w:sz w:val="16"/>
          <w:szCs w:val="16"/>
        </w:rPr>
      </w:pPr>
    </w:p>
    <w:p w:rsidR="00BA33E0" w:rsidRPr="00B83B48" w:rsidRDefault="00BA33E0" w:rsidP="00BA33E0">
      <w:pPr>
        <w:pStyle w:val="Ttulo"/>
        <w:jc w:val="left"/>
        <w:rPr>
          <w:rFonts w:ascii="Calibri" w:hAnsi="Calibri" w:cs="Calibri"/>
          <w:sz w:val="16"/>
          <w:szCs w:val="16"/>
        </w:rPr>
      </w:pPr>
    </w:p>
    <w:p w:rsidR="00BA33E0" w:rsidRPr="00B83B48" w:rsidRDefault="00BA33E0" w:rsidP="00BA33E0">
      <w:pPr>
        <w:pStyle w:val="Ttulo"/>
        <w:jc w:val="left"/>
        <w:rPr>
          <w:rFonts w:ascii="Calibri" w:hAnsi="Calibri" w:cs="Calibri"/>
          <w:sz w:val="16"/>
          <w:szCs w:val="16"/>
        </w:rPr>
      </w:pPr>
    </w:p>
    <w:p w:rsidR="00BA33E0" w:rsidRPr="00B83B48" w:rsidRDefault="00BA33E0" w:rsidP="00BA33E0">
      <w:pPr>
        <w:pStyle w:val="Ttulo"/>
        <w:jc w:val="left"/>
        <w:rPr>
          <w:rFonts w:ascii="Calibri" w:hAnsi="Calibri" w:cs="Calibri"/>
          <w:sz w:val="16"/>
          <w:szCs w:val="16"/>
        </w:rPr>
      </w:pPr>
      <w:r w:rsidRPr="00B83B48">
        <w:rPr>
          <w:rFonts w:ascii="Calibri" w:hAnsi="Calibri" w:cs="Calibri"/>
          <w:sz w:val="16"/>
          <w:szCs w:val="16"/>
        </w:rPr>
        <w:t>OBS. Em caso positivo das ocorrências citadas acima o setor responsável  deve ser comunicado.</w:t>
      </w:r>
    </w:p>
    <w:p w:rsidR="00BA33E0" w:rsidRPr="00B83B48" w:rsidRDefault="00BA33E0" w:rsidP="00BA33E0">
      <w:pPr>
        <w:pStyle w:val="Ttulo"/>
        <w:jc w:val="left"/>
        <w:rPr>
          <w:rFonts w:ascii="Calibri" w:hAnsi="Calibri" w:cs="Calibri"/>
          <w:sz w:val="16"/>
          <w:szCs w:val="16"/>
        </w:rPr>
      </w:pPr>
    </w:p>
    <w:p w:rsidR="00BA33E0" w:rsidRPr="007D205F" w:rsidRDefault="00BA33E0" w:rsidP="00BA33E0">
      <w:pPr>
        <w:pStyle w:val="Normativo-texto"/>
        <w:spacing w:line="276" w:lineRule="auto"/>
        <w:ind w:firstLine="0"/>
        <w:rPr>
          <w:rFonts w:asciiTheme="minorHAnsi" w:hAnsiTheme="minorHAnsi" w:cstheme="minorHAnsi"/>
          <w:szCs w:val="20"/>
        </w:rPr>
      </w:pPr>
    </w:p>
    <w:sectPr w:rsidR="00BA33E0" w:rsidRPr="007D205F" w:rsidSect="00B70D53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708" w:bottom="709" w:left="83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515" w:rsidRDefault="00620515">
      <w:r>
        <w:separator/>
      </w:r>
    </w:p>
  </w:endnote>
  <w:endnote w:type="continuationSeparator" w:id="0">
    <w:p w:rsidR="00620515" w:rsidRDefault="0062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Default="009717AD">
    <w:pPr>
      <w:pStyle w:val="Rodap"/>
      <w:jc w:val="center"/>
    </w:pPr>
  </w:p>
  <w:p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515" w:rsidRDefault="00620515">
      <w:r>
        <w:separator/>
      </w:r>
    </w:p>
  </w:footnote>
  <w:footnote w:type="continuationSeparator" w:id="0">
    <w:p w:rsidR="00620515" w:rsidRDefault="00620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9F6" w:rsidRDefault="00EA26D6" w:rsidP="00954889">
    <w:pPr>
      <w:ind w:left="-851"/>
      <w:rPr>
        <w:rFonts w:ascii="Arial" w:hAnsi="Arial" w:cs="Arial"/>
        <w:b/>
        <w:color w:val="006666"/>
        <w:sz w:val="28"/>
        <w:szCs w:val="30"/>
      </w:rPr>
    </w:pPr>
    <w:r>
      <w:rPr>
        <w:noProof/>
      </w:rPr>
      <w:drawing>
        <wp:anchor distT="0" distB="0" distL="114300" distR="114300" simplePos="0" relativeHeight="251677184" behindDoc="1" locked="0" layoutInCell="1" allowOverlap="1" wp14:anchorId="3FA9B8C7" wp14:editId="6D226D93">
          <wp:simplePos x="0" y="0"/>
          <wp:positionH relativeFrom="column">
            <wp:posOffset>5422265</wp:posOffset>
          </wp:positionH>
          <wp:positionV relativeFrom="paragraph">
            <wp:posOffset>6568</wp:posOffset>
          </wp:positionV>
          <wp:extent cx="1163955" cy="542925"/>
          <wp:effectExtent l="0" t="0" r="0" b="9525"/>
          <wp:wrapThrough wrapText="bothSides">
            <wp:wrapPolygon edited="0">
              <wp:start x="0" y="0"/>
              <wp:lineTo x="0" y="21221"/>
              <wp:lineTo x="21211" y="21221"/>
              <wp:lineTo x="21211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95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color w:val="006666"/>
        <w:sz w:val="28"/>
        <w:szCs w:val="30"/>
      </w:rPr>
      <mc:AlternateContent>
        <mc:Choice Requires="wpg">
          <w:drawing>
            <wp:anchor distT="0" distB="0" distL="114300" distR="114300" simplePos="0" relativeHeight="251674112" behindDoc="0" locked="0" layoutInCell="1" allowOverlap="1">
              <wp:simplePos x="0" y="0"/>
              <wp:positionH relativeFrom="column">
                <wp:posOffset>-102235</wp:posOffset>
              </wp:positionH>
              <wp:positionV relativeFrom="paragraph">
                <wp:posOffset>-116840</wp:posOffset>
              </wp:positionV>
              <wp:extent cx="6885305" cy="702310"/>
              <wp:effectExtent l="0" t="0" r="0" b="2540"/>
              <wp:wrapNone/>
              <wp:docPr id="42" name="Grupo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5305" cy="702310"/>
                        <a:chOff x="0" y="0"/>
                        <a:chExt cx="6885305" cy="702750"/>
                      </a:xfrm>
                    </wpg:grpSpPr>
                    <wps:wsp>
                      <wps:cNvPr id="43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7AD" w:rsidRPr="001D5837" w:rsidRDefault="00FC49F6" w:rsidP="009548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6666"/>
                                <w:sz w:val="28"/>
                                <w:szCs w:val="30"/>
                              </w:rPr>
                            </w:pPr>
                            <w:r w:rsidRPr="006307CD"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 xml:space="preserve">Estabilidade 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6666"/>
                                <w:sz w:val="28"/>
                                <w:szCs w:val="30"/>
                              </w:rPr>
                              <w:t>Solos e Pilhas de Outros Materiais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47" name="Rectangle 14"/>
                      <wps:cNvSpPr>
                        <a:spLocks noChangeArrowheads="1"/>
                      </wps:cNvSpPr>
                      <wps:spPr bwMode="auto">
                        <a:xfrm>
                          <a:off x="0" y="666750"/>
                          <a:ext cx="6885305" cy="36000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upo 42" o:spid="_x0000_s1033" style="position:absolute;left:0;text-align:left;margin-left:-8.05pt;margin-top:-9.2pt;width:542.15pt;height:55.3pt;z-index:251674112" coordsize="68853,7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">
              <v:rect id="Rectangle 48" o:spid="_x0000_s1034" style="position:absolute;width:58547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wfcMA&#10;AADbAAAADwAAAGRycy9kb3ducmV2LnhtbESP0WrCQBRE3wv9h+UW+lY3RikhuootCgVfbPQDLtlr&#10;Npi9G7KbmPbrXUHwcZiZM8xyPdpGDNT52rGC6SQBQVw6XXOl4HTcfWQgfEDW2DgmBX/kYb16fVli&#10;rt2Vf2koQiUihH2OCkwIbS6lLw1Z9BPXEkfv7DqLIcqukrrDa4TbRqZJ8ikt1hwXDLb0bai8FL2N&#10;lGJusqGvdvvyIP+/0pPtt0Oq1PvbuFmACDSGZ/jR/tEK5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xwfcMAAADbAAAADwAAAAAAAAAAAAAAAACYAgAAZHJzL2Rv&#10;d25yZXYueG1sUEsFBgAAAAAEAAQA9QAAAIgDAAAAAA==&#10;" filled="f" stroked="f">
                <v:textbox inset="0">
                  <w:txbxContent>
                    <w:p w:rsidR="009717AD" w:rsidRPr="001D5837" w:rsidRDefault="00FC49F6" w:rsidP="009548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6666"/>
                          <w:sz w:val="28"/>
                          <w:szCs w:val="30"/>
                        </w:rPr>
                      </w:pPr>
                      <w:r w:rsidRPr="006307CD"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 xml:space="preserve">Estabilidade de </w:t>
                      </w:r>
                      <w:r>
                        <w:rPr>
                          <w:rFonts w:ascii="Arial" w:hAnsi="Arial" w:cs="Arial"/>
                          <w:b/>
                          <w:color w:val="006666"/>
                          <w:sz w:val="28"/>
                          <w:szCs w:val="30"/>
                        </w:rPr>
                        <w:t>Solos e Pilhas de Outros Materiais</w:t>
                      </w:r>
                    </w:p>
                  </w:txbxContent>
                </v:textbox>
              </v:rect>
              <v:rect id="Rectangle 14" o:spid="_x0000_s1035" style="position:absolute;top:6667;width:6885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Ph8QA&#10;AADbAAAADwAAAGRycy9kb3ducmV2LnhtbESPQWvCQBSE7wX/w/IEL0U3StCQuoqIglo8qO39kX1N&#10;otm3Ibtq9Nd3hUKPw8x8w0znranEjRpXWlYwHEQgiDOrS84VfJ3W/QSE88gaK8uk4EEO5rPO2xRT&#10;be98oNvR5yJA2KWooPC+TqV0WUEG3cDWxMH7sY1BH2STS93gPcBNJUdRNJYGSw4LBda0LCi7HK9G&#10;QXJ5/9QxLfB7m6xiuc2fu318VqrXbRcfIDy1/j/8195oBfEEXl/CD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SD4fEAAAA2wAAAA8AAAAAAAAAAAAAAAAAmAIAAGRycy9k&#10;b3ducmV2LnhtbFBLBQYAAAAABAAEAPUAAACJAwAAAAA=&#10;" fillcolor="#066" stroked="f"/>
            </v:group>
          </w:pict>
        </mc:Fallback>
      </mc:AlternateContent>
    </w:r>
  </w:p>
  <w:p w:rsidR="009717AD" w:rsidRDefault="009717AD" w:rsidP="00954889">
    <w:pPr>
      <w:ind w:left="-851"/>
    </w:pPr>
    <w:r>
      <w:rPr>
        <w:noProof/>
      </w:rPr>
      <w:drawing>
        <wp:anchor distT="0" distB="0" distL="114300" distR="114300" simplePos="0" relativeHeight="251662848" behindDoc="0" locked="0" layoutInCell="1" allowOverlap="1" wp14:anchorId="6FD4234A" wp14:editId="385ABAE7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717AD" w:rsidRDefault="009717AD" w:rsidP="00954889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A24598" w:rsidRPr="00614112" w:rsidTr="005253F3">
      <w:tc>
        <w:tcPr>
          <w:tcW w:w="4537" w:type="dxa"/>
        </w:tcPr>
        <w:p w:rsidR="00A24598" w:rsidRPr="00614112" w:rsidRDefault="00FC49F6" w:rsidP="00515D87">
          <w:pPr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FC49F6">
            <w:rPr>
              <w:rFonts w:ascii="Arial" w:hAnsi="Arial" w:cs="Arial"/>
              <w:b/>
              <w:color w:val="005E5B" w:themeColor="text2" w:themeShade="BF"/>
              <w:sz w:val="22"/>
            </w:rPr>
            <w:t>PGS-3212-017</w:t>
          </w:r>
        </w:p>
      </w:tc>
      <w:tc>
        <w:tcPr>
          <w:tcW w:w="3490" w:type="dxa"/>
        </w:tcPr>
        <w:p w:rsidR="00A24598" w:rsidRPr="00A24598" w:rsidRDefault="00A24598" w:rsidP="007D205F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A24598">
            <w:rPr>
              <w:rFonts w:ascii="Arial" w:hAnsi="Arial" w:cs="Arial"/>
              <w:b/>
              <w:color w:val="005E5B" w:themeColor="text2" w:themeShade="BF"/>
              <w:sz w:val="22"/>
            </w:rPr>
            <w:t>Rev.: 0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0</w:t>
          </w:r>
          <w:r w:rsidRPr="00A24598">
            <w:rPr>
              <w:rFonts w:ascii="Arial" w:hAnsi="Arial" w:cs="Arial"/>
              <w:b/>
              <w:color w:val="005E5B" w:themeColor="text2" w:themeShade="BF"/>
              <w:sz w:val="22"/>
            </w:rPr>
            <w:t>-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09</w:t>
          </w:r>
          <w:r w:rsidR="00A23A88">
            <w:rPr>
              <w:rFonts w:ascii="Arial" w:hAnsi="Arial" w:cs="Arial"/>
              <w:b/>
              <w:color w:val="005E5B" w:themeColor="text2" w:themeShade="BF"/>
              <w:sz w:val="22"/>
            </w:rPr>
            <w:t>/</w:t>
          </w:r>
          <w:r w:rsidR="00870465">
            <w:rPr>
              <w:rFonts w:ascii="Arial" w:hAnsi="Arial" w:cs="Arial"/>
              <w:b/>
              <w:color w:val="005E5B" w:themeColor="text2" w:themeShade="BF"/>
              <w:sz w:val="22"/>
            </w:rPr>
            <w:t>0</w:t>
          </w:r>
          <w:r w:rsidR="007D205F">
            <w:rPr>
              <w:rFonts w:ascii="Arial" w:hAnsi="Arial" w:cs="Arial"/>
              <w:b/>
              <w:color w:val="005E5B" w:themeColor="text2" w:themeShade="BF"/>
              <w:sz w:val="22"/>
            </w:rPr>
            <w:t>2</w:t>
          </w:r>
          <w:r w:rsidR="00FC49F6">
            <w:rPr>
              <w:rFonts w:ascii="Arial" w:hAnsi="Arial" w:cs="Arial"/>
              <w:b/>
              <w:color w:val="005E5B" w:themeColor="text2" w:themeShade="BF"/>
              <w:sz w:val="22"/>
            </w:rPr>
            <w:t>/</w:t>
          </w:r>
          <w:r>
            <w:rPr>
              <w:rFonts w:ascii="Arial" w:hAnsi="Arial" w:cs="Arial"/>
              <w:b/>
              <w:color w:val="005E5B" w:themeColor="text2" w:themeShade="BF"/>
              <w:sz w:val="22"/>
            </w:rPr>
            <w:t>201</w:t>
          </w:r>
          <w:r w:rsidR="00870465">
            <w:rPr>
              <w:rFonts w:ascii="Arial" w:hAnsi="Arial" w:cs="Arial"/>
              <w:b/>
              <w:color w:val="005E5B" w:themeColor="text2" w:themeShade="BF"/>
              <w:sz w:val="22"/>
            </w:rPr>
            <w:t>7</w:t>
          </w:r>
        </w:p>
      </w:tc>
      <w:tc>
        <w:tcPr>
          <w:tcW w:w="2888" w:type="dxa"/>
        </w:tcPr>
        <w:p w:rsidR="00A24598" w:rsidRPr="00614112" w:rsidRDefault="00A24598" w:rsidP="005253F3">
          <w:pPr>
            <w:tabs>
              <w:tab w:val="left" w:pos="3060"/>
            </w:tabs>
            <w:jc w:val="right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Pág.: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PAGE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EA26D6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EA26D6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:rsidR="009717AD" w:rsidRPr="001D5837" w:rsidRDefault="009717AD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9717AD" w:rsidRDefault="009717AD">
    <w:pPr>
      <w:rPr>
        <w:sz w:val="2"/>
      </w:rPr>
    </w:pPr>
  </w:p>
  <w:p w:rsidR="009717AD" w:rsidRDefault="009717AD">
    <w:pPr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6D6" w:rsidRPr="006307CD" w:rsidRDefault="00EA26D6" w:rsidP="00EA26D6">
    <w:pPr>
      <w:pStyle w:val="NormalWeb"/>
      <w:spacing w:before="0" w:beforeAutospacing="0" w:after="0" w:afterAutospacing="0"/>
      <w:textAlignment w:val="baseline"/>
      <w:rPr>
        <w:rFonts w:ascii="Arial" w:hAnsi="Arial" w:cs="Arial"/>
        <w:b/>
        <w:color w:val="006666"/>
        <w:sz w:val="28"/>
        <w:szCs w:val="30"/>
      </w:rPr>
    </w:pPr>
    <w:r>
      <w:rPr>
        <w:noProof/>
      </w:rPr>
      <w:drawing>
        <wp:anchor distT="0" distB="0" distL="114300" distR="114300" simplePos="0" relativeHeight="251676160" behindDoc="1" locked="0" layoutInCell="1" allowOverlap="1" wp14:anchorId="3FA9B8C7" wp14:editId="6D226D93">
          <wp:simplePos x="0" y="0"/>
          <wp:positionH relativeFrom="column">
            <wp:posOffset>5705475</wp:posOffset>
          </wp:positionH>
          <wp:positionV relativeFrom="paragraph">
            <wp:posOffset>-286385</wp:posOffset>
          </wp:positionV>
          <wp:extent cx="1163955" cy="542925"/>
          <wp:effectExtent l="0" t="0" r="0" b="9525"/>
          <wp:wrapThrough wrapText="bothSides">
            <wp:wrapPolygon edited="0">
              <wp:start x="0" y="0"/>
              <wp:lineTo x="0" y="21221"/>
              <wp:lineTo x="21211" y="21221"/>
              <wp:lineTo x="21211" y="0"/>
              <wp:lineTo x="0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95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A33E0">
      <w:rPr>
        <w:rFonts w:ascii="Arial" w:hAnsi="Arial" w:cs="Arial"/>
        <w:b/>
        <w:color w:val="006666"/>
        <w:sz w:val="28"/>
        <w:szCs w:val="30"/>
      </w:rPr>
      <w:t>Inspeção Diária das Condições de Segurança das Pilhas de Produtos</w:t>
    </w:r>
  </w:p>
  <w:p w:rsidR="009717AD" w:rsidRPr="00EA26D6" w:rsidRDefault="009717AD" w:rsidP="00EA26D6">
    <w:r>
      <w:rPr>
        <w:noProof/>
      </w:rPr>
      <w:drawing>
        <wp:anchor distT="0" distB="0" distL="114300" distR="114300" simplePos="0" relativeHeight="251648512" behindDoc="0" locked="0" layoutInCell="1" allowOverlap="1" wp14:anchorId="6B8778F3" wp14:editId="4737E58F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3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26D6">
      <w:rPr>
        <w:rFonts w:ascii="Arial" w:hAnsi="Arial" w:cs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-102234</wp:posOffset>
              </wp:positionH>
              <wp:positionV relativeFrom="paragraph">
                <wp:posOffset>155167</wp:posOffset>
              </wp:positionV>
              <wp:extent cx="6885304" cy="35977"/>
              <wp:effectExtent l="0" t="0" r="0" b="2540"/>
              <wp:wrapNone/>
              <wp:docPr id="13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85304" cy="35977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  <a:extLst/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9D5C45" id="Rectangle 14" o:spid="_x0000_s1026" style="position:absolute;margin-left:-8.05pt;margin-top:12.2pt;width:542.15pt;height:2.8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" fillcolor="#066" stroked="f"/>
          </w:pict>
        </mc:Fallback>
      </mc:AlternateContent>
    </w: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FC49F6" w:rsidRPr="00614112" w:rsidTr="00614112">
      <w:tc>
        <w:tcPr>
          <w:tcW w:w="4537" w:type="dxa"/>
        </w:tcPr>
        <w:p w:rsidR="00FC49F6" w:rsidRPr="007D205F" w:rsidRDefault="00BA33E0" w:rsidP="00BA33E0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BA33E0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>Anexo 1 do PGS-3212-017</w:t>
          </w:r>
          <w:r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</w:t>
          </w:r>
        </w:p>
      </w:tc>
      <w:tc>
        <w:tcPr>
          <w:tcW w:w="3490" w:type="dxa"/>
        </w:tcPr>
        <w:p w:rsidR="00FC49F6" w:rsidRPr="007D205F" w:rsidRDefault="00FC49F6" w:rsidP="007D205F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</w:p>
      </w:tc>
      <w:tc>
        <w:tcPr>
          <w:tcW w:w="2888" w:type="dxa"/>
        </w:tcPr>
        <w:p w:rsidR="00FC49F6" w:rsidRPr="007D205F" w:rsidRDefault="00FC49F6" w:rsidP="00614112">
          <w:pPr>
            <w:tabs>
              <w:tab w:val="left" w:pos="3060"/>
            </w:tabs>
            <w:jc w:val="right"/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</w:pP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Pág.: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PAGE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EA26D6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1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t xml:space="preserve"> de 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begin"/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instrText>NUMPAGES  \* Arabic  \* MERGEFORMAT</w:instrTex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separate"/>
          </w:r>
          <w:r w:rsidR="00EA26D6">
            <w:rPr>
              <w:rFonts w:asciiTheme="minorHAnsi" w:hAnsiTheme="minorHAnsi" w:cstheme="minorHAnsi"/>
              <w:b/>
              <w:noProof/>
              <w:color w:val="005E5B" w:themeColor="text2" w:themeShade="BF"/>
              <w:sz w:val="22"/>
            </w:rPr>
            <w:t>2</w:t>
          </w:r>
          <w:r w:rsidRPr="007D205F">
            <w:rPr>
              <w:rFonts w:asciiTheme="minorHAnsi" w:hAnsiTheme="minorHAnsi" w:cstheme="minorHAnsi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:rsidR="009717AD" w:rsidRPr="007D205F" w:rsidRDefault="009717AD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62CB7A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93A58"/>
    <w:multiLevelType w:val="hybridMultilevel"/>
    <w:tmpl w:val="FD462A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E4F2A"/>
    <w:multiLevelType w:val="hybridMultilevel"/>
    <w:tmpl w:val="7C0669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15DE2"/>
    <w:multiLevelType w:val="multilevel"/>
    <w:tmpl w:val="8F08908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0A9438C"/>
    <w:multiLevelType w:val="hybridMultilevel"/>
    <w:tmpl w:val="05F6EBC0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D357C1"/>
    <w:multiLevelType w:val="hybridMultilevel"/>
    <w:tmpl w:val="51127B88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B604B"/>
    <w:multiLevelType w:val="hybridMultilevel"/>
    <w:tmpl w:val="12664B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249F6"/>
    <w:multiLevelType w:val="hybridMultilevel"/>
    <w:tmpl w:val="E9C484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-182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A02CFE"/>
    <w:multiLevelType w:val="hybridMultilevel"/>
    <w:tmpl w:val="7B62D0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32787"/>
    <w:multiLevelType w:val="hybridMultilevel"/>
    <w:tmpl w:val="62665E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E6A8D"/>
    <w:multiLevelType w:val="hybridMultilevel"/>
    <w:tmpl w:val="FFC0252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D4B21C2"/>
    <w:multiLevelType w:val="hybridMultilevel"/>
    <w:tmpl w:val="A75E59D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878E1"/>
    <w:multiLevelType w:val="hybridMultilevel"/>
    <w:tmpl w:val="695EA44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0387E"/>
    <w:multiLevelType w:val="hybridMultilevel"/>
    <w:tmpl w:val="13668AB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2A4BFE"/>
    <w:multiLevelType w:val="hybridMultilevel"/>
    <w:tmpl w:val="45008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11075"/>
    <w:multiLevelType w:val="multilevel"/>
    <w:tmpl w:val="F7700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2A6A37"/>
    <w:multiLevelType w:val="hybridMultilevel"/>
    <w:tmpl w:val="F71EE3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B12C5"/>
    <w:multiLevelType w:val="hybridMultilevel"/>
    <w:tmpl w:val="6E36909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1E2E"/>
    <w:multiLevelType w:val="hybridMultilevel"/>
    <w:tmpl w:val="192059D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EF3A66"/>
    <w:multiLevelType w:val="hybridMultilevel"/>
    <w:tmpl w:val="31F2818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3" w15:restartNumberingAfterBreak="0">
    <w:nsid w:val="57594374"/>
    <w:multiLevelType w:val="hybridMultilevel"/>
    <w:tmpl w:val="740680B2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644CE3"/>
    <w:multiLevelType w:val="hybridMultilevel"/>
    <w:tmpl w:val="AAEA676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218F4"/>
    <w:multiLevelType w:val="hybridMultilevel"/>
    <w:tmpl w:val="051C513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E13AF9"/>
    <w:multiLevelType w:val="hybridMultilevel"/>
    <w:tmpl w:val="66A66EF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3"/>
  </w:num>
  <w:num w:numId="5">
    <w:abstractNumId w:val="0"/>
  </w:num>
  <w:num w:numId="6">
    <w:abstractNumId w:val="24"/>
  </w:num>
  <w:num w:numId="7">
    <w:abstractNumId w:val="21"/>
  </w:num>
  <w:num w:numId="8">
    <w:abstractNumId w:val="14"/>
  </w:num>
  <w:num w:numId="9">
    <w:abstractNumId w:val="20"/>
  </w:num>
  <w:num w:numId="10">
    <w:abstractNumId w:val="23"/>
  </w:num>
  <w:num w:numId="11">
    <w:abstractNumId w:val="26"/>
  </w:num>
  <w:num w:numId="12">
    <w:abstractNumId w:val="19"/>
  </w:num>
  <w:num w:numId="13">
    <w:abstractNumId w:val="25"/>
  </w:num>
  <w:num w:numId="14">
    <w:abstractNumId w:val="22"/>
  </w:num>
  <w:num w:numId="15">
    <w:abstractNumId w:val="13"/>
  </w:num>
  <w:num w:numId="16">
    <w:abstractNumId w:val="6"/>
  </w:num>
  <w:num w:numId="17">
    <w:abstractNumId w:val="2"/>
  </w:num>
  <w:num w:numId="18">
    <w:abstractNumId w:val="1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9"/>
  </w:num>
  <w:num w:numId="32">
    <w:abstractNumId w:val="15"/>
  </w:num>
  <w:num w:numId="33">
    <w:abstractNumId w:val="4"/>
  </w:num>
  <w:num w:numId="34">
    <w:abstractNumId w:val="1"/>
  </w:num>
  <w:num w:numId="35">
    <w:abstractNumId w:val="7"/>
  </w:num>
  <w:num w:numId="36">
    <w:abstractNumId w:val="17"/>
  </w:num>
  <w:num w:numId="37">
    <w:abstractNumId w:val="5"/>
  </w:num>
  <w:num w:numId="38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ROVER" w:val="Ana Lucia Silva Taveira"/>
    <w:docVar w:name="CONSENT" w:val="Ernani da Paixão Espirito Santo"/>
    <w:docVar w:name="DATEREV" w:val="20/02/2017"/>
    <w:docVar w:name="DOC" w:val="PGS-3212-017"/>
    <w:docVar w:name="ELABFUNCTION" w:val="Engenheiro de Segurança do Trabalho Sr"/>
    <w:docVar w:name="ELABORATOR" w:val="Luciana Pereira Ramos"/>
    <w:docVar w:name="ELABUSERFUNCTION" w:val="Luciana Pereira Ramos - Engenheiro de Segurança do Trabalho Sr"/>
    <w:docVar w:name="IDLOGINCURRENT" w:val="ana.cacheado"/>
    <w:docVar w:name="NMUSERCURRENT" w:val="Ana Altiva Cacheado"/>
    <w:docVar w:name="NRCOPY" w:val="1"/>
    <w:docVar w:name="REV" w:val="00"/>
    <w:docVar w:name="TITLE" w:val="Estabilidade de Solos e Pilhas de Outros Materiais"/>
  </w:docVars>
  <w:rsids>
    <w:rsidRoot w:val="00272880"/>
    <w:rsid w:val="0000232D"/>
    <w:rsid w:val="00002449"/>
    <w:rsid w:val="00004119"/>
    <w:rsid w:val="000076BF"/>
    <w:rsid w:val="00007D64"/>
    <w:rsid w:val="00007E27"/>
    <w:rsid w:val="000114A2"/>
    <w:rsid w:val="00012F55"/>
    <w:rsid w:val="00012FCA"/>
    <w:rsid w:val="0001302D"/>
    <w:rsid w:val="000133C3"/>
    <w:rsid w:val="00013BF3"/>
    <w:rsid w:val="0001464A"/>
    <w:rsid w:val="00015618"/>
    <w:rsid w:val="0001703A"/>
    <w:rsid w:val="000177BB"/>
    <w:rsid w:val="0002087D"/>
    <w:rsid w:val="00030608"/>
    <w:rsid w:val="00033167"/>
    <w:rsid w:val="000345E0"/>
    <w:rsid w:val="00037068"/>
    <w:rsid w:val="00042FA1"/>
    <w:rsid w:val="00043676"/>
    <w:rsid w:val="00045F12"/>
    <w:rsid w:val="000461B5"/>
    <w:rsid w:val="00046691"/>
    <w:rsid w:val="00047184"/>
    <w:rsid w:val="0005171B"/>
    <w:rsid w:val="00051EED"/>
    <w:rsid w:val="00052B82"/>
    <w:rsid w:val="0005417E"/>
    <w:rsid w:val="00061871"/>
    <w:rsid w:val="00065B9E"/>
    <w:rsid w:val="00072898"/>
    <w:rsid w:val="000768E4"/>
    <w:rsid w:val="000818AF"/>
    <w:rsid w:val="00082184"/>
    <w:rsid w:val="0008274C"/>
    <w:rsid w:val="0008674F"/>
    <w:rsid w:val="000867B1"/>
    <w:rsid w:val="00087710"/>
    <w:rsid w:val="00091827"/>
    <w:rsid w:val="00093005"/>
    <w:rsid w:val="00094A77"/>
    <w:rsid w:val="00097986"/>
    <w:rsid w:val="000A0C68"/>
    <w:rsid w:val="000A1C5E"/>
    <w:rsid w:val="000A4FCE"/>
    <w:rsid w:val="000A5AFF"/>
    <w:rsid w:val="000A66DD"/>
    <w:rsid w:val="000A6CEA"/>
    <w:rsid w:val="000B08CF"/>
    <w:rsid w:val="000B22FA"/>
    <w:rsid w:val="000B5EBD"/>
    <w:rsid w:val="000C1EB4"/>
    <w:rsid w:val="000C224A"/>
    <w:rsid w:val="000C2FC9"/>
    <w:rsid w:val="000C62B7"/>
    <w:rsid w:val="000C7785"/>
    <w:rsid w:val="000D17D0"/>
    <w:rsid w:val="000D215A"/>
    <w:rsid w:val="000D2C1D"/>
    <w:rsid w:val="000D3005"/>
    <w:rsid w:val="000D339C"/>
    <w:rsid w:val="000D6437"/>
    <w:rsid w:val="000D69A5"/>
    <w:rsid w:val="000E20D4"/>
    <w:rsid w:val="000E2B28"/>
    <w:rsid w:val="000E632E"/>
    <w:rsid w:val="000E6F3C"/>
    <w:rsid w:val="000E7284"/>
    <w:rsid w:val="000E7891"/>
    <w:rsid w:val="000F07AC"/>
    <w:rsid w:val="000F11BB"/>
    <w:rsid w:val="000F2D94"/>
    <w:rsid w:val="000F4290"/>
    <w:rsid w:val="001062C1"/>
    <w:rsid w:val="00107703"/>
    <w:rsid w:val="0011077E"/>
    <w:rsid w:val="00110F71"/>
    <w:rsid w:val="00111AC5"/>
    <w:rsid w:val="00112FC5"/>
    <w:rsid w:val="001131D2"/>
    <w:rsid w:val="00115E34"/>
    <w:rsid w:val="00121CAD"/>
    <w:rsid w:val="00122143"/>
    <w:rsid w:val="001240A0"/>
    <w:rsid w:val="0013259E"/>
    <w:rsid w:val="00132928"/>
    <w:rsid w:val="00133FA4"/>
    <w:rsid w:val="001347E2"/>
    <w:rsid w:val="00134F56"/>
    <w:rsid w:val="00136416"/>
    <w:rsid w:val="0013717D"/>
    <w:rsid w:val="001373FF"/>
    <w:rsid w:val="00137A0A"/>
    <w:rsid w:val="00137A78"/>
    <w:rsid w:val="00141020"/>
    <w:rsid w:val="0014175D"/>
    <w:rsid w:val="001421A1"/>
    <w:rsid w:val="00142A72"/>
    <w:rsid w:val="00142AD8"/>
    <w:rsid w:val="00144F30"/>
    <w:rsid w:val="001450C9"/>
    <w:rsid w:val="00146F27"/>
    <w:rsid w:val="00151F57"/>
    <w:rsid w:val="00154E2A"/>
    <w:rsid w:val="0015596C"/>
    <w:rsid w:val="00155E76"/>
    <w:rsid w:val="001605C2"/>
    <w:rsid w:val="00162422"/>
    <w:rsid w:val="0016246B"/>
    <w:rsid w:val="00162952"/>
    <w:rsid w:val="001635AF"/>
    <w:rsid w:val="0016423B"/>
    <w:rsid w:val="0016630B"/>
    <w:rsid w:val="00167348"/>
    <w:rsid w:val="0017173B"/>
    <w:rsid w:val="00173555"/>
    <w:rsid w:val="00173653"/>
    <w:rsid w:val="00175612"/>
    <w:rsid w:val="00176A85"/>
    <w:rsid w:val="00176B0F"/>
    <w:rsid w:val="00177FE5"/>
    <w:rsid w:val="00180774"/>
    <w:rsid w:val="00181A3D"/>
    <w:rsid w:val="00181FD3"/>
    <w:rsid w:val="00182A84"/>
    <w:rsid w:val="001835F4"/>
    <w:rsid w:val="00184CEB"/>
    <w:rsid w:val="00186D9A"/>
    <w:rsid w:val="00187607"/>
    <w:rsid w:val="00187F17"/>
    <w:rsid w:val="001925FB"/>
    <w:rsid w:val="00193D48"/>
    <w:rsid w:val="00195D0B"/>
    <w:rsid w:val="0019635C"/>
    <w:rsid w:val="00196CF1"/>
    <w:rsid w:val="001A0334"/>
    <w:rsid w:val="001A0CE7"/>
    <w:rsid w:val="001A109A"/>
    <w:rsid w:val="001A1F42"/>
    <w:rsid w:val="001A2399"/>
    <w:rsid w:val="001A33B1"/>
    <w:rsid w:val="001A43C2"/>
    <w:rsid w:val="001A4F4C"/>
    <w:rsid w:val="001A5CC1"/>
    <w:rsid w:val="001B0517"/>
    <w:rsid w:val="001B1899"/>
    <w:rsid w:val="001B2A10"/>
    <w:rsid w:val="001B7CAF"/>
    <w:rsid w:val="001B7DE5"/>
    <w:rsid w:val="001C06EC"/>
    <w:rsid w:val="001C63AF"/>
    <w:rsid w:val="001C792C"/>
    <w:rsid w:val="001C7C82"/>
    <w:rsid w:val="001D00CD"/>
    <w:rsid w:val="001D0891"/>
    <w:rsid w:val="001D0C04"/>
    <w:rsid w:val="001D4334"/>
    <w:rsid w:val="001D5837"/>
    <w:rsid w:val="001D6515"/>
    <w:rsid w:val="001E126F"/>
    <w:rsid w:val="001E21D0"/>
    <w:rsid w:val="001E2F01"/>
    <w:rsid w:val="001E75A0"/>
    <w:rsid w:val="001F3A17"/>
    <w:rsid w:val="001F3EA0"/>
    <w:rsid w:val="001F5247"/>
    <w:rsid w:val="00200ADE"/>
    <w:rsid w:val="00201BAB"/>
    <w:rsid w:val="00203117"/>
    <w:rsid w:val="00212409"/>
    <w:rsid w:val="0021243D"/>
    <w:rsid w:val="0021585A"/>
    <w:rsid w:val="0022020D"/>
    <w:rsid w:val="0022076E"/>
    <w:rsid w:val="00222E4C"/>
    <w:rsid w:val="00226810"/>
    <w:rsid w:val="00232636"/>
    <w:rsid w:val="00232EC2"/>
    <w:rsid w:val="002334A9"/>
    <w:rsid w:val="002338F0"/>
    <w:rsid w:val="00234A65"/>
    <w:rsid w:val="00236B74"/>
    <w:rsid w:val="00237D2D"/>
    <w:rsid w:val="0024227A"/>
    <w:rsid w:val="0024305A"/>
    <w:rsid w:val="00243AA4"/>
    <w:rsid w:val="00245F19"/>
    <w:rsid w:val="00246AD5"/>
    <w:rsid w:val="00252B5C"/>
    <w:rsid w:val="002543B8"/>
    <w:rsid w:val="00256C06"/>
    <w:rsid w:val="00256C85"/>
    <w:rsid w:val="00256ED5"/>
    <w:rsid w:val="00256FE5"/>
    <w:rsid w:val="002613A4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1DD3"/>
    <w:rsid w:val="00292953"/>
    <w:rsid w:val="0029296A"/>
    <w:rsid w:val="0029430E"/>
    <w:rsid w:val="00294383"/>
    <w:rsid w:val="0029487D"/>
    <w:rsid w:val="00295581"/>
    <w:rsid w:val="00295D59"/>
    <w:rsid w:val="00296DA8"/>
    <w:rsid w:val="002973FB"/>
    <w:rsid w:val="00297C84"/>
    <w:rsid w:val="002A1293"/>
    <w:rsid w:val="002A3D4F"/>
    <w:rsid w:val="002A7D43"/>
    <w:rsid w:val="002B0036"/>
    <w:rsid w:val="002B03FB"/>
    <w:rsid w:val="002B13C9"/>
    <w:rsid w:val="002B2277"/>
    <w:rsid w:val="002B54A5"/>
    <w:rsid w:val="002B62AD"/>
    <w:rsid w:val="002B7101"/>
    <w:rsid w:val="002B7DB0"/>
    <w:rsid w:val="002C029C"/>
    <w:rsid w:val="002C0748"/>
    <w:rsid w:val="002C0971"/>
    <w:rsid w:val="002C1073"/>
    <w:rsid w:val="002C27E7"/>
    <w:rsid w:val="002C30C5"/>
    <w:rsid w:val="002C709D"/>
    <w:rsid w:val="002D3650"/>
    <w:rsid w:val="002D7298"/>
    <w:rsid w:val="002E0192"/>
    <w:rsid w:val="002E0F97"/>
    <w:rsid w:val="002E2D51"/>
    <w:rsid w:val="002E3718"/>
    <w:rsid w:val="002E49AF"/>
    <w:rsid w:val="002E56AB"/>
    <w:rsid w:val="002E5823"/>
    <w:rsid w:val="002E5FDB"/>
    <w:rsid w:val="002E655B"/>
    <w:rsid w:val="002E6990"/>
    <w:rsid w:val="002E6E57"/>
    <w:rsid w:val="002E7E99"/>
    <w:rsid w:val="002F3120"/>
    <w:rsid w:val="002F35A7"/>
    <w:rsid w:val="002F614A"/>
    <w:rsid w:val="002F6A7D"/>
    <w:rsid w:val="002F7DF4"/>
    <w:rsid w:val="00302A9C"/>
    <w:rsid w:val="003033EB"/>
    <w:rsid w:val="00306D5C"/>
    <w:rsid w:val="0030745C"/>
    <w:rsid w:val="00313501"/>
    <w:rsid w:val="003141B7"/>
    <w:rsid w:val="00320D67"/>
    <w:rsid w:val="003211DD"/>
    <w:rsid w:val="00323F84"/>
    <w:rsid w:val="00323FC4"/>
    <w:rsid w:val="0032527F"/>
    <w:rsid w:val="00326530"/>
    <w:rsid w:val="003265E4"/>
    <w:rsid w:val="00331330"/>
    <w:rsid w:val="003331F5"/>
    <w:rsid w:val="0033500E"/>
    <w:rsid w:val="00340239"/>
    <w:rsid w:val="0034136B"/>
    <w:rsid w:val="00341FC9"/>
    <w:rsid w:val="0034409A"/>
    <w:rsid w:val="00350237"/>
    <w:rsid w:val="003505A7"/>
    <w:rsid w:val="0035152D"/>
    <w:rsid w:val="00352422"/>
    <w:rsid w:val="00356FE7"/>
    <w:rsid w:val="003575DA"/>
    <w:rsid w:val="0035794F"/>
    <w:rsid w:val="00362BA6"/>
    <w:rsid w:val="00366BCA"/>
    <w:rsid w:val="00367273"/>
    <w:rsid w:val="003700FD"/>
    <w:rsid w:val="003701D3"/>
    <w:rsid w:val="003713D1"/>
    <w:rsid w:val="00373988"/>
    <w:rsid w:val="00373A6C"/>
    <w:rsid w:val="00373BB6"/>
    <w:rsid w:val="00374B56"/>
    <w:rsid w:val="003828C3"/>
    <w:rsid w:val="00382BF5"/>
    <w:rsid w:val="00382D04"/>
    <w:rsid w:val="0038350C"/>
    <w:rsid w:val="00385E29"/>
    <w:rsid w:val="00390A85"/>
    <w:rsid w:val="0039183F"/>
    <w:rsid w:val="00392163"/>
    <w:rsid w:val="00393C6B"/>
    <w:rsid w:val="00397E7A"/>
    <w:rsid w:val="003A07FF"/>
    <w:rsid w:val="003A222F"/>
    <w:rsid w:val="003A4198"/>
    <w:rsid w:val="003A461A"/>
    <w:rsid w:val="003A7873"/>
    <w:rsid w:val="003B4684"/>
    <w:rsid w:val="003C05C0"/>
    <w:rsid w:val="003C1028"/>
    <w:rsid w:val="003C5641"/>
    <w:rsid w:val="003D072B"/>
    <w:rsid w:val="003D487A"/>
    <w:rsid w:val="003D4E2C"/>
    <w:rsid w:val="003E0498"/>
    <w:rsid w:val="003E1A86"/>
    <w:rsid w:val="003E2D93"/>
    <w:rsid w:val="003E47C7"/>
    <w:rsid w:val="003E557E"/>
    <w:rsid w:val="003E71CA"/>
    <w:rsid w:val="003F1522"/>
    <w:rsid w:val="003F178F"/>
    <w:rsid w:val="003F3B3F"/>
    <w:rsid w:val="003F3B47"/>
    <w:rsid w:val="003F60B8"/>
    <w:rsid w:val="003F67BF"/>
    <w:rsid w:val="00400209"/>
    <w:rsid w:val="00400285"/>
    <w:rsid w:val="00402C49"/>
    <w:rsid w:val="00404B11"/>
    <w:rsid w:val="0040504D"/>
    <w:rsid w:val="0041534F"/>
    <w:rsid w:val="00423AD6"/>
    <w:rsid w:val="0042501E"/>
    <w:rsid w:val="00425A8A"/>
    <w:rsid w:val="0043051E"/>
    <w:rsid w:val="004315E7"/>
    <w:rsid w:val="004339B5"/>
    <w:rsid w:val="004345F9"/>
    <w:rsid w:val="00434642"/>
    <w:rsid w:val="00434E27"/>
    <w:rsid w:val="004372F9"/>
    <w:rsid w:val="00437864"/>
    <w:rsid w:val="0044113F"/>
    <w:rsid w:val="00441770"/>
    <w:rsid w:val="00442A1D"/>
    <w:rsid w:val="0044314D"/>
    <w:rsid w:val="0044621B"/>
    <w:rsid w:val="00446703"/>
    <w:rsid w:val="004475DD"/>
    <w:rsid w:val="0045429A"/>
    <w:rsid w:val="00454DB3"/>
    <w:rsid w:val="00456232"/>
    <w:rsid w:val="004605C8"/>
    <w:rsid w:val="004609EF"/>
    <w:rsid w:val="0046228E"/>
    <w:rsid w:val="00463483"/>
    <w:rsid w:val="00464840"/>
    <w:rsid w:val="0046572E"/>
    <w:rsid w:val="00466C1C"/>
    <w:rsid w:val="004712EE"/>
    <w:rsid w:val="004728AD"/>
    <w:rsid w:val="00476F56"/>
    <w:rsid w:val="004813FF"/>
    <w:rsid w:val="00482D5E"/>
    <w:rsid w:val="0048695A"/>
    <w:rsid w:val="0049070C"/>
    <w:rsid w:val="004920FD"/>
    <w:rsid w:val="00492AF1"/>
    <w:rsid w:val="004977E8"/>
    <w:rsid w:val="004A50AF"/>
    <w:rsid w:val="004A62F0"/>
    <w:rsid w:val="004A635B"/>
    <w:rsid w:val="004B0288"/>
    <w:rsid w:val="004B14CD"/>
    <w:rsid w:val="004B3639"/>
    <w:rsid w:val="004B3A17"/>
    <w:rsid w:val="004B3F9A"/>
    <w:rsid w:val="004B499F"/>
    <w:rsid w:val="004B50C6"/>
    <w:rsid w:val="004B5A42"/>
    <w:rsid w:val="004C027E"/>
    <w:rsid w:val="004C03D8"/>
    <w:rsid w:val="004C1B81"/>
    <w:rsid w:val="004C26EE"/>
    <w:rsid w:val="004C2939"/>
    <w:rsid w:val="004C64B8"/>
    <w:rsid w:val="004C658E"/>
    <w:rsid w:val="004D1DD1"/>
    <w:rsid w:val="004D5B5A"/>
    <w:rsid w:val="004E2959"/>
    <w:rsid w:val="004E359F"/>
    <w:rsid w:val="004E5461"/>
    <w:rsid w:val="004E6FAF"/>
    <w:rsid w:val="004F03CA"/>
    <w:rsid w:val="004F1078"/>
    <w:rsid w:val="004F11D3"/>
    <w:rsid w:val="004F3438"/>
    <w:rsid w:val="004F448C"/>
    <w:rsid w:val="004F6611"/>
    <w:rsid w:val="004F7C93"/>
    <w:rsid w:val="00500DB7"/>
    <w:rsid w:val="005034BE"/>
    <w:rsid w:val="00505268"/>
    <w:rsid w:val="00505427"/>
    <w:rsid w:val="005072F5"/>
    <w:rsid w:val="005107CC"/>
    <w:rsid w:val="00511005"/>
    <w:rsid w:val="0051496D"/>
    <w:rsid w:val="00514E41"/>
    <w:rsid w:val="005156FC"/>
    <w:rsid w:val="00515D87"/>
    <w:rsid w:val="005178C2"/>
    <w:rsid w:val="00520F85"/>
    <w:rsid w:val="00521C26"/>
    <w:rsid w:val="00530D71"/>
    <w:rsid w:val="005327BC"/>
    <w:rsid w:val="00534C20"/>
    <w:rsid w:val="0053789C"/>
    <w:rsid w:val="005406FC"/>
    <w:rsid w:val="0054134E"/>
    <w:rsid w:val="00542CEB"/>
    <w:rsid w:val="0054394B"/>
    <w:rsid w:val="0055111E"/>
    <w:rsid w:val="005512B2"/>
    <w:rsid w:val="0055753B"/>
    <w:rsid w:val="005621E7"/>
    <w:rsid w:val="00562654"/>
    <w:rsid w:val="00565924"/>
    <w:rsid w:val="00565FBF"/>
    <w:rsid w:val="005663E1"/>
    <w:rsid w:val="00567973"/>
    <w:rsid w:val="0057061C"/>
    <w:rsid w:val="00573C53"/>
    <w:rsid w:val="00574F4C"/>
    <w:rsid w:val="00577464"/>
    <w:rsid w:val="0057757D"/>
    <w:rsid w:val="00580123"/>
    <w:rsid w:val="00580CA5"/>
    <w:rsid w:val="0058217B"/>
    <w:rsid w:val="00583C8E"/>
    <w:rsid w:val="00584F8D"/>
    <w:rsid w:val="005914D1"/>
    <w:rsid w:val="00591CE3"/>
    <w:rsid w:val="00592A5F"/>
    <w:rsid w:val="005944A0"/>
    <w:rsid w:val="005944C0"/>
    <w:rsid w:val="00595D86"/>
    <w:rsid w:val="00596A03"/>
    <w:rsid w:val="00596FD5"/>
    <w:rsid w:val="00597087"/>
    <w:rsid w:val="005A00D6"/>
    <w:rsid w:val="005A0169"/>
    <w:rsid w:val="005A289C"/>
    <w:rsid w:val="005A3236"/>
    <w:rsid w:val="005A3E73"/>
    <w:rsid w:val="005A57F3"/>
    <w:rsid w:val="005A5946"/>
    <w:rsid w:val="005B001A"/>
    <w:rsid w:val="005B21DF"/>
    <w:rsid w:val="005B2C4F"/>
    <w:rsid w:val="005B3810"/>
    <w:rsid w:val="005B550C"/>
    <w:rsid w:val="005B6B72"/>
    <w:rsid w:val="005B6CB2"/>
    <w:rsid w:val="005C1FFA"/>
    <w:rsid w:val="005C2B35"/>
    <w:rsid w:val="005C35AB"/>
    <w:rsid w:val="005C35FB"/>
    <w:rsid w:val="005C7CDE"/>
    <w:rsid w:val="005D228E"/>
    <w:rsid w:val="005D2757"/>
    <w:rsid w:val="005D5FCB"/>
    <w:rsid w:val="005D61BB"/>
    <w:rsid w:val="005E17DE"/>
    <w:rsid w:val="005E4132"/>
    <w:rsid w:val="005E6E81"/>
    <w:rsid w:val="005F5B44"/>
    <w:rsid w:val="0060623C"/>
    <w:rsid w:val="00607FBD"/>
    <w:rsid w:val="006118A1"/>
    <w:rsid w:val="00612B6C"/>
    <w:rsid w:val="006130E2"/>
    <w:rsid w:val="00614112"/>
    <w:rsid w:val="0061610C"/>
    <w:rsid w:val="0061638A"/>
    <w:rsid w:val="00616F26"/>
    <w:rsid w:val="00620515"/>
    <w:rsid w:val="006226F0"/>
    <w:rsid w:val="0062347F"/>
    <w:rsid w:val="00626FDF"/>
    <w:rsid w:val="006307CD"/>
    <w:rsid w:val="00635B9E"/>
    <w:rsid w:val="00635CD5"/>
    <w:rsid w:val="00635DC8"/>
    <w:rsid w:val="006413D8"/>
    <w:rsid w:val="00641F53"/>
    <w:rsid w:val="00642921"/>
    <w:rsid w:val="00645895"/>
    <w:rsid w:val="006478D1"/>
    <w:rsid w:val="00647C11"/>
    <w:rsid w:val="006540BC"/>
    <w:rsid w:val="006554A2"/>
    <w:rsid w:val="00655B96"/>
    <w:rsid w:val="0066278A"/>
    <w:rsid w:val="006627B0"/>
    <w:rsid w:val="006636E8"/>
    <w:rsid w:val="0066524D"/>
    <w:rsid w:val="00667B72"/>
    <w:rsid w:val="00667C8D"/>
    <w:rsid w:val="00670D28"/>
    <w:rsid w:val="006725D2"/>
    <w:rsid w:val="00673BB4"/>
    <w:rsid w:val="00674F53"/>
    <w:rsid w:val="00675B49"/>
    <w:rsid w:val="00681F98"/>
    <w:rsid w:val="00682DE6"/>
    <w:rsid w:val="00682FC7"/>
    <w:rsid w:val="00683627"/>
    <w:rsid w:val="006838A8"/>
    <w:rsid w:val="00686DB8"/>
    <w:rsid w:val="00690D18"/>
    <w:rsid w:val="00692606"/>
    <w:rsid w:val="00692D4E"/>
    <w:rsid w:val="00695987"/>
    <w:rsid w:val="00697559"/>
    <w:rsid w:val="006A2087"/>
    <w:rsid w:val="006A21F1"/>
    <w:rsid w:val="006A4ACD"/>
    <w:rsid w:val="006A6C2C"/>
    <w:rsid w:val="006B1083"/>
    <w:rsid w:val="006B2BB0"/>
    <w:rsid w:val="006B327C"/>
    <w:rsid w:val="006B5002"/>
    <w:rsid w:val="006B51FF"/>
    <w:rsid w:val="006B578D"/>
    <w:rsid w:val="006B6620"/>
    <w:rsid w:val="006B781A"/>
    <w:rsid w:val="006B7B32"/>
    <w:rsid w:val="006C0D92"/>
    <w:rsid w:val="006C1D04"/>
    <w:rsid w:val="006C2593"/>
    <w:rsid w:val="006C29D2"/>
    <w:rsid w:val="006C4837"/>
    <w:rsid w:val="006D08B8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263E3"/>
    <w:rsid w:val="0073101F"/>
    <w:rsid w:val="007336E3"/>
    <w:rsid w:val="00734961"/>
    <w:rsid w:val="007351CF"/>
    <w:rsid w:val="00735D9E"/>
    <w:rsid w:val="00740FBC"/>
    <w:rsid w:val="00742577"/>
    <w:rsid w:val="007438AC"/>
    <w:rsid w:val="00745CD6"/>
    <w:rsid w:val="00747DA0"/>
    <w:rsid w:val="00750522"/>
    <w:rsid w:val="00753718"/>
    <w:rsid w:val="00755929"/>
    <w:rsid w:val="00760023"/>
    <w:rsid w:val="0076026F"/>
    <w:rsid w:val="00761DDA"/>
    <w:rsid w:val="00762E0E"/>
    <w:rsid w:val="00764ED1"/>
    <w:rsid w:val="00767B20"/>
    <w:rsid w:val="00771254"/>
    <w:rsid w:val="00771EE3"/>
    <w:rsid w:val="0077244D"/>
    <w:rsid w:val="00773BA1"/>
    <w:rsid w:val="00774B0C"/>
    <w:rsid w:val="00775501"/>
    <w:rsid w:val="0077582D"/>
    <w:rsid w:val="00776C92"/>
    <w:rsid w:val="00776F7F"/>
    <w:rsid w:val="00780CF5"/>
    <w:rsid w:val="007837CB"/>
    <w:rsid w:val="007843F2"/>
    <w:rsid w:val="00785E7D"/>
    <w:rsid w:val="0078728B"/>
    <w:rsid w:val="007876F1"/>
    <w:rsid w:val="007909F2"/>
    <w:rsid w:val="00791E0D"/>
    <w:rsid w:val="00794A6E"/>
    <w:rsid w:val="00796A0F"/>
    <w:rsid w:val="007A01D9"/>
    <w:rsid w:val="007A244A"/>
    <w:rsid w:val="007A452E"/>
    <w:rsid w:val="007A46D5"/>
    <w:rsid w:val="007A6223"/>
    <w:rsid w:val="007A66CE"/>
    <w:rsid w:val="007A6A80"/>
    <w:rsid w:val="007B1850"/>
    <w:rsid w:val="007B2155"/>
    <w:rsid w:val="007B2C64"/>
    <w:rsid w:val="007B485A"/>
    <w:rsid w:val="007B5383"/>
    <w:rsid w:val="007B62D8"/>
    <w:rsid w:val="007B6F97"/>
    <w:rsid w:val="007B71F0"/>
    <w:rsid w:val="007C0F04"/>
    <w:rsid w:val="007C1BFB"/>
    <w:rsid w:val="007C2F39"/>
    <w:rsid w:val="007C3C84"/>
    <w:rsid w:val="007C5215"/>
    <w:rsid w:val="007D1A82"/>
    <w:rsid w:val="007D205F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E5B33"/>
    <w:rsid w:val="007F0113"/>
    <w:rsid w:val="007F3E0C"/>
    <w:rsid w:val="007F5DEE"/>
    <w:rsid w:val="0080116D"/>
    <w:rsid w:val="008019E2"/>
    <w:rsid w:val="008020F4"/>
    <w:rsid w:val="00803C7E"/>
    <w:rsid w:val="00807AF1"/>
    <w:rsid w:val="008109BA"/>
    <w:rsid w:val="00811876"/>
    <w:rsid w:val="008140CD"/>
    <w:rsid w:val="00814584"/>
    <w:rsid w:val="00814E36"/>
    <w:rsid w:val="0081754B"/>
    <w:rsid w:val="008175FB"/>
    <w:rsid w:val="00820248"/>
    <w:rsid w:val="008241DB"/>
    <w:rsid w:val="008256DA"/>
    <w:rsid w:val="00826525"/>
    <w:rsid w:val="00826D0B"/>
    <w:rsid w:val="0082788C"/>
    <w:rsid w:val="00832F30"/>
    <w:rsid w:val="008330A8"/>
    <w:rsid w:val="008330E7"/>
    <w:rsid w:val="0083467B"/>
    <w:rsid w:val="00834ACE"/>
    <w:rsid w:val="00834DC9"/>
    <w:rsid w:val="00836727"/>
    <w:rsid w:val="0084003C"/>
    <w:rsid w:val="00841BD0"/>
    <w:rsid w:val="00842D2F"/>
    <w:rsid w:val="00843B72"/>
    <w:rsid w:val="0084451F"/>
    <w:rsid w:val="0084613C"/>
    <w:rsid w:val="00847FCE"/>
    <w:rsid w:val="00851956"/>
    <w:rsid w:val="00851CD8"/>
    <w:rsid w:val="0085402C"/>
    <w:rsid w:val="00856017"/>
    <w:rsid w:val="00860A79"/>
    <w:rsid w:val="00860FFE"/>
    <w:rsid w:val="008613FE"/>
    <w:rsid w:val="008623EE"/>
    <w:rsid w:val="00862D9B"/>
    <w:rsid w:val="00864D39"/>
    <w:rsid w:val="00865CBF"/>
    <w:rsid w:val="00870465"/>
    <w:rsid w:val="00870B6C"/>
    <w:rsid w:val="00873320"/>
    <w:rsid w:val="00880F76"/>
    <w:rsid w:val="00884CE8"/>
    <w:rsid w:val="008857F5"/>
    <w:rsid w:val="0089100F"/>
    <w:rsid w:val="008917CA"/>
    <w:rsid w:val="00891AD8"/>
    <w:rsid w:val="00892AC3"/>
    <w:rsid w:val="008931F1"/>
    <w:rsid w:val="00893276"/>
    <w:rsid w:val="008A2125"/>
    <w:rsid w:val="008A51D4"/>
    <w:rsid w:val="008B26DD"/>
    <w:rsid w:val="008B5114"/>
    <w:rsid w:val="008B689A"/>
    <w:rsid w:val="008B78CB"/>
    <w:rsid w:val="008B798A"/>
    <w:rsid w:val="008C13C1"/>
    <w:rsid w:val="008C3C01"/>
    <w:rsid w:val="008C4ECD"/>
    <w:rsid w:val="008C5967"/>
    <w:rsid w:val="008D179C"/>
    <w:rsid w:val="008D2FDB"/>
    <w:rsid w:val="008E03D0"/>
    <w:rsid w:val="008E057C"/>
    <w:rsid w:val="008E0753"/>
    <w:rsid w:val="008E08C6"/>
    <w:rsid w:val="008E0B18"/>
    <w:rsid w:val="008E0FC3"/>
    <w:rsid w:val="008E11A3"/>
    <w:rsid w:val="008E25FE"/>
    <w:rsid w:val="008E6A0E"/>
    <w:rsid w:val="008F0067"/>
    <w:rsid w:val="008F14F2"/>
    <w:rsid w:val="008F40DA"/>
    <w:rsid w:val="008F7478"/>
    <w:rsid w:val="00900F00"/>
    <w:rsid w:val="009030FB"/>
    <w:rsid w:val="00905295"/>
    <w:rsid w:val="00905F35"/>
    <w:rsid w:val="009061ED"/>
    <w:rsid w:val="0091247E"/>
    <w:rsid w:val="00912ABE"/>
    <w:rsid w:val="00916156"/>
    <w:rsid w:val="009161C1"/>
    <w:rsid w:val="00921842"/>
    <w:rsid w:val="009228ED"/>
    <w:rsid w:val="009246AC"/>
    <w:rsid w:val="00924923"/>
    <w:rsid w:val="0092554A"/>
    <w:rsid w:val="00925BA5"/>
    <w:rsid w:val="00927815"/>
    <w:rsid w:val="009318AA"/>
    <w:rsid w:val="00932358"/>
    <w:rsid w:val="00933199"/>
    <w:rsid w:val="009334C4"/>
    <w:rsid w:val="00935335"/>
    <w:rsid w:val="00936CF6"/>
    <w:rsid w:val="00936E57"/>
    <w:rsid w:val="00937C32"/>
    <w:rsid w:val="00944EED"/>
    <w:rsid w:val="00945EB7"/>
    <w:rsid w:val="0094686F"/>
    <w:rsid w:val="00946C13"/>
    <w:rsid w:val="00952113"/>
    <w:rsid w:val="00952D83"/>
    <w:rsid w:val="00954889"/>
    <w:rsid w:val="00960D19"/>
    <w:rsid w:val="009614AE"/>
    <w:rsid w:val="009615C0"/>
    <w:rsid w:val="00961DD8"/>
    <w:rsid w:val="00962200"/>
    <w:rsid w:val="00962473"/>
    <w:rsid w:val="00963765"/>
    <w:rsid w:val="00971165"/>
    <w:rsid w:val="009717AD"/>
    <w:rsid w:val="00971AE7"/>
    <w:rsid w:val="00972B70"/>
    <w:rsid w:val="00972B92"/>
    <w:rsid w:val="00972D94"/>
    <w:rsid w:val="0097395E"/>
    <w:rsid w:val="00973C68"/>
    <w:rsid w:val="00974479"/>
    <w:rsid w:val="00974715"/>
    <w:rsid w:val="00975933"/>
    <w:rsid w:val="009812BC"/>
    <w:rsid w:val="00982331"/>
    <w:rsid w:val="009839B4"/>
    <w:rsid w:val="009840EE"/>
    <w:rsid w:val="00984F72"/>
    <w:rsid w:val="00991E25"/>
    <w:rsid w:val="00993501"/>
    <w:rsid w:val="00994D0A"/>
    <w:rsid w:val="00994F47"/>
    <w:rsid w:val="009950BE"/>
    <w:rsid w:val="009A1508"/>
    <w:rsid w:val="009A171D"/>
    <w:rsid w:val="009A6698"/>
    <w:rsid w:val="009A6FED"/>
    <w:rsid w:val="009A7A2B"/>
    <w:rsid w:val="009A7C81"/>
    <w:rsid w:val="009B06F8"/>
    <w:rsid w:val="009B1246"/>
    <w:rsid w:val="009B2056"/>
    <w:rsid w:val="009B29EE"/>
    <w:rsid w:val="009B4C97"/>
    <w:rsid w:val="009B4F09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537F"/>
    <w:rsid w:val="009D5BA6"/>
    <w:rsid w:val="009D72C3"/>
    <w:rsid w:val="009E2A37"/>
    <w:rsid w:val="009E5CC1"/>
    <w:rsid w:val="009E605F"/>
    <w:rsid w:val="009E64F6"/>
    <w:rsid w:val="009E68A1"/>
    <w:rsid w:val="009F0789"/>
    <w:rsid w:val="009F1EF0"/>
    <w:rsid w:val="009F1F85"/>
    <w:rsid w:val="009F265F"/>
    <w:rsid w:val="009F3716"/>
    <w:rsid w:val="009F4396"/>
    <w:rsid w:val="009F45D5"/>
    <w:rsid w:val="009F46E4"/>
    <w:rsid w:val="009F4A48"/>
    <w:rsid w:val="009F574E"/>
    <w:rsid w:val="009F60FF"/>
    <w:rsid w:val="009F65F3"/>
    <w:rsid w:val="009F7F17"/>
    <w:rsid w:val="00A00E09"/>
    <w:rsid w:val="00A0101C"/>
    <w:rsid w:val="00A0303F"/>
    <w:rsid w:val="00A04473"/>
    <w:rsid w:val="00A05AD4"/>
    <w:rsid w:val="00A060D7"/>
    <w:rsid w:val="00A062D3"/>
    <w:rsid w:val="00A1020A"/>
    <w:rsid w:val="00A1136C"/>
    <w:rsid w:val="00A11D03"/>
    <w:rsid w:val="00A12397"/>
    <w:rsid w:val="00A14484"/>
    <w:rsid w:val="00A14D72"/>
    <w:rsid w:val="00A15DD3"/>
    <w:rsid w:val="00A17F76"/>
    <w:rsid w:val="00A23A88"/>
    <w:rsid w:val="00A244D4"/>
    <w:rsid w:val="00A24598"/>
    <w:rsid w:val="00A263DA"/>
    <w:rsid w:val="00A27EDA"/>
    <w:rsid w:val="00A34BFC"/>
    <w:rsid w:val="00A3728B"/>
    <w:rsid w:val="00A37C55"/>
    <w:rsid w:val="00A4012F"/>
    <w:rsid w:val="00A40A3A"/>
    <w:rsid w:val="00A40E16"/>
    <w:rsid w:val="00A41AF9"/>
    <w:rsid w:val="00A445EE"/>
    <w:rsid w:val="00A44ED3"/>
    <w:rsid w:val="00A45237"/>
    <w:rsid w:val="00A4525A"/>
    <w:rsid w:val="00A45FC6"/>
    <w:rsid w:val="00A47CBE"/>
    <w:rsid w:val="00A47F73"/>
    <w:rsid w:val="00A504DB"/>
    <w:rsid w:val="00A54E40"/>
    <w:rsid w:val="00A55415"/>
    <w:rsid w:val="00A5604B"/>
    <w:rsid w:val="00A563BA"/>
    <w:rsid w:val="00A566EC"/>
    <w:rsid w:val="00A56EB8"/>
    <w:rsid w:val="00A60F6A"/>
    <w:rsid w:val="00A632E3"/>
    <w:rsid w:val="00A638E3"/>
    <w:rsid w:val="00A64CE4"/>
    <w:rsid w:val="00A657F8"/>
    <w:rsid w:val="00A65B15"/>
    <w:rsid w:val="00A664BE"/>
    <w:rsid w:val="00A6713A"/>
    <w:rsid w:val="00A67CF1"/>
    <w:rsid w:val="00A70E28"/>
    <w:rsid w:val="00A71E5F"/>
    <w:rsid w:val="00A75E50"/>
    <w:rsid w:val="00A778BC"/>
    <w:rsid w:val="00A813F7"/>
    <w:rsid w:val="00A81A7D"/>
    <w:rsid w:val="00A83605"/>
    <w:rsid w:val="00A83AF0"/>
    <w:rsid w:val="00A83DB5"/>
    <w:rsid w:val="00A84D89"/>
    <w:rsid w:val="00A867C2"/>
    <w:rsid w:val="00A86B05"/>
    <w:rsid w:val="00A8710B"/>
    <w:rsid w:val="00A9050B"/>
    <w:rsid w:val="00A9107B"/>
    <w:rsid w:val="00A911ED"/>
    <w:rsid w:val="00A91E6E"/>
    <w:rsid w:val="00A92481"/>
    <w:rsid w:val="00A92E48"/>
    <w:rsid w:val="00A93210"/>
    <w:rsid w:val="00A93CF2"/>
    <w:rsid w:val="00A943B1"/>
    <w:rsid w:val="00A96B62"/>
    <w:rsid w:val="00AA122A"/>
    <w:rsid w:val="00AA12B8"/>
    <w:rsid w:val="00AA15E4"/>
    <w:rsid w:val="00AA24B4"/>
    <w:rsid w:val="00AA479A"/>
    <w:rsid w:val="00AA5D4F"/>
    <w:rsid w:val="00AB014B"/>
    <w:rsid w:val="00AB0393"/>
    <w:rsid w:val="00AB17A7"/>
    <w:rsid w:val="00AB300E"/>
    <w:rsid w:val="00AB3EA4"/>
    <w:rsid w:val="00AB5D4B"/>
    <w:rsid w:val="00AC1A47"/>
    <w:rsid w:val="00AC1EEB"/>
    <w:rsid w:val="00AC2644"/>
    <w:rsid w:val="00AC47FF"/>
    <w:rsid w:val="00AD0FE7"/>
    <w:rsid w:val="00AD1464"/>
    <w:rsid w:val="00AD2D21"/>
    <w:rsid w:val="00AD3DEB"/>
    <w:rsid w:val="00AD421F"/>
    <w:rsid w:val="00AD5A2D"/>
    <w:rsid w:val="00AD5BDA"/>
    <w:rsid w:val="00AD623A"/>
    <w:rsid w:val="00AD7F36"/>
    <w:rsid w:val="00AE4128"/>
    <w:rsid w:val="00AE504D"/>
    <w:rsid w:val="00AE578A"/>
    <w:rsid w:val="00AE6181"/>
    <w:rsid w:val="00AF04C5"/>
    <w:rsid w:val="00AF14AA"/>
    <w:rsid w:val="00AF28E5"/>
    <w:rsid w:val="00AF2E86"/>
    <w:rsid w:val="00AF348B"/>
    <w:rsid w:val="00AF65F6"/>
    <w:rsid w:val="00AF6A6B"/>
    <w:rsid w:val="00AF7A17"/>
    <w:rsid w:val="00B004BA"/>
    <w:rsid w:val="00B021B3"/>
    <w:rsid w:val="00B02D67"/>
    <w:rsid w:val="00B04DFB"/>
    <w:rsid w:val="00B052EF"/>
    <w:rsid w:val="00B05450"/>
    <w:rsid w:val="00B07A3A"/>
    <w:rsid w:val="00B07ABB"/>
    <w:rsid w:val="00B11C94"/>
    <w:rsid w:val="00B15D55"/>
    <w:rsid w:val="00B16B20"/>
    <w:rsid w:val="00B20A09"/>
    <w:rsid w:val="00B2313F"/>
    <w:rsid w:val="00B25D98"/>
    <w:rsid w:val="00B26F82"/>
    <w:rsid w:val="00B2738E"/>
    <w:rsid w:val="00B305A5"/>
    <w:rsid w:val="00B32322"/>
    <w:rsid w:val="00B34D8A"/>
    <w:rsid w:val="00B360B9"/>
    <w:rsid w:val="00B41A74"/>
    <w:rsid w:val="00B517F6"/>
    <w:rsid w:val="00B52CBB"/>
    <w:rsid w:val="00B5364E"/>
    <w:rsid w:val="00B53EC7"/>
    <w:rsid w:val="00B56CEE"/>
    <w:rsid w:val="00B57353"/>
    <w:rsid w:val="00B67D04"/>
    <w:rsid w:val="00B70D53"/>
    <w:rsid w:val="00B728AB"/>
    <w:rsid w:val="00B72E6F"/>
    <w:rsid w:val="00B73706"/>
    <w:rsid w:val="00B75532"/>
    <w:rsid w:val="00B75570"/>
    <w:rsid w:val="00B809B0"/>
    <w:rsid w:val="00B81071"/>
    <w:rsid w:val="00B811F7"/>
    <w:rsid w:val="00B836B8"/>
    <w:rsid w:val="00B83F2C"/>
    <w:rsid w:val="00B83FE5"/>
    <w:rsid w:val="00B844A2"/>
    <w:rsid w:val="00B8623D"/>
    <w:rsid w:val="00B91061"/>
    <w:rsid w:val="00B94C5B"/>
    <w:rsid w:val="00B963F1"/>
    <w:rsid w:val="00BA0821"/>
    <w:rsid w:val="00BA33E0"/>
    <w:rsid w:val="00BA40D4"/>
    <w:rsid w:val="00BA481B"/>
    <w:rsid w:val="00BA7E69"/>
    <w:rsid w:val="00BB281D"/>
    <w:rsid w:val="00BB4265"/>
    <w:rsid w:val="00BB4D63"/>
    <w:rsid w:val="00BB510A"/>
    <w:rsid w:val="00BB526F"/>
    <w:rsid w:val="00BB5B9C"/>
    <w:rsid w:val="00BB62C0"/>
    <w:rsid w:val="00BB6B03"/>
    <w:rsid w:val="00BC27D0"/>
    <w:rsid w:val="00BD15E0"/>
    <w:rsid w:val="00BD3E05"/>
    <w:rsid w:val="00BD64F3"/>
    <w:rsid w:val="00BD6670"/>
    <w:rsid w:val="00BD681F"/>
    <w:rsid w:val="00BD6CAC"/>
    <w:rsid w:val="00BE10EF"/>
    <w:rsid w:val="00BE14D6"/>
    <w:rsid w:val="00BE2FDD"/>
    <w:rsid w:val="00BE31DF"/>
    <w:rsid w:val="00BE50DA"/>
    <w:rsid w:val="00BE5F88"/>
    <w:rsid w:val="00BF126F"/>
    <w:rsid w:val="00BF206B"/>
    <w:rsid w:val="00BF26C7"/>
    <w:rsid w:val="00BF4A63"/>
    <w:rsid w:val="00BF6808"/>
    <w:rsid w:val="00C03E06"/>
    <w:rsid w:val="00C10DF5"/>
    <w:rsid w:val="00C16C4C"/>
    <w:rsid w:val="00C170FF"/>
    <w:rsid w:val="00C21F6C"/>
    <w:rsid w:val="00C23352"/>
    <w:rsid w:val="00C233E7"/>
    <w:rsid w:val="00C24813"/>
    <w:rsid w:val="00C25712"/>
    <w:rsid w:val="00C261D6"/>
    <w:rsid w:val="00C2657B"/>
    <w:rsid w:val="00C2690F"/>
    <w:rsid w:val="00C276D7"/>
    <w:rsid w:val="00C36507"/>
    <w:rsid w:val="00C40125"/>
    <w:rsid w:val="00C40EE8"/>
    <w:rsid w:val="00C416CC"/>
    <w:rsid w:val="00C4540E"/>
    <w:rsid w:val="00C45D90"/>
    <w:rsid w:val="00C4670B"/>
    <w:rsid w:val="00C46BA1"/>
    <w:rsid w:val="00C4758C"/>
    <w:rsid w:val="00C5010A"/>
    <w:rsid w:val="00C525F7"/>
    <w:rsid w:val="00C54C86"/>
    <w:rsid w:val="00C54EBB"/>
    <w:rsid w:val="00C55139"/>
    <w:rsid w:val="00C56BFE"/>
    <w:rsid w:val="00C63B6E"/>
    <w:rsid w:val="00C711BE"/>
    <w:rsid w:val="00C71CCA"/>
    <w:rsid w:val="00C7219B"/>
    <w:rsid w:val="00C729F5"/>
    <w:rsid w:val="00C739EF"/>
    <w:rsid w:val="00C7673E"/>
    <w:rsid w:val="00C80198"/>
    <w:rsid w:val="00C80F15"/>
    <w:rsid w:val="00C81A40"/>
    <w:rsid w:val="00C838D4"/>
    <w:rsid w:val="00C862CE"/>
    <w:rsid w:val="00C879F6"/>
    <w:rsid w:val="00C87E6A"/>
    <w:rsid w:val="00C94DEF"/>
    <w:rsid w:val="00C96385"/>
    <w:rsid w:val="00C96CD8"/>
    <w:rsid w:val="00C97305"/>
    <w:rsid w:val="00CA1CD3"/>
    <w:rsid w:val="00CA2830"/>
    <w:rsid w:val="00CA28E1"/>
    <w:rsid w:val="00CA5B5A"/>
    <w:rsid w:val="00CA7FA3"/>
    <w:rsid w:val="00CB3320"/>
    <w:rsid w:val="00CC3F91"/>
    <w:rsid w:val="00CC6902"/>
    <w:rsid w:val="00CC7AAF"/>
    <w:rsid w:val="00CD01FC"/>
    <w:rsid w:val="00CD08CE"/>
    <w:rsid w:val="00CD0B14"/>
    <w:rsid w:val="00CD296A"/>
    <w:rsid w:val="00CD2E58"/>
    <w:rsid w:val="00CD4EB1"/>
    <w:rsid w:val="00CD7167"/>
    <w:rsid w:val="00CD7287"/>
    <w:rsid w:val="00CE2DFF"/>
    <w:rsid w:val="00CE3CCA"/>
    <w:rsid w:val="00CE5137"/>
    <w:rsid w:val="00CE5BB9"/>
    <w:rsid w:val="00CF288B"/>
    <w:rsid w:val="00D00054"/>
    <w:rsid w:val="00D00598"/>
    <w:rsid w:val="00D0246C"/>
    <w:rsid w:val="00D0345A"/>
    <w:rsid w:val="00D048BE"/>
    <w:rsid w:val="00D04B50"/>
    <w:rsid w:val="00D05C4A"/>
    <w:rsid w:val="00D06CEE"/>
    <w:rsid w:val="00D073E8"/>
    <w:rsid w:val="00D077E1"/>
    <w:rsid w:val="00D07E71"/>
    <w:rsid w:val="00D10EC9"/>
    <w:rsid w:val="00D117E2"/>
    <w:rsid w:val="00D135E2"/>
    <w:rsid w:val="00D14076"/>
    <w:rsid w:val="00D1658F"/>
    <w:rsid w:val="00D17969"/>
    <w:rsid w:val="00D22FD2"/>
    <w:rsid w:val="00D2379F"/>
    <w:rsid w:val="00D237F0"/>
    <w:rsid w:val="00D25530"/>
    <w:rsid w:val="00D2559E"/>
    <w:rsid w:val="00D263B9"/>
    <w:rsid w:val="00D26C7C"/>
    <w:rsid w:val="00D32715"/>
    <w:rsid w:val="00D327F3"/>
    <w:rsid w:val="00D35E81"/>
    <w:rsid w:val="00D37B56"/>
    <w:rsid w:val="00D44F85"/>
    <w:rsid w:val="00D457CB"/>
    <w:rsid w:val="00D46155"/>
    <w:rsid w:val="00D4663D"/>
    <w:rsid w:val="00D468F8"/>
    <w:rsid w:val="00D4723C"/>
    <w:rsid w:val="00D47AA1"/>
    <w:rsid w:val="00D50CD7"/>
    <w:rsid w:val="00D546B9"/>
    <w:rsid w:val="00D55F1E"/>
    <w:rsid w:val="00D6015F"/>
    <w:rsid w:val="00D619F8"/>
    <w:rsid w:val="00D6293D"/>
    <w:rsid w:val="00D6300D"/>
    <w:rsid w:val="00D6340F"/>
    <w:rsid w:val="00D6512F"/>
    <w:rsid w:val="00D6690E"/>
    <w:rsid w:val="00D70ED2"/>
    <w:rsid w:val="00D73FC7"/>
    <w:rsid w:val="00D74063"/>
    <w:rsid w:val="00D74514"/>
    <w:rsid w:val="00D75C84"/>
    <w:rsid w:val="00D7769A"/>
    <w:rsid w:val="00D8048A"/>
    <w:rsid w:val="00D819D0"/>
    <w:rsid w:val="00D843D9"/>
    <w:rsid w:val="00D84B3C"/>
    <w:rsid w:val="00D86D80"/>
    <w:rsid w:val="00D86EA7"/>
    <w:rsid w:val="00D87460"/>
    <w:rsid w:val="00D9063F"/>
    <w:rsid w:val="00D906F8"/>
    <w:rsid w:val="00D909C3"/>
    <w:rsid w:val="00D9305B"/>
    <w:rsid w:val="00DA131A"/>
    <w:rsid w:val="00DA19DA"/>
    <w:rsid w:val="00DA3DD6"/>
    <w:rsid w:val="00DA423A"/>
    <w:rsid w:val="00DA46EB"/>
    <w:rsid w:val="00DA58A6"/>
    <w:rsid w:val="00DA7D27"/>
    <w:rsid w:val="00DB0DAD"/>
    <w:rsid w:val="00DB1DB5"/>
    <w:rsid w:val="00DB63DE"/>
    <w:rsid w:val="00DB641B"/>
    <w:rsid w:val="00DB711C"/>
    <w:rsid w:val="00DB72B6"/>
    <w:rsid w:val="00DC18A6"/>
    <w:rsid w:val="00DC2458"/>
    <w:rsid w:val="00DC33AD"/>
    <w:rsid w:val="00DC6BA8"/>
    <w:rsid w:val="00DC7B0E"/>
    <w:rsid w:val="00DD36CF"/>
    <w:rsid w:val="00DD3ADB"/>
    <w:rsid w:val="00DD72C6"/>
    <w:rsid w:val="00DD771E"/>
    <w:rsid w:val="00DE04A2"/>
    <w:rsid w:val="00DE2AB9"/>
    <w:rsid w:val="00DE2EBB"/>
    <w:rsid w:val="00DE75A7"/>
    <w:rsid w:val="00DE7C9A"/>
    <w:rsid w:val="00DF0D1F"/>
    <w:rsid w:val="00DF4F5E"/>
    <w:rsid w:val="00DF51F1"/>
    <w:rsid w:val="00E0216D"/>
    <w:rsid w:val="00E0423A"/>
    <w:rsid w:val="00E05FFF"/>
    <w:rsid w:val="00E0699C"/>
    <w:rsid w:val="00E073CA"/>
    <w:rsid w:val="00E11AC4"/>
    <w:rsid w:val="00E11E69"/>
    <w:rsid w:val="00E12FF7"/>
    <w:rsid w:val="00E14C19"/>
    <w:rsid w:val="00E233D4"/>
    <w:rsid w:val="00E24B6E"/>
    <w:rsid w:val="00E3170E"/>
    <w:rsid w:val="00E33A0A"/>
    <w:rsid w:val="00E3463E"/>
    <w:rsid w:val="00E3471F"/>
    <w:rsid w:val="00E34CFA"/>
    <w:rsid w:val="00E35096"/>
    <w:rsid w:val="00E36373"/>
    <w:rsid w:val="00E37021"/>
    <w:rsid w:val="00E41267"/>
    <w:rsid w:val="00E413A0"/>
    <w:rsid w:val="00E428C7"/>
    <w:rsid w:val="00E44835"/>
    <w:rsid w:val="00E46931"/>
    <w:rsid w:val="00E504DD"/>
    <w:rsid w:val="00E52A8C"/>
    <w:rsid w:val="00E54B18"/>
    <w:rsid w:val="00E54B89"/>
    <w:rsid w:val="00E564A0"/>
    <w:rsid w:val="00E5697C"/>
    <w:rsid w:val="00E6229D"/>
    <w:rsid w:val="00E64B58"/>
    <w:rsid w:val="00E66AC6"/>
    <w:rsid w:val="00E74371"/>
    <w:rsid w:val="00E74D26"/>
    <w:rsid w:val="00E7588E"/>
    <w:rsid w:val="00E75B29"/>
    <w:rsid w:val="00E80E3E"/>
    <w:rsid w:val="00E82E3D"/>
    <w:rsid w:val="00E85E64"/>
    <w:rsid w:val="00E86B16"/>
    <w:rsid w:val="00E87A0F"/>
    <w:rsid w:val="00E87D5F"/>
    <w:rsid w:val="00E902ED"/>
    <w:rsid w:val="00E90554"/>
    <w:rsid w:val="00E922D5"/>
    <w:rsid w:val="00E92B1F"/>
    <w:rsid w:val="00E942F9"/>
    <w:rsid w:val="00EA08E8"/>
    <w:rsid w:val="00EA26D6"/>
    <w:rsid w:val="00EA6445"/>
    <w:rsid w:val="00EA7DF8"/>
    <w:rsid w:val="00EB0F4C"/>
    <w:rsid w:val="00EB32BC"/>
    <w:rsid w:val="00EB32D3"/>
    <w:rsid w:val="00EB383D"/>
    <w:rsid w:val="00EC005C"/>
    <w:rsid w:val="00EC5473"/>
    <w:rsid w:val="00EC750E"/>
    <w:rsid w:val="00EC7898"/>
    <w:rsid w:val="00EC7B84"/>
    <w:rsid w:val="00ED1F5B"/>
    <w:rsid w:val="00ED6D5B"/>
    <w:rsid w:val="00EE2EFD"/>
    <w:rsid w:val="00EE7B1C"/>
    <w:rsid w:val="00EE7D97"/>
    <w:rsid w:val="00EF010D"/>
    <w:rsid w:val="00EF0E9E"/>
    <w:rsid w:val="00EF15B3"/>
    <w:rsid w:val="00EF1E80"/>
    <w:rsid w:val="00EF3B3F"/>
    <w:rsid w:val="00EF6254"/>
    <w:rsid w:val="00EF77E7"/>
    <w:rsid w:val="00F00BA0"/>
    <w:rsid w:val="00F016E6"/>
    <w:rsid w:val="00F01BF8"/>
    <w:rsid w:val="00F07DA0"/>
    <w:rsid w:val="00F1402F"/>
    <w:rsid w:val="00F172BB"/>
    <w:rsid w:val="00F20BC8"/>
    <w:rsid w:val="00F21D4A"/>
    <w:rsid w:val="00F2440E"/>
    <w:rsid w:val="00F25B04"/>
    <w:rsid w:val="00F27D6F"/>
    <w:rsid w:val="00F31122"/>
    <w:rsid w:val="00F31A99"/>
    <w:rsid w:val="00F349B2"/>
    <w:rsid w:val="00F35F76"/>
    <w:rsid w:val="00F3734E"/>
    <w:rsid w:val="00F37C50"/>
    <w:rsid w:val="00F416AB"/>
    <w:rsid w:val="00F44E8C"/>
    <w:rsid w:val="00F47326"/>
    <w:rsid w:val="00F47928"/>
    <w:rsid w:val="00F5121F"/>
    <w:rsid w:val="00F5137E"/>
    <w:rsid w:val="00F51ACF"/>
    <w:rsid w:val="00F52B0A"/>
    <w:rsid w:val="00F53C2E"/>
    <w:rsid w:val="00F54801"/>
    <w:rsid w:val="00F550E8"/>
    <w:rsid w:val="00F5521D"/>
    <w:rsid w:val="00F55CE5"/>
    <w:rsid w:val="00F56CE1"/>
    <w:rsid w:val="00F56E24"/>
    <w:rsid w:val="00F604C7"/>
    <w:rsid w:val="00F61C2C"/>
    <w:rsid w:val="00F6294A"/>
    <w:rsid w:val="00F634D5"/>
    <w:rsid w:val="00F63DD4"/>
    <w:rsid w:val="00F64A07"/>
    <w:rsid w:val="00F656F7"/>
    <w:rsid w:val="00F67B08"/>
    <w:rsid w:val="00F7374F"/>
    <w:rsid w:val="00F80162"/>
    <w:rsid w:val="00F8246A"/>
    <w:rsid w:val="00F86983"/>
    <w:rsid w:val="00F91E21"/>
    <w:rsid w:val="00F935CE"/>
    <w:rsid w:val="00FA0CD0"/>
    <w:rsid w:val="00FA1237"/>
    <w:rsid w:val="00FA2F58"/>
    <w:rsid w:val="00FA46C0"/>
    <w:rsid w:val="00FA4C49"/>
    <w:rsid w:val="00FA5072"/>
    <w:rsid w:val="00FA565A"/>
    <w:rsid w:val="00FA58BF"/>
    <w:rsid w:val="00FA7ABE"/>
    <w:rsid w:val="00FB161A"/>
    <w:rsid w:val="00FB5BD6"/>
    <w:rsid w:val="00FB79CB"/>
    <w:rsid w:val="00FC0B84"/>
    <w:rsid w:val="00FC0F15"/>
    <w:rsid w:val="00FC167D"/>
    <w:rsid w:val="00FC3CFE"/>
    <w:rsid w:val="00FC4027"/>
    <w:rsid w:val="00FC49F6"/>
    <w:rsid w:val="00FD0687"/>
    <w:rsid w:val="00FD477E"/>
    <w:rsid w:val="00FD57DA"/>
    <w:rsid w:val="00FD6B8B"/>
    <w:rsid w:val="00FD6F89"/>
    <w:rsid w:val="00FD7420"/>
    <w:rsid w:val="00FD74FA"/>
    <w:rsid w:val="00FE2016"/>
    <w:rsid w:val="00FE2739"/>
    <w:rsid w:val="00FE312A"/>
    <w:rsid w:val="00FE43BD"/>
    <w:rsid w:val="00FE6C87"/>
    <w:rsid w:val="00FF4972"/>
    <w:rsid w:val="00FF5165"/>
    <w:rsid w:val="00FF6896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5:docId w15:val="{26217648-B62D-4100-979A-073303F9B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paragraph" w:customStyle="1" w:styleId="EstiloNormativo">
    <w:name w:val="Estilo Normativo"/>
    <w:basedOn w:val="Normal"/>
    <w:next w:val="Normal"/>
    <w:rsid w:val="00A24598"/>
    <w:pPr>
      <w:numPr>
        <w:numId w:val="4"/>
      </w:numPr>
      <w:spacing w:before="120" w:after="80"/>
    </w:pPr>
    <w:rPr>
      <w:rFonts w:ascii="Arial" w:hAnsi="Arial"/>
      <w:b/>
      <w:caps/>
      <w:sz w:val="22"/>
    </w:rPr>
  </w:style>
  <w:style w:type="paragraph" w:styleId="Commarcadores">
    <w:name w:val="List Bullet"/>
    <w:basedOn w:val="Normal"/>
    <w:rsid w:val="00A24598"/>
    <w:pPr>
      <w:numPr>
        <w:numId w:val="5"/>
      </w:numPr>
      <w:spacing w:after="120"/>
      <w:contextualSpacing/>
    </w:pPr>
    <w:rPr>
      <w:rFonts w:ascii="Arial" w:hAnsi="Arial"/>
      <w:sz w:val="20"/>
    </w:rPr>
  </w:style>
  <w:style w:type="character" w:styleId="Forte">
    <w:name w:val="Strong"/>
    <w:basedOn w:val="Fontepargpadro"/>
    <w:uiPriority w:val="22"/>
    <w:qFormat/>
    <w:rsid w:val="00D0246C"/>
    <w:rPr>
      <w:b/>
      <w:bCs/>
    </w:rPr>
  </w:style>
  <w:style w:type="paragraph" w:styleId="Ttulo">
    <w:name w:val="Title"/>
    <w:basedOn w:val="Normal"/>
    <w:link w:val="TtuloChar"/>
    <w:qFormat/>
    <w:rsid w:val="00BA33E0"/>
    <w:pPr>
      <w:jc w:val="center"/>
    </w:pPr>
    <w:rPr>
      <w:rFonts w:ascii="Arial" w:hAnsi="Arial"/>
      <w:b/>
      <w:sz w:val="20"/>
      <w:szCs w:val="20"/>
    </w:rPr>
  </w:style>
  <w:style w:type="character" w:customStyle="1" w:styleId="TtuloChar">
    <w:name w:val="Título Char"/>
    <w:basedOn w:val="Fontepargpadro"/>
    <w:link w:val="Ttulo"/>
    <w:rsid w:val="00BA33E0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2C6865E6C418BFE6F41BD74C52F" ma:contentTypeVersion="0" ma:contentTypeDescription="Create a new document." ma:contentTypeScope="" ma:versionID="f5882836e152c1bf19051bc2afffa7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5EF3BB-D2AA-4737-9A42-521CE0680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C82665-A37F-442F-A6D0-2E459858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</Template>
  <TotalTime>1</TotalTime>
  <Pages>2</Pages>
  <Words>291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Tainara Braga</cp:lastModifiedBy>
  <cp:revision>3</cp:revision>
  <cp:lastPrinted>2015-02-26T12:03:00Z</cp:lastPrinted>
  <dcterms:created xsi:type="dcterms:W3CDTF">2017-02-20T11:52:00Z</dcterms:created>
  <dcterms:modified xsi:type="dcterms:W3CDTF">2018-05-24T13:54:00Z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0x010100221972C6865E6C418BFE6F41BD74C52F</vt:lpwstr>
  </property>
</Properties>
</file>