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B4F" w:rsidRPr="00625874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bCs/>
        </w:rPr>
      </w:pPr>
      <w:r w:rsidRPr="00625874">
        <w:rPr>
          <w:rFonts w:ascii="Calibri" w:hAnsi="Calibri" w:cstheme="minorHAnsi"/>
          <w:b w:val="0"/>
        </w:rPr>
        <w:t xml:space="preserve">O plano de trânsito interno deve incluir, no mínimo, os seguintes </w:t>
      </w:r>
      <w:r w:rsidRPr="00625874">
        <w:rPr>
          <w:rFonts w:ascii="Calibri" w:hAnsi="Calibri" w:cstheme="minorHAnsi"/>
          <w:b w:val="0"/>
          <w:bCs/>
        </w:rPr>
        <w:t>elementos básicos:</w:t>
      </w:r>
    </w:p>
    <w:p w:rsidR="00B20D19" w:rsidRPr="00625874" w:rsidRDefault="00B20D19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  <w:bCs/>
        </w:rPr>
      </w:pPr>
    </w:p>
    <w:p w:rsidR="00B46B4F" w:rsidRPr="00625874" w:rsidRDefault="00B46B4F" w:rsidP="00625874">
      <w:pPr>
        <w:pStyle w:val="Estilo1"/>
        <w:numPr>
          <w:ilvl w:val="0"/>
          <w:numId w:val="22"/>
        </w:numPr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Objetivo</w:t>
      </w:r>
    </w:p>
    <w:p w:rsidR="00B46B4F" w:rsidRPr="00625874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  <w:r w:rsidRPr="00625874">
        <w:rPr>
          <w:rFonts w:ascii="Calibri" w:hAnsi="Calibri" w:cstheme="minorHAnsi"/>
          <w:b w:val="0"/>
        </w:rPr>
        <w:t>Descrever a finalidade do plano de trânsito interno.</w:t>
      </w:r>
      <w:bookmarkStart w:id="0" w:name="_GoBack"/>
      <w:bookmarkEnd w:id="0"/>
    </w:p>
    <w:p w:rsidR="00B20D19" w:rsidRPr="00625874" w:rsidRDefault="00B20D19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</w:p>
    <w:p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Responsabilidades</w:t>
      </w:r>
    </w:p>
    <w:p w:rsidR="00B46B4F" w:rsidRPr="00625874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  <w:r w:rsidRPr="00625874">
        <w:rPr>
          <w:rFonts w:ascii="Calibri" w:hAnsi="Calibri" w:cstheme="minorHAnsi"/>
          <w:b w:val="0"/>
        </w:rPr>
        <w:t>Descrever as responsabilidades no âmbito do plano de trânsito interno.</w:t>
      </w:r>
    </w:p>
    <w:p w:rsidR="00B20D19" w:rsidRPr="00625874" w:rsidRDefault="00B20D19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</w:p>
    <w:p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Regras de Trânsito</w:t>
      </w:r>
    </w:p>
    <w:p w:rsidR="00B46B4F" w:rsidRPr="00625874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  <w:r w:rsidRPr="00625874">
        <w:rPr>
          <w:rFonts w:ascii="Calibri" w:hAnsi="Calibri" w:cstheme="minorHAnsi"/>
          <w:b w:val="0"/>
        </w:rPr>
        <w:t>Descrever regras locais de/para: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Trânsito (gerais) e circulação, incluindo ultrapassagens.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Limites de velocidade, considerando inclusive condições climáticas adversas.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Distâncias de segurança e áreas restritas (zonas de exclusão).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Estacionamento (posição, distância etc.).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Aproximação de equipamentos móveis ou áreas de equipamentos móveis.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Acesso de caminhões/cargas.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Trânsito de cargas especiais (produtos químicos, explosivos, metais líquidos).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Situações de emergência (por exemplo, colisão) e reboques.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Situações de panes em veículos automotores e equipamentos móveis.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Interação entre veículos e equipamentos.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Comunicação entre pedestres, veículos e equipamentos.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Bloqueio de vias.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360"/>
        </w:tabs>
        <w:ind w:left="-182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Preferência entre os tipos de veículos/equipamentos e pedestres.</w:t>
      </w:r>
    </w:p>
    <w:p w:rsidR="00B20D19" w:rsidRPr="00625874" w:rsidRDefault="00B20D19" w:rsidP="00625874">
      <w:pPr>
        <w:pStyle w:val="Normativo2"/>
        <w:tabs>
          <w:tab w:val="clear" w:pos="1920"/>
        </w:tabs>
        <w:jc w:val="both"/>
        <w:rPr>
          <w:rFonts w:ascii="Calibri" w:hAnsi="Calibri" w:cstheme="minorHAnsi"/>
        </w:rPr>
      </w:pPr>
    </w:p>
    <w:p w:rsidR="00625874" w:rsidRPr="00625874" w:rsidRDefault="00625874" w:rsidP="00625874">
      <w:pPr>
        <w:pStyle w:val="Normativo2"/>
        <w:tabs>
          <w:tab w:val="clear" w:pos="1920"/>
        </w:tabs>
        <w:jc w:val="both"/>
        <w:rPr>
          <w:rFonts w:ascii="Calibri" w:hAnsi="Calibri" w:cstheme="minorHAnsi"/>
        </w:rPr>
      </w:pPr>
    </w:p>
    <w:p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Estacionamento</w:t>
      </w:r>
    </w:p>
    <w:p w:rsidR="00B46B4F" w:rsidRPr="00625874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  <w:r w:rsidRPr="00625874">
        <w:rPr>
          <w:rFonts w:ascii="Calibri" w:hAnsi="Calibri" w:cstheme="minorHAnsi"/>
          <w:b w:val="0"/>
        </w:rPr>
        <w:t>Descrever as áreas de estacionamento por tipo de veículo.</w:t>
      </w:r>
    </w:p>
    <w:p w:rsidR="00B20D19" w:rsidRPr="00625874" w:rsidRDefault="00B20D19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</w:p>
    <w:p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Vias de Trânsito</w:t>
      </w:r>
    </w:p>
    <w:p w:rsidR="00B46B4F" w:rsidRPr="00625874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  <w:r w:rsidRPr="00625874">
        <w:rPr>
          <w:rFonts w:ascii="Calibri" w:hAnsi="Calibri" w:cstheme="minorHAnsi"/>
          <w:b w:val="0"/>
        </w:rPr>
        <w:t>Descrever o processo para definição e revisão das vias de trânsito (projeto, layout, direções, inclinações, superfície, controle de tráfego). As vias devem ser definidas de forma a: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426"/>
        </w:tabs>
        <w:ind w:left="426" w:hanging="426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Maximizar a segregação de veículos/equipamentos de outros objetos incluindo pedestres, edificações, calçadas e outros veículos/equipamentos.</w:t>
      </w:r>
    </w:p>
    <w:p w:rsidR="00B46B4F" w:rsidRPr="00625874" w:rsidRDefault="00B46B4F" w:rsidP="00625874">
      <w:pPr>
        <w:pStyle w:val="Normativo2"/>
        <w:numPr>
          <w:ilvl w:val="1"/>
          <w:numId w:val="2"/>
        </w:numPr>
        <w:tabs>
          <w:tab w:val="clear" w:pos="1920"/>
          <w:tab w:val="num" w:pos="426"/>
        </w:tabs>
        <w:ind w:left="426" w:hanging="426"/>
        <w:jc w:val="both"/>
        <w:rPr>
          <w:rFonts w:ascii="Calibri" w:hAnsi="Calibri" w:cstheme="minorHAnsi"/>
        </w:rPr>
      </w:pPr>
      <w:r w:rsidRPr="00625874">
        <w:rPr>
          <w:rFonts w:ascii="Calibri" w:hAnsi="Calibri" w:cstheme="minorHAnsi"/>
        </w:rPr>
        <w:t>Considerar os caminhos em casos de emergência.</w:t>
      </w:r>
    </w:p>
    <w:p w:rsidR="00625874" w:rsidRPr="00625874" w:rsidRDefault="00625874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</w:p>
    <w:p w:rsidR="00B46B4F" w:rsidRPr="00625874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  <w:r w:rsidRPr="00625874">
        <w:rPr>
          <w:rFonts w:ascii="Calibri" w:hAnsi="Calibri" w:cstheme="minorHAnsi"/>
          <w:b w:val="0"/>
        </w:rPr>
        <w:t>Para o transporte de metais líquidos, considerar a possibilidade de vias internas exclusivas e solicitar a aprovação de órgãos de trânsito para circulação em vias públicas.</w:t>
      </w:r>
    </w:p>
    <w:p w:rsidR="00B20D19" w:rsidRPr="00625874" w:rsidRDefault="00B20D19" w:rsidP="00625874">
      <w:pPr>
        <w:pStyle w:val="Pargrafo1"/>
        <w:numPr>
          <w:ilvl w:val="0"/>
          <w:numId w:val="0"/>
        </w:numPr>
        <w:spacing w:line="240" w:lineRule="auto"/>
        <w:ind w:left="360"/>
        <w:rPr>
          <w:rFonts w:ascii="Calibri" w:hAnsi="Calibri" w:cstheme="minorHAnsi"/>
          <w:b w:val="0"/>
        </w:rPr>
      </w:pPr>
    </w:p>
    <w:p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Medidas de Controle das Vias Internas e Segurança de Pedestres</w:t>
      </w:r>
    </w:p>
    <w:p w:rsidR="00B46B4F" w:rsidRPr="00625874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  <w:r w:rsidRPr="00625874">
        <w:rPr>
          <w:rFonts w:ascii="Calibri" w:hAnsi="Calibri" w:cstheme="minorHAnsi"/>
          <w:b w:val="0"/>
        </w:rPr>
        <w:t xml:space="preserve">Descrever processo de definição e manutenção das medidas de controle das vias internas e segurança de pedestres (tipos de veículos, tráfego, distâncias, </w:t>
      </w:r>
      <w:r w:rsidRPr="00625874">
        <w:rPr>
          <w:rFonts w:ascii="Calibri" w:hAnsi="Calibri" w:cstheme="minorHAnsi"/>
          <w:b w:val="0"/>
          <w:i/>
        </w:rPr>
        <w:t>guardrails</w:t>
      </w:r>
      <w:r w:rsidRPr="00625874">
        <w:rPr>
          <w:rFonts w:ascii="Calibri" w:hAnsi="Calibri" w:cstheme="minorHAnsi"/>
          <w:b w:val="0"/>
        </w:rPr>
        <w:t>, barreiras de isolamento, calçadas, dentre outros).</w:t>
      </w:r>
    </w:p>
    <w:p w:rsidR="00B20D19" w:rsidRPr="00625874" w:rsidRDefault="00B20D19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</w:p>
    <w:p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Iluminação</w:t>
      </w:r>
    </w:p>
    <w:p w:rsidR="00B46B4F" w:rsidRPr="00625874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  <w:r w:rsidRPr="00625874">
        <w:rPr>
          <w:rFonts w:ascii="Calibri" w:hAnsi="Calibri" w:cstheme="minorHAnsi"/>
          <w:b w:val="0"/>
        </w:rPr>
        <w:t>Descrever processo para definição e manutenção da iluminação das vias de trânsito e operação.</w:t>
      </w:r>
    </w:p>
    <w:p w:rsidR="00B20D19" w:rsidRPr="00625874" w:rsidRDefault="00B20D19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</w:p>
    <w:p w:rsidR="00B46B4F" w:rsidRPr="00625874" w:rsidRDefault="00B46B4F" w:rsidP="00625874">
      <w:pPr>
        <w:pStyle w:val="Estilo1"/>
        <w:spacing w:line="240" w:lineRule="auto"/>
        <w:rPr>
          <w:rFonts w:ascii="Calibri" w:hAnsi="Calibri" w:cstheme="minorHAnsi"/>
          <w:sz w:val="22"/>
        </w:rPr>
      </w:pPr>
      <w:r w:rsidRPr="00625874">
        <w:rPr>
          <w:rFonts w:ascii="Calibri" w:hAnsi="Calibri" w:cstheme="minorHAnsi"/>
          <w:sz w:val="22"/>
        </w:rPr>
        <w:t>Sinalização</w:t>
      </w:r>
    </w:p>
    <w:p w:rsidR="00B46B4F" w:rsidRPr="00625874" w:rsidRDefault="00B46B4F" w:rsidP="00625874">
      <w:pPr>
        <w:pStyle w:val="Pargrafo1"/>
        <w:numPr>
          <w:ilvl w:val="0"/>
          <w:numId w:val="0"/>
        </w:numPr>
        <w:spacing w:line="240" w:lineRule="auto"/>
        <w:rPr>
          <w:rFonts w:ascii="Calibri" w:hAnsi="Calibri" w:cstheme="minorHAnsi"/>
          <w:b w:val="0"/>
        </w:rPr>
      </w:pPr>
      <w:r w:rsidRPr="00625874">
        <w:rPr>
          <w:rFonts w:ascii="Calibri" w:hAnsi="Calibri" w:cstheme="minorHAnsi"/>
          <w:b w:val="0"/>
        </w:rPr>
        <w:t>Descrever processo para definição e manutenção de sinalizações de trânsito (limites de velocidade, direções, permissões e proibições, áreas de estacionamento, faixas de pedestres, cruzamentos ou rotatórias, outras).</w:t>
      </w:r>
    </w:p>
    <w:sectPr w:rsidR="00B46B4F" w:rsidRPr="00625874" w:rsidSect="00B70D53">
      <w:headerReference w:type="default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390" w:right="708" w:bottom="709" w:left="836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C77" w:rsidRDefault="00FA2C77">
      <w:r>
        <w:separator/>
      </w:r>
    </w:p>
  </w:endnote>
  <w:endnote w:type="continuationSeparator" w:id="0">
    <w:p w:rsidR="00FA2C77" w:rsidRDefault="00FA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Pr="006838A8" w:rsidRDefault="009717AD" w:rsidP="006D2091">
    <w:pPr>
      <w:pStyle w:val="Rodap"/>
      <w:tabs>
        <w:tab w:val="center" w:pos="5110"/>
        <w:tab w:val="left" w:pos="7082"/>
      </w:tabs>
      <w:rPr>
        <w:rFonts w:asciiTheme="minorHAnsi" w:hAnsiTheme="minorHAnsi"/>
      </w:rPr>
    </w:pPr>
    <w:r>
      <w:tab/>
    </w:r>
    <w:r>
      <w:tab/>
    </w:r>
    <w:r>
      <w:rPr>
        <w:rFonts w:asciiTheme="minorHAnsi" w:hAnsiTheme="minorHAnsi"/>
      </w:rPr>
      <w:tab/>
    </w:r>
  </w:p>
  <w:p w:rsidR="009717AD" w:rsidRPr="00EC7898" w:rsidRDefault="009717AD">
    <w:pPr>
      <w:pStyle w:val="Rodap"/>
      <w:jc w:val="center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Default="009717AD">
    <w:pPr>
      <w:pStyle w:val="Rodap"/>
      <w:jc w:val="center"/>
    </w:pPr>
  </w:p>
  <w:p w:rsidR="009717AD" w:rsidRDefault="009717AD" w:rsidP="00B73706">
    <w:pPr>
      <w:pStyle w:val="Rodap"/>
      <w:ind w:left="-85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C77" w:rsidRDefault="00FA2C77">
      <w:r>
        <w:separator/>
      </w:r>
    </w:p>
  </w:footnote>
  <w:footnote w:type="continuationSeparator" w:id="0">
    <w:p w:rsidR="00FA2C77" w:rsidRDefault="00FA2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Default="009717AD" w:rsidP="00954889">
    <w:pPr>
      <w:ind w:left="-851"/>
    </w:pPr>
    <w:r>
      <w:rPr>
        <w:noProof/>
      </w:rPr>
      <mc:AlternateContent>
        <mc:Choice Requires="wpg">
          <w:drawing>
            <wp:anchor distT="0" distB="0" distL="114300" distR="114300" simplePos="0" relativeHeight="251732992" behindDoc="0" locked="0" layoutInCell="1" allowOverlap="1" wp14:anchorId="61EE5BB4" wp14:editId="1040F81D">
              <wp:simplePos x="0" y="0"/>
              <wp:positionH relativeFrom="column">
                <wp:posOffset>-102235</wp:posOffset>
              </wp:positionH>
              <wp:positionV relativeFrom="paragraph">
                <wp:posOffset>-332436</wp:posOffset>
              </wp:positionV>
              <wp:extent cx="6886575" cy="702750"/>
              <wp:effectExtent l="0" t="0" r="9525" b="2540"/>
              <wp:wrapNone/>
              <wp:docPr id="42" name="Grupo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6575" cy="702750"/>
                        <a:chOff x="0" y="0"/>
                        <a:chExt cx="6886575" cy="702750"/>
                      </a:xfrm>
                    </wpg:grpSpPr>
                    <wps:wsp>
                      <wps:cNvPr id="43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1394" w:rsidRPr="00EF1394" w:rsidRDefault="008447B1" w:rsidP="00EF1394">
                            <w:pPr>
                              <w:pStyle w:val="Cabealho"/>
                              <w:rPr>
                                <w:rFonts w:ascii="Arial" w:hAnsi="Arial" w:cs="Arial"/>
                                <w:b/>
                                <w:bCs/>
                                <w:color w:val="007E7A" w:themeColor="accen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7E7A" w:themeColor="accent1"/>
                              </w:rPr>
                              <w:t>Título do documento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g:grpSp>
                      <wpg:cNvPr id="45" name="Grupo 45"/>
                      <wpg:cNvGrpSpPr/>
                      <wpg:grpSpPr>
                        <a:xfrm>
                          <a:off x="0" y="0"/>
                          <a:ext cx="6886575" cy="702750"/>
                          <a:chOff x="0" y="0"/>
                          <a:chExt cx="6886575" cy="702750"/>
                        </a:xfrm>
                      </wpg:grpSpPr>
                      <pic:pic xmlns:pic="http://schemas.openxmlformats.org/drawingml/2006/picture">
                        <pic:nvPicPr>
                          <pic:cNvPr id="46" name="Imagem 42" descr="Descrição: vale_c_sm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34050" y="0"/>
                            <a:ext cx="11525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0" y="666750"/>
                            <a:ext cx="6885305" cy="36000"/>
                          </a:xfrm>
                          <a:prstGeom prst="rect">
                            <a:avLst/>
                          </a:prstGeom>
                          <a:solidFill>
                            <a:srgbClr val="006666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/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1EE5BB4" id="Grupo 42" o:spid="_x0000_s1026" style="position:absolute;left:0;text-align:left;margin-left:-8.05pt;margin-top:-26.2pt;width:542.25pt;height:55.35pt;z-index:251732992;mso-height-relative:margin" coordsize="68865,70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">
              <v:rect id="Rectangle 48" o:spid="_x0000_s1027" style="position:absolute;width:58547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xwfcMA&#10;AADbAAAADwAAAGRycy9kb3ducmV2LnhtbESP0WrCQBRE3wv9h+UW+lY3RikhuootCgVfbPQDLtlr&#10;Npi9G7KbmPbrXUHwcZiZM8xyPdpGDNT52rGC6SQBQVw6XXOl4HTcfWQgfEDW2DgmBX/kYb16fVli&#10;rt2Vf2koQiUihH2OCkwIbS6lLw1Z9BPXEkfv7DqLIcqukrrDa4TbRqZJ8ikt1hwXDLb0bai8FL2N&#10;lGJusqGvdvvyIP+/0pPtt0Oq1PvbuFmACDSGZ/jR/tEK5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xwfcMAAADbAAAADwAAAAAAAAAAAAAAAACYAgAAZHJzL2Rv&#10;d25yZXYueG1sUEsFBgAAAAAEAAQA9QAAAIgDAAAAAA==&#10;" filled="f" stroked="f">
                <v:textbox inset="0">
                  <w:txbxContent>
                    <w:p w:rsidR="00EF1394" w:rsidRPr="00EF1394" w:rsidRDefault="008447B1" w:rsidP="00EF1394">
                      <w:pPr>
                        <w:pStyle w:val="Cabealho"/>
                        <w:rPr>
                          <w:rFonts w:ascii="Arial" w:hAnsi="Arial" w:cs="Arial"/>
                          <w:b/>
                          <w:bCs/>
                          <w:color w:val="007E7A" w:themeColor="accent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7E7A" w:themeColor="accent1"/>
                        </w:rPr>
                        <w:t>Título do documento</w:t>
                      </w:r>
                    </w:p>
                  </w:txbxContent>
                </v:textbox>
              </v:rect>
              <v:group id="Grupo 45" o:spid="_x0000_s1028" style="position:absolute;width:68865;height:7027" coordsize="68865,7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42" o:spid="_x0000_s1029" type="#_x0000_t75" alt="Descrição: vale_c_sm" style="position:absolute;left:57340;width:11525;height:5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e653DAAAA2wAAAA8AAABkcnMvZG93bnJldi54bWxEj9FqAjEURN8L/kO4gi9Fs2oRWY2iUmn7&#10;JK5+wCW57i5ubpYk1dWvbwqFPg4zc4ZZrjvbiBv5UDtWMB5lIIi1MzWXCs6n/XAOIkRkg41jUvCg&#10;AOtV72WJuXF3PtKtiKVIEA45KqhibHMpg67IYhi5ljh5F+ctxiR9KY3He4LbRk6ybCYt1pwWKmxp&#10;V5G+Ft9Wgd6er1/T52ET3ydGF+Zj6nevrNSg320WICJ18T/81/40Ct5m8Psl/QC5+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h7rncMAAADbAAAADwAAAAAAAAAAAAAAAACf&#10;AgAAZHJzL2Rvd25yZXYueG1sUEsFBgAAAAAEAAQA9wAAAI8DAAAAAA==&#10;">
                  <v:imagedata r:id="rId2" o:title=" vale_c_sm"/>
                  <v:path arrowok="t"/>
                </v:shape>
                <v:rect id="Rectangle 14" o:spid="_x0000_s1030" style="position:absolute;top:6667;width:6885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Ph8QA&#10;AADbAAAADwAAAGRycy9kb3ducmV2LnhtbESPQWvCQBSE7wX/w/IEL0U3StCQuoqIglo8qO39kX1N&#10;otm3Ibtq9Nd3hUKPw8x8w0znranEjRpXWlYwHEQgiDOrS84VfJ3W/QSE88gaK8uk4EEO5rPO2xRT&#10;be98oNvR5yJA2KWooPC+TqV0WUEG3cDWxMH7sY1BH2STS93gPcBNJUdRNJYGSw4LBda0LCi7HK9G&#10;QXJ5/9QxLfB7m6xiuc2fu318VqrXbRcfIDy1/j/8195oBfEEXl/CD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SD4fEAAAA2wAAAA8AAAAAAAAAAAAAAAAAmAIAAGRycy9k&#10;b3ducmV2LnhtbFBLBQYAAAAABAAEAPUAAACJAwAAAAA=&#10;" fillcolor="#066" stroked="f"/>
              </v:group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731968" behindDoc="0" locked="0" layoutInCell="1" allowOverlap="1" wp14:anchorId="277B1D58" wp14:editId="39218446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2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717AD" w:rsidRDefault="009717AD" w:rsidP="00954889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BB6B03" w:rsidRPr="00614112" w:rsidTr="005253F3">
      <w:tc>
        <w:tcPr>
          <w:tcW w:w="4537" w:type="dxa"/>
        </w:tcPr>
        <w:p w:rsidR="00BB6B03" w:rsidRPr="00614112" w:rsidRDefault="009C6D70" w:rsidP="008447B1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>
            <w:rPr>
              <w:rFonts w:ascii="Arial" w:hAnsi="Arial" w:cs="Arial"/>
              <w:b/>
              <w:color w:val="005E5B" w:themeColor="text2" w:themeShade="BF"/>
              <w:sz w:val="22"/>
            </w:rPr>
            <w:t>PGS-3209-</w:t>
          </w:r>
          <w:r w:rsidR="008447B1">
            <w:rPr>
              <w:rFonts w:ascii="Arial" w:hAnsi="Arial" w:cs="Arial"/>
              <w:b/>
              <w:color w:val="005E5B" w:themeColor="text2" w:themeShade="BF"/>
              <w:sz w:val="22"/>
            </w:rPr>
            <w:t>XX-XX</w:t>
          </w:r>
        </w:p>
      </w:tc>
      <w:tc>
        <w:tcPr>
          <w:tcW w:w="3490" w:type="dxa"/>
        </w:tcPr>
        <w:p w:rsidR="00BB6B03" w:rsidRPr="00471688" w:rsidRDefault="00680439" w:rsidP="003F05D7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</w:pPr>
          <w:r>
            <w:rPr>
              <w:rFonts w:ascii="Arial" w:hAnsi="Arial" w:cs="Arial"/>
              <w:b/>
              <w:color w:val="005E5B" w:themeColor="text2" w:themeShade="BF"/>
              <w:sz w:val="22"/>
              <w:lang w:val="en-US"/>
            </w:rPr>
            <w:t>Anexo 1</w:t>
          </w:r>
        </w:p>
      </w:tc>
      <w:tc>
        <w:tcPr>
          <w:tcW w:w="2888" w:type="dxa"/>
        </w:tcPr>
        <w:p w:rsidR="00BB6B03" w:rsidRPr="00614112" w:rsidRDefault="00BB6B03" w:rsidP="005253F3">
          <w:pPr>
            <w:tabs>
              <w:tab w:val="left" w:pos="3060"/>
            </w:tabs>
            <w:jc w:val="right"/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Pág.: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PAGE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625874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de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NUMPAGES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625874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2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:rsidR="009717AD" w:rsidRPr="001D5837" w:rsidRDefault="009717AD" w:rsidP="00954889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9717AD" w:rsidRDefault="009717AD">
    <w:pPr>
      <w:rPr>
        <w:sz w:val="2"/>
      </w:rPr>
    </w:pPr>
  </w:p>
  <w:p w:rsidR="009717AD" w:rsidRDefault="009717AD">
    <w:pPr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AD" w:rsidRDefault="00BC7E8C" w:rsidP="007B62D8">
    <w:pPr>
      <w:ind w:left="-851"/>
    </w:pPr>
    <w:r>
      <w:rPr>
        <w:noProof/>
      </w:rPr>
      <w:drawing>
        <wp:anchor distT="0" distB="0" distL="114300" distR="114300" simplePos="0" relativeHeight="251659776" behindDoc="1" locked="0" layoutInCell="1" allowOverlap="1" wp14:anchorId="345FAAEC" wp14:editId="552CFA06">
          <wp:simplePos x="0" y="0"/>
          <wp:positionH relativeFrom="column">
            <wp:posOffset>5517515</wp:posOffset>
          </wp:positionH>
          <wp:positionV relativeFrom="paragraph">
            <wp:posOffset>-202565</wp:posOffset>
          </wp:positionV>
          <wp:extent cx="1163955" cy="542925"/>
          <wp:effectExtent l="0" t="0" r="0" b="9525"/>
          <wp:wrapThrough wrapText="bothSides">
            <wp:wrapPolygon edited="0">
              <wp:start x="0" y="0"/>
              <wp:lineTo x="0" y="21221"/>
              <wp:lineTo x="21211" y="21221"/>
              <wp:lineTo x="21211" y="0"/>
              <wp:lineTo x="0" y="0"/>
            </wp:wrapPolygon>
          </wp:wrapThrough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955" cy="542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17AD"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63BD227B" wp14:editId="69E0A90A">
              <wp:simplePos x="0" y="0"/>
              <wp:positionH relativeFrom="column">
                <wp:posOffset>-102235</wp:posOffset>
              </wp:positionH>
              <wp:positionV relativeFrom="paragraph">
                <wp:posOffset>-307340</wp:posOffset>
              </wp:positionV>
              <wp:extent cx="6885305" cy="674175"/>
              <wp:effectExtent l="0" t="0" r="0" b="0"/>
              <wp:wrapNone/>
              <wp:docPr id="41" name="Grupo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85305" cy="674175"/>
                        <a:chOff x="0" y="0"/>
                        <a:chExt cx="6885305" cy="674175"/>
                      </a:xfrm>
                    </wpg:grpSpPr>
                    <wps:wsp>
                      <wps:cNvPr id="9" name="Rectangle 4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47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1394" w:rsidRPr="00B20D19" w:rsidRDefault="00521B83" w:rsidP="00EF1394">
                            <w:pPr>
                              <w:pStyle w:val="Cabealho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E7A" w:themeColor="accent1"/>
                                <w:sz w:val="28"/>
                                <w:szCs w:val="28"/>
                              </w:rPr>
                            </w:pPr>
                            <w:r w:rsidRPr="00B20D1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7E7A" w:themeColor="accent1"/>
                                <w:sz w:val="28"/>
                                <w:szCs w:val="28"/>
                              </w:rPr>
                              <w:t>Requisitos para Plano de Trânsito Interno</w:t>
                            </w:r>
                          </w:p>
                        </w:txbxContent>
                      </wps:txbx>
                      <wps:bodyPr wrap="square" lIns="0" anchor="ctr" anchorCtr="0">
                        <a:noAutofit/>
                      </wps:bodyPr>
                    </wps:wsp>
                    <wps:wsp>
                      <wps:cNvPr id="13" name="Rectangle 14"/>
                      <wps:cNvSpPr>
                        <a:spLocks noChangeArrowheads="1"/>
                      </wps:cNvSpPr>
                      <wps:spPr bwMode="auto">
                        <a:xfrm>
                          <a:off x="0" y="638175"/>
                          <a:ext cx="6885305" cy="36000"/>
                        </a:xfrm>
                        <a:prstGeom prst="rect">
                          <a:avLst/>
                        </a:prstGeom>
                        <a:solidFill>
                          <a:srgbClr val="00666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BD227B" id="Grupo 41" o:spid="_x0000_s1031" style="position:absolute;left:0;text-align:left;margin-left:-8.05pt;margin-top:-24.2pt;width:542.15pt;height:53.1pt;z-index:251658752;mso-width-relative:margin;mso-height-relative:margin" coordsize="68853,6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">
              <v:rect id="Rectangle 48" o:spid="_x0000_s1032" style="position:absolute;width:58547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mDQ8IA&#10;AADaAAAADwAAAGRycy9kb3ducmV2LnhtbESP0WrCQBRE3wv9h+UW+tZsDCI2dRVbFIS+aPQDLtlr&#10;Npi9G7KbmPr1XUHwcZiZM8xiNdpGDNT52rGCSZKCIC6drrlScDpuP+YgfEDW2DgmBX/kYbV8fVlg&#10;rt2VDzQUoRIRwj5HBSaENpfSl4Ys+sS1xNE7u85iiLKrpO7wGuG2kVmazqTFmuOCwZZ+DJWXoreR&#10;UkzNfOir7W+5l7fv7GT7zZAp9f42rr9ABBrDM/xo77SCT7hfiT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YNDwgAAANoAAAAPAAAAAAAAAAAAAAAAAJgCAABkcnMvZG93&#10;bnJldi54bWxQSwUGAAAAAAQABAD1AAAAhwMAAAAA&#10;" filled="f" stroked="f">
                <v:textbox inset="0">
                  <w:txbxContent>
                    <w:p w:rsidR="00EF1394" w:rsidRPr="00B20D19" w:rsidRDefault="00521B83" w:rsidP="00EF1394">
                      <w:pPr>
                        <w:pStyle w:val="Cabealho"/>
                        <w:rPr>
                          <w:rFonts w:asciiTheme="minorHAnsi" w:hAnsiTheme="minorHAnsi" w:cstheme="minorHAnsi"/>
                          <w:b/>
                          <w:bCs/>
                          <w:color w:val="007E7A" w:themeColor="accent1"/>
                          <w:sz w:val="28"/>
                          <w:szCs w:val="28"/>
                        </w:rPr>
                      </w:pPr>
                      <w:r w:rsidRPr="00B20D19">
                        <w:rPr>
                          <w:rFonts w:asciiTheme="minorHAnsi" w:hAnsiTheme="minorHAnsi" w:cstheme="minorHAnsi"/>
                          <w:b/>
                          <w:bCs/>
                          <w:color w:val="007E7A" w:themeColor="accent1"/>
                          <w:sz w:val="28"/>
                          <w:szCs w:val="28"/>
                        </w:rPr>
                        <w:t>Requisitos para Plano de Trânsito Interno</w:t>
                      </w:r>
                    </w:p>
                  </w:txbxContent>
                </v:textbox>
              </v:rect>
              <v:rect id="Rectangle 14" o:spid="_x0000_s1033" style="position:absolute;top:6381;width:68853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mmcIA&#10;AADbAAAADwAAAGRycy9kb3ducmV2LnhtbERPTWvCQBC9C/6HZQpeSt3YBgnRVUQs1IoHU70P2TFJ&#10;zc6G7KrRX98VCt7m8T5nOu9MLS7UusqygtEwAkGcW11xoWD/8/mWgHAeWWNtmRTcyMF81u9NMdX2&#10;yju6ZL4QIYRdigpK75tUSpeXZNANbUMcuKNtDfoA20LqFq8h3NTyPYrG0mDFoaHEhpYl5afsbBQk&#10;p9eNjmmBh3WyiuW6uH9v41+lBi/dYgLCU+ef4n/3lw7zP+DxSzh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iaZwgAAANsAAAAPAAAAAAAAAAAAAAAAAJgCAABkcnMvZG93&#10;bnJldi54bWxQSwUGAAAAAAQABAD1AAAAhwMAAAAA&#10;" fillcolor="#066" stroked="f"/>
            </v:group>
          </w:pict>
        </mc:Fallback>
      </mc:AlternateContent>
    </w:r>
    <w:r w:rsidR="009717AD">
      <w:rPr>
        <w:noProof/>
      </w:rPr>
      <w:drawing>
        <wp:anchor distT="0" distB="0" distL="114300" distR="114300" simplePos="0" relativeHeight="251656704" behindDoc="0" locked="0" layoutInCell="1" allowOverlap="1" wp14:anchorId="6AC1D519" wp14:editId="29191293">
          <wp:simplePos x="0" y="0"/>
          <wp:positionH relativeFrom="column">
            <wp:posOffset>9138452</wp:posOffset>
          </wp:positionH>
          <wp:positionV relativeFrom="paragraph">
            <wp:posOffset>-407083</wp:posOffset>
          </wp:positionV>
          <wp:extent cx="931653" cy="484097"/>
          <wp:effectExtent l="19050" t="0" r="1797" b="0"/>
          <wp:wrapNone/>
          <wp:docPr id="3" name="Imagem 42" descr="Descrição: vale_c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Descrição: vale_c_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1653" cy="484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717AD" w:rsidRDefault="009717AD" w:rsidP="003575DA">
    <w:pPr>
      <w:rPr>
        <w:rFonts w:ascii="Arial" w:hAnsi="Arial" w:cs="Arial"/>
        <w:b/>
        <w:sz w:val="28"/>
      </w:rPr>
    </w:pPr>
  </w:p>
  <w:tbl>
    <w:tblPr>
      <w:tblStyle w:val="Tabelacomgrade"/>
      <w:tblW w:w="10915" w:type="dxa"/>
      <w:tblInd w:w="-34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37"/>
      <w:gridCol w:w="3490"/>
      <w:gridCol w:w="2888"/>
    </w:tblGrid>
    <w:tr w:rsidR="009717AD" w:rsidRPr="00614112" w:rsidTr="00614112">
      <w:tc>
        <w:tcPr>
          <w:tcW w:w="4537" w:type="dxa"/>
        </w:tcPr>
        <w:p w:rsidR="009717AD" w:rsidRPr="00614112" w:rsidRDefault="009C6D70" w:rsidP="00521B83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>
            <w:rPr>
              <w:rFonts w:ascii="Arial" w:hAnsi="Arial" w:cs="Arial"/>
              <w:b/>
              <w:color w:val="005E5B" w:themeColor="text2" w:themeShade="BF"/>
              <w:sz w:val="22"/>
            </w:rPr>
            <w:t>PGS-32</w:t>
          </w:r>
          <w:r w:rsidR="00521B83">
            <w:rPr>
              <w:rFonts w:ascii="Arial" w:hAnsi="Arial" w:cs="Arial"/>
              <w:b/>
              <w:color w:val="005E5B" w:themeColor="text2" w:themeShade="BF"/>
              <w:sz w:val="22"/>
            </w:rPr>
            <w:t>12-025</w:t>
          </w:r>
        </w:p>
      </w:tc>
      <w:tc>
        <w:tcPr>
          <w:tcW w:w="3490" w:type="dxa"/>
        </w:tcPr>
        <w:p w:rsidR="009717AD" w:rsidRPr="003A3ECF" w:rsidRDefault="00EF1394" w:rsidP="003A3ECF">
          <w:pPr>
            <w:tabs>
              <w:tab w:val="left" w:pos="3060"/>
            </w:tabs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>
            <w:rPr>
              <w:rFonts w:ascii="Arial" w:hAnsi="Arial" w:cs="Arial"/>
              <w:b/>
              <w:color w:val="005E5B" w:themeColor="text2" w:themeShade="BF"/>
              <w:sz w:val="22"/>
            </w:rPr>
            <w:t>Anexo</w:t>
          </w:r>
          <w:r w:rsidR="00680439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1</w:t>
          </w:r>
          <w:r w:rsidR="00521B83">
            <w:rPr>
              <w:rFonts w:ascii="Arial" w:hAnsi="Arial" w:cs="Arial"/>
              <w:b/>
              <w:color w:val="005E5B" w:themeColor="text2" w:themeShade="BF"/>
              <w:sz w:val="22"/>
            </w:rPr>
            <w:t>0</w:t>
          </w:r>
        </w:p>
      </w:tc>
      <w:tc>
        <w:tcPr>
          <w:tcW w:w="2888" w:type="dxa"/>
        </w:tcPr>
        <w:p w:rsidR="009717AD" w:rsidRPr="00614112" w:rsidRDefault="009717AD" w:rsidP="00614112">
          <w:pPr>
            <w:tabs>
              <w:tab w:val="left" w:pos="3060"/>
            </w:tabs>
            <w:jc w:val="right"/>
            <w:rPr>
              <w:rFonts w:ascii="Arial" w:hAnsi="Arial" w:cs="Arial"/>
              <w:b/>
              <w:color w:val="005E5B" w:themeColor="text2" w:themeShade="BF"/>
              <w:sz w:val="22"/>
            </w:rPr>
          </w:pP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Pág.: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PAGE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BC7E8C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1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t xml:space="preserve"> de 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begin"/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instrText>NUMPAGES  \* Arabic  \* MERGEFORMAT</w:instrTex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separate"/>
          </w:r>
          <w:r w:rsidR="00BC7E8C">
            <w:rPr>
              <w:rFonts w:ascii="Arial" w:hAnsi="Arial" w:cs="Arial"/>
              <w:b/>
              <w:noProof/>
              <w:color w:val="005E5B" w:themeColor="text2" w:themeShade="BF"/>
              <w:sz w:val="22"/>
            </w:rPr>
            <w:t>1</w:t>
          </w:r>
          <w:r w:rsidRPr="00614112">
            <w:rPr>
              <w:rFonts w:ascii="Arial" w:hAnsi="Arial" w:cs="Arial"/>
              <w:b/>
              <w:color w:val="005E5B" w:themeColor="text2" w:themeShade="BF"/>
              <w:sz w:val="22"/>
            </w:rPr>
            <w:fldChar w:fldCharType="end"/>
          </w:r>
        </w:p>
      </w:tc>
    </w:tr>
  </w:tbl>
  <w:p w:rsidR="009717AD" w:rsidRPr="001D5837" w:rsidRDefault="009717AD" w:rsidP="001D5837">
    <w:pPr>
      <w:tabs>
        <w:tab w:val="left" w:pos="3060"/>
        <w:tab w:val="left" w:pos="4238"/>
      </w:tabs>
      <w:rPr>
        <w:rFonts w:ascii="Arial" w:hAnsi="Arial" w:cs="Arial"/>
        <w:sz w:val="12"/>
        <w:szCs w:val="12"/>
      </w:rPr>
    </w:pPr>
  </w:p>
  <w:p w:rsidR="009717AD" w:rsidRPr="0051496D" w:rsidRDefault="009717AD" w:rsidP="0051496D">
    <w:pPr>
      <w:pStyle w:val="Cabealho"/>
      <w:rPr>
        <w:rFonts w:asciiTheme="minorHAnsi" w:hAnsiTheme="minorHAnsi"/>
        <w:b/>
        <w:color w:val="007E7A" w:themeColor="text2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73F8"/>
    <w:multiLevelType w:val="hybridMultilevel"/>
    <w:tmpl w:val="8C5E99C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B9C139B"/>
    <w:multiLevelType w:val="hybridMultilevel"/>
    <w:tmpl w:val="866C4A24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CD15DE2"/>
    <w:multiLevelType w:val="multilevel"/>
    <w:tmpl w:val="FD80DF98"/>
    <w:lvl w:ilvl="0">
      <w:start w:val="1"/>
      <w:numFmt w:val="decimal"/>
      <w:pStyle w:val="EstiloNormativ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384"/>
        </w:tabs>
        <w:ind w:left="1644" w:hanging="34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1AD8058D"/>
    <w:multiLevelType w:val="multilevel"/>
    <w:tmpl w:val="0E9CEFEE"/>
    <w:lvl w:ilvl="0">
      <w:start w:val="1"/>
      <w:numFmt w:val="decimal"/>
      <w:pStyle w:val="Estilo1"/>
      <w:lvlText w:val="%1."/>
      <w:lvlJc w:val="left"/>
      <w:pPr>
        <w:ind w:left="360" w:hanging="360"/>
      </w:pPr>
    </w:lvl>
    <w:lvl w:ilvl="1">
      <w:start w:val="1"/>
      <w:numFmt w:val="decimal"/>
      <w:pStyle w:val="Estilo2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7B7CA7"/>
    <w:multiLevelType w:val="hybridMultilevel"/>
    <w:tmpl w:val="DA9666F8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1D8D5A49"/>
    <w:multiLevelType w:val="multilevel"/>
    <w:tmpl w:val="3BC2EB38"/>
    <w:lvl w:ilvl="0">
      <w:start w:val="1"/>
      <w:numFmt w:val="bullet"/>
      <w:lvlText w:val=""/>
      <w:lvlJc w:val="left"/>
      <w:pPr>
        <w:tabs>
          <w:tab w:val="num" w:pos="360"/>
        </w:tabs>
        <w:ind w:left="181" w:hanging="181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378" w:firstLine="182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154"/>
        </w:tabs>
        <w:ind w:left="181" w:firstLine="613"/>
      </w:pPr>
      <w:rPr>
        <w:rFonts w:hint="default"/>
        <w:b w:val="0"/>
        <w:i w:val="0"/>
        <w:sz w:val="20"/>
      </w:rPr>
    </w:lvl>
    <w:lvl w:ilvl="3">
      <w:start w:val="1"/>
      <w:numFmt w:val="lowerLetter"/>
      <w:pStyle w:val="Normativo4"/>
      <w:lvlText w:val="%4)"/>
      <w:lvlJc w:val="left"/>
      <w:pPr>
        <w:tabs>
          <w:tab w:val="num" w:pos="1664"/>
        </w:tabs>
        <w:ind w:left="181" w:firstLine="1123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F1B7C1D"/>
    <w:multiLevelType w:val="multilevel"/>
    <w:tmpl w:val="E4D8B69A"/>
    <w:lvl w:ilvl="0">
      <w:start w:val="1"/>
      <w:numFmt w:val="bullet"/>
      <w:pStyle w:val="Bullets"/>
      <w:lvlText w:val=""/>
      <w:lvlJc w:val="left"/>
      <w:pPr>
        <w:tabs>
          <w:tab w:val="num" w:pos="454"/>
        </w:tabs>
        <w:ind w:left="454" w:hanging="454"/>
      </w:pPr>
      <w:rPr>
        <w:rFonts w:ascii="Wingdings 2" w:hAnsi="Wingdings 2" w:cs="Wingdings 2" w:hint="default"/>
        <w:color w:val="auto"/>
        <w:position w:val="-6"/>
        <w:sz w:val="28"/>
        <w:szCs w:val="28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40"/>
      </w:pPr>
      <w:rPr>
        <w:rFonts w:ascii="Wingdings" w:hAnsi="Wingdings" w:cs="Wingdings" w:hint="default"/>
        <w:color w:val="auto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" w15:restartNumberingAfterBreak="0">
    <w:nsid w:val="234B1AAE"/>
    <w:multiLevelType w:val="hybridMultilevel"/>
    <w:tmpl w:val="5768A414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32941B84"/>
    <w:multiLevelType w:val="hybridMultilevel"/>
    <w:tmpl w:val="C124217A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9" w15:restartNumberingAfterBreak="0">
    <w:nsid w:val="356E7672"/>
    <w:multiLevelType w:val="hybridMultilevel"/>
    <w:tmpl w:val="7A882EC2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" w15:restartNumberingAfterBreak="0">
    <w:nsid w:val="388618E2"/>
    <w:multiLevelType w:val="hybridMultilevel"/>
    <w:tmpl w:val="58541D92"/>
    <w:lvl w:ilvl="0" w:tplc="AA167A48">
      <w:start w:val="1"/>
      <w:numFmt w:val="bullet"/>
      <w:pStyle w:val="Pargrafo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8621A"/>
    <w:multiLevelType w:val="multilevel"/>
    <w:tmpl w:val="CC989146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aps w:val="0"/>
        <w:color w:val="auto"/>
        <w:sz w:val="16"/>
      </w:rPr>
    </w:lvl>
    <w:lvl w:ilvl="1">
      <w:start w:val="1"/>
      <w:numFmt w:val="bullet"/>
      <w:lvlText w:val="–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</w:rPr>
    </w:lvl>
    <w:lvl w:ilvl="2">
      <w:start w:val="1"/>
      <w:numFmt w:val="bullet"/>
      <w:lvlText w:val="-"/>
      <w:lvlJc w:val="left"/>
      <w:pPr>
        <w:tabs>
          <w:tab w:val="num" w:pos="1304"/>
        </w:tabs>
        <w:ind w:left="1304" w:hanging="510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2041"/>
        </w:tabs>
        <w:ind w:left="2041" w:hanging="737"/>
      </w:pPr>
      <w:rPr>
        <w:rFonts w:hint="default"/>
        <w:sz w:val="2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3345"/>
        </w:tabs>
        <w:ind w:left="3345" w:hanging="1531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D7E5184"/>
    <w:multiLevelType w:val="hybridMultilevel"/>
    <w:tmpl w:val="DC229A8C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413F4D48"/>
    <w:multiLevelType w:val="hybridMultilevel"/>
    <w:tmpl w:val="2E44579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4" w15:restartNumberingAfterBreak="0">
    <w:nsid w:val="42E20D9D"/>
    <w:multiLevelType w:val="hybridMultilevel"/>
    <w:tmpl w:val="C50C075E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5" w15:restartNumberingAfterBreak="0">
    <w:nsid w:val="43B82776"/>
    <w:multiLevelType w:val="hybridMultilevel"/>
    <w:tmpl w:val="32764092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6" w15:restartNumberingAfterBreak="0">
    <w:nsid w:val="49EA6305"/>
    <w:multiLevelType w:val="hybridMultilevel"/>
    <w:tmpl w:val="91D89EE8"/>
    <w:lvl w:ilvl="0" w:tplc="0416000D">
      <w:start w:val="1"/>
      <w:numFmt w:val="bullet"/>
      <w:pStyle w:val="Normativoquaternrio"/>
      <w:lvlText w:val=""/>
      <w:lvlJc w:val="left"/>
      <w:pPr>
        <w:ind w:left="1386" w:hanging="360"/>
      </w:pPr>
      <w:rPr>
        <w:rFonts w:ascii="Wingdings" w:hAnsi="Wingdings" w:hint="default"/>
        <w:b w:val="0"/>
      </w:rPr>
    </w:lvl>
    <w:lvl w:ilvl="1" w:tplc="04160003">
      <w:start w:val="1"/>
      <w:numFmt w:val="lowerLetter"/>
      <w:lvlText w:val="%2."/>
      <w:lvlJc w:val="left"/>
      <w:pPr>
        <w:ind w:left="2106" w:hanging="360"/>
      </w:pPr>
    </w:lvl>
    <w:lvl w:ilvl="2" w:tplc="04160005" w:tentative="1">
      <w:start w:val="1"/>
      <w:numFmt w:val="lowerRoman"/>
      <w:lvlText w:val="%3."/>
      <w:lvlJc w:val="right"/>
      <w:pPr>
        <w:ind w:left="2826" w:hanging="180"/>
      </w:pPr>
    </w:lvl>
    <w:lvl w:ilvl="3" w:tplc="04160001" w:tentative="1">
      <w:start w:val="1"/>
      <w:numFmt w:val="decimal"/>
      <w:lvlText w:val="%4."/>
      <w:lvlJc w:val="left"/>
      <w:pPr>
        <w:ind w:left="3546" w:hanging="360"/>
      </w:pPr>
    </w:lvl>
    <w:lvl w:ilvl="4" w:tplc="04160003" w:tentative="1">
      <w:start w:val="1"/>
      <w:numFmt w:val="lowerLetter"/>
      <w:lvlText w:val="%5."/>
      <w:lvlJc w:val="left"/>
      <w:pPr>
        <w:ind w:left="4266" w:hanging="360"/>
      </w:pPr>
    </w:lvl>
    <w:lvl w:ilvl="5" w:tplc="04160005" w:tentative="1">
      <w:start w:val="1"/>
      <w:numFmt w:val="lowerRoman"/>
      <w:lvlText w:val="%6."/>
      <w:lvlJc w:val="right"/>
      <w:pPr>
        <w:ind w:left="4986" w:hanging="180"/>
      </w:pPr>
    </w:lvl>
    <w:lvl w:ilvl="6" w:tplc="04160001" w:tentative="1">
      <w:start w:val="1"/>
      <w:numFmt w:val="decimal"/>
      <w:lvlText w:val="%7."/>
      <w:lvlJc w:val="left"/>
      <w:pPr>
        <w:ind w:left="5706" w:hanging="360"/>
      </w:pPr>
    </w:lvl>
    <w:lvl w:ilvl="7" w:tplc="04160003" w:tentative="1">
      <w:start w:val="1"/>
      <w:numFmt w:val="lowerLetter"/>
      <w:lvlText w:val="%8."/>
      <w:lvlJc w:val="left"/>
      <w:pPr>
        <w:ind w:left="6426" w:hanging="360"/>
      </w:pPr>
    </w:lvl>
    <w:lvl w:ilvl="8" w:tplc="04160005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4B900966"/>
    <w:multiLevelType w:val="hybridMultilevel"/>
    <w:tmpl w:val="780CCF94"/>
    <w:lvl w:ilvl="0" w:tplc="0C9ADF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825A9"/>
    <w:multiLevelType w:val="hybridMultilevel"/>
    <w:tmpl w:val="0ADE5F8A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5A4F4969"/>
    <w:multiLevelType w:val="hybridMultilevel"/>
    <w:tmpl w:val="F6EA22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5656B6"/>
    <w:multiLevelType w:val="multilevel"/>
    <w:tmpl w:val="FB76A54A"/>
    <w:lvl w:ilvl="0">
      <w:start w:val="1"/>
      <w:numFmt w:val="lowerLetter"/>
      <w:pStyle w:val="Smallletters"/>
      <w:lvlText w:val="%1)"/>
      <w:lvlJc w:val="left"/>
      <w:pPr>
        <w:tabs>
          <w:tab w:val="num" w:pos="454"/>
        </w:tabs>
        <w:ind w:left="454" w:hanging="454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2A6946"/>
    <w:multiLevelType w:val="hybridMultilevel"/>
    <w:tmpl w:val="ECFAF1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F5E8F"/>
    <w:multiLevelType w:val="hybridMultilevel"/>
    <w:tmpl w:val="D30E6676"/>
    <w:lvl w:ilvl="0" w:tplc="0416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6"/>
  </w:num>
  <w:num w:numId="4">
    <w:abstractNumId w:val="2"/>
  </w:num>
  <w:num w:numId="5">
    <w:abstractNumId w:val="20"/>
  </w:num>
  <w:num w:numId="6">
    <w:abstractNumId w:val="6"/>
  </w:num>
  <w:num w:numId="7">
    <w:abstractNumId w:val="17"/>
  </w:num>
  <w:num w:numId="8">
    <w:abstractNumId w:val="10"/>
  </w:num>
  <w:num w:numId="9">
    <w:abstractNumId w:val="12"/>
  </w:num>
  <w:num w:numId="10">
    <w:abstractNumId w:val="22"/>
  </w:num>
  <w:num w:numId="11">
    <w:abstractNumId w:val="9"/>
  </w:num>
  <w:num w:numId="12">
    <w:abstractNumId w:val="18"/>
  </w:num>
  <w:num w:numId="13">
    <w:abstractNumId w:val="7"/>
  </w:num>
  <w:num w:numId="14">
    <w:abstractNumId w:val="4"/>
  </w:num>
  <w:num w:numId="15">
    <w:abstractNumId w:val="15"/>
  </w:num>
  <w:num w:numId="16">
    <w:abstractNumId w:val="1"/>
  </w:num>
  <w:num w:numId="17">
    <w:abstractNumId w:val="14"/>
  </w:num>
  <w:num w:numId="18">
    <w:abstractNumId w:val="0"/>
  </w:num>
  <w:num w:numId="19">
    <w:abstractNumId w:val="8"/>
  </w:num>
  <w:num w:numId="20">
    <w:abstractNumId w:val="13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811"/>
  <w:hyphenationZone w:val="567"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  <o:colormru v:ext="edit" colors="#ddd,#f8f8f8,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ROVER" w:val="Ana Lucia Silva Taveira"/>
    <w:docVar w:name="CONSENT" w:val="Ernani da Paixão Espirito Santo; Tatiana Guedes dos Santos"/>
    <w:docVar w:name="DATEREV" w:val="-"/>
    <w:docVar w:name="DOC" w:val="PGS-3212-025"/>
    <w:docVar w:name="ELABFUNCTION" w:val="Engenheiro de Segurança do Trabalho Sr"/>
    <w:docVar w:name="ELABORATOR" w:val="Luciana Pereira Ramos"/>
    <w:docVar w:name="ELABUSERFUNCTION" w:val="Luciana Pereira Ramos - Engenheiro de Segurança do Trabalho Sr"/>
    <w:docVar w:name="IDLOGINCURRENT" w:val="ana.cacheado"/>
    <w:docVar w:name="NMUSERCURRENT" w:val="Ana Altiva Cacheado"/>
    <w:docVar w:name="REV" w:val="00"/>
    <w:docVar w:name="TITLE" w:val="Equipamentos Móveis"/>
  </w:docVars>
  <w:rsids>
    <w:rsidRoot w:val="00272880"/>
    <w:rsid w:val="00002313"/>
    <w:rsid w:val="0000232D"/>
    <w:rsid w:val="00002449"/>
    <w:rsid w:val="00004119"/>
    <w:rsid w:val="00007D64"/>
    <w:rsid w:val="000114A2"/>
    <w:rsid w:val="00012F55"/>
    <w:rsid w:val="00012FCA"/>
    <w:rsid w:val="0001302D"/>
    <w:rsid w:val="00013BF3"/>
    <w:rsid w:val="0001464A"/>
    <w:rsid w:val="0001703A"/>
    <w:rsid w:val="000177BB"/>
    <w:rsid w:val="00030608"/>
    <w:rsid w:val="00033167"/>
    <w:rsid w:val="000345E0"/>
    <w:rsid w:val="00037068"/>
    <w:rsid w:val="00042FA1"/>
    <w:rsid w:val="00043676"/>
    <w:rsid w:val="00045F12"/>
    <w:rsid w:val="00046691"/>
    <w:rsid w:val="00047184"/>
    <w:rsid w:val="0005171B"/>
    <w:rsid w:val="00052B82"/>
    <w:rsid w:val="0005417E"/>
    <w:rsid w:val="00061871"/>
    <w:rsid w:val="00065B9E"/>
    <w:rsid w:val="00072898"/>
    <w:rsid w:val="000768E4"/>
    <w:rsid w:val="000818AF"/>
    <w:rsid w:val="00082184"/>
    <w:rsid w:val="0008674F"/>
    <w:rsid w:val="000867B1"/>
    <w:rsid w:val="00091827"/>
    <w:rsid w:val="00093005"/>
    <w:rsid w:val="00094A77"/>
    <w:rsid w:val="00097986"/>
    <w:rsid w:val="000A1C5E"/>
    <w:rsid w:val="000A4FCE"/>
    <w:rsid w:val="000A5AFF"/>
    <w:rsid w:val="000A66DD"/>
    <w:rsid w:val="000A6CEA"/>
    <w:rsid w:val="000B08CF"/>
    <w:rsid w:val="000B5EBD"/>
    <w:rsid w:val="000C1EB4"/>
    <w:rsid w:val="000C224A"/>
    <w:rsid w:val="000D17D0"/>
    <w:rsid w:val="000D215A"/>
    <w:rsid w:val="000D2C1D"/>
    <w:rsid w:val="000D3005"/>
    <w:rsid w:val="000D6437"/>
    <w:rsid w:val="000E20D4"/>
    <w:rsid w:val="000E7284"/>
    <w:rsid w:val="000E7891"/>
    <w:rsid w:val="000F07AC"/>
    <w:rsid w:val="000F11BB"/>
    <w:rsid w:val="000F2D94"/>
    <w:rsid w:val="001062C1"/>
    <w:rsid w:val="0011077E"/>
    <w:rsid w:val="00111AC5"/>
    <w:rsid w:val="00112FC5"/>
    <w:rsid w:val="001131D2"/>
    <w:rsid w:val="00115E34"/>
    <w:rsid w:val="00121CAD"/>
    <w:rsid w:val="00122143"/>
    <w:rsid w:val="001240A0"/>
    <w:rsid w:val="00131992"/>
    <w:rsid w:val="0013259E"/>
    <w:rsid w:val="00132928"/>
    <w:rsid w:val="00133FA4"/>
    <w:rsid w:val="001347E2"/>
    <w:rsid w:val="0013717D"/>
    <w:rsid w:val="001373FF"/>
    <w:rsid w:val="00137A0A"/>
    <w:rsid w:val="00137A78"/>
    <w:rsid w:val="0014175D"/>
    <w:rsid w:val="00142AD8"/>
    <w:rsid w:val="00144F30"/>
    <w:rsid w:val="001450C9"/>
    <w:rsid w:val="00146F27"/>
    <w:rsid w:val="00151F57"/>
    <w:rsid w:val="00154E2A"/>
    <w:rsid w:val="0015596C"/>
    <w:rsid w:val="001605C2"/>
    <w:rsid w:val="00162422"/>
    <w:rsid w:val="001635AF"/>
    <w:rsid w:val="0016423B"/>
    <w:rsid w:val="0016630B"/>
    <w:rsid w:val="00167348"/>
    <w:rsid w:val="0017173B"/>
    <w:rsid w:val="00175612"/>
    <w:rsid w:val="00176B0F"/>
    <w:rsid w:val="00177FE5"/>
    <w:rsid w:val="00180774"/>
    <w:rsid w:val="00181A3D"/>
    <w:rsid w:val="00181FD3"/>
    <w:rsid w:val="00182A84"/>
    <w:rsid w:val="001835F4"/>
    <w:rsid w:val="00184CEB"/>
    <w:rsid w:val="00187607"/>
    <w:rsid w:val="00187F17"/>
    <w:rsid w:val="00193D48"/>
    <w:rsid w:val="00195D0B"/>
    <w:rsid w:val="0019635C"/>
    <w:rsid w:val="00196CF1"/>
    <w:rsid w:val="001A0334"/>
    <w:rsid w:val="001A0CE7"/>
    <w:rsid w:val="001A109A"/>
    <w:rsid w:val="001A167F"/>
    <w:rsid w:val="001A1F42"/>
    <w:rsid w:val="001A33B1"/>
    <w:rsid w:val="001A43C2"/>
    <w:rsid w:val="001A4F4C"/>
    <w:rsid w:val="001A5CC1"/>
    <w:rsid w:val="001B03AC"/>
    <w:rsid w:val="001B0517"/>
    <w:rsid w:val="001B1899"/>
    <w:rsid w:val="001B7CAF"/>
    <w:rsid w:val="001B7DE5"/>
    <w:rsid w:val="001C06EC"/>
    <w:rsid w:val="001C63AF"/>
    <w:rsid w:val="001C7C82"/>
    <w:rsid w:val="001D00CD"/>
    <w:rsid w:val="001D0891"/>
    <w:rsid w:val="001D0C04"/>
    <w:rsid w:val="001D5837"/>
    <w:rsid w:val="001E21D0"/>
    <w:rsid w:val="001E75A0"/>
    <w:rsid w:val="001F3A17"/>
    <w:rsid w:val="001F3EA0"/>
    <w:rsid w:val="00200ADE"/>
    <w:rsid w:val="00201BAB"/>
    <w:rsid w:val="00203117"/>
    <w:rsid w:val="00212409"/>
    <w:rsid w:val="0021243D"/>
    <w:rsid w:val="0021585A"/>
    <w:rsid w:val="0022020D"/>
    <w:rsid w:val="0022076E"/>
    <w:rsid w:val="00226810"/>
    <w:rsid w:val="00232636"/>
    <w:rsid w:val="00232EC2"/>
    <w:rsid w:val="002338F0"/>
    <w:rsid w:val="00234A65"/>
    <w:rsid w:val="00236B74"/>
    <w:rsid w:val="00237D2D"/>
    <w:rsid w:val="0024227A"/>
    <w:rsid w:val="0024305A"/>
    <w:rsid w:val="00243AA4"/>
    <w:rsid w:val="00245F19"/>
    <w:rsid w:val="00246AD5"/>
    <w:rsid w:val="00252B5C"/>
    <w:rsid w:val="002543B8"/>
    <w:rsid w:val="00256C06"/>
    <w:rsid w:val="00256C85"/>
    <w:rsid w:val="00256ED5"/>
    <w:rsid w:val="00256FE5"/>
    <w:rsid w:val="002629BB"/>
    <w:rsid w:val="002700AA"/>
    <w:rsid w:val="00272880"/>
    <w:rsid w:val="00272E02"/>
    <w:rsid w:val="002763C3"/>
    <w:rsid w:val="00277106"/>
    <w:rsid w:val="002777BC"/>
    <w:rsid w:val="00284554"/>
    <w:rsid w:val="00286273"/>
    <w:rsid w:val="00287AE8"/>
    <w:rsid w:val="0029118D"/>
    <w:rsid w:val="002917E7"/>
    <w:rsid w:val="0029296A"/>
    <w:rsid w:val="0029430E"/>
    <w:rsid w:val="00294383"/>
    <w:rsid w:val="00295581"/>
    <w:rsid w:val="00295D59"/>
    <w:rsid w:val="00296DA8"/>
    <w:rsid w:val="002973FB"/>
    <w:rsid w:val="00297C84"/>
    <w:rsid w:val="002A1293"/>
    <w:rsid w:val="002A3D4F"/>
    <w:rsid w:val="002A7D43"/>
    <w:rsid w:val="002B03FB"/>
    <w:rsid w:val="002B13C9"/>
    <w:rsid w:val="002B2277"/>
    <w:rsid w:val="002B7101"/>
    <w:rsid w:val="002B7DB0"/>
    <w:rsid w:val="002C029C"/>
    <w:rsid w:val="002C0971"/>
    <w:rsid w:val="002C27E7"/>
    <w:rsid w:val="002C30C5"/>
    <w:rsid w:val="002D3650"/>
    <w:rsid w:val="002D7298"/>
    <w:rsid w:val="002E0F97"/>
    <w:rsid w:val="002E2D51"/>
    <w:rsid w:val="002E3718"/>
    <w:rsid w:val="002E49AF"/>
    <w:rsid w:val="002E56AB"/>
    <w:rsid w:val="002E5823"/>
    <w:rsid w:val="002E5FDB"/>
    <w:rsid w:val="002E655B"/>
    <w:rsid w:val="002E6E57"/>
    <w:rsid w:val="002F3120"/>
    <w:rsid w:val="002F35A7"/>
    <w:rsid w:val="002F614A"/>
    <w:rsid w:val="002F6A7D"/>
    <w:rsid w:val="002F7DF4"/>
    <w:rsid w:val="00306D5C"/>
    <w:rsid w:val="00313501"/>
    <w:rsid w:val="003141B7"/>
    <w:rsid w:val="003211DD"/>
    <w:rsid w:val="00323FC4"/>
    <w:rsid w:val="0032527F"/>
    <w:rsid w:val="00326530"/>
    <w:rsid w:val="003265E4"/>
    <w:rsid w:val="00331330"/>
    <w:rsid w:val="003331F5"/>
    <w:rsid w:val="00340239"/>
    <w:rsid w:val="00341FC9"/>
    <w:rsid w:val="0034409A"/>
    <w:rsid w:val="00351E6F"/>
    <w:rsid w:val="003575DA"/>
    <w:rsid w:val="0035794F"/>
    <w:rsid w:val="00367273"/>
    <w:rsid w:val="003700FD"/>
    <w:rsid w:val="003701D3"/>
    <w:rsid w:val="003713D1"/>
    <w:rsid w:val="00373A6C"/>
    <w:rsid w:val="00374B56"/>
    <w:rsid w:val="003828C3"/>
    <w:rsid w:val="00382BF5"/>
    <w:rsid w:val="0038350C"/>
    <w:rsid w:val="00385E29"/>
    <w:rsid w:val="00390A85"/>
    <w:rsid w:val="0039183F"/>
    <w:rsid w:val="00392163"/>
    <w:rsid w:val="00393C6B"/>
    <w:rsid w:val="00397E7A"/>
    <w:rsid w:val="003A222F"/>
    <w:rsid w:val="003A3ECF"/>
    <w:rsid w:val="003A461A"/>
    <w:rsid w:val="003A7873"/>
    <w:rsid w:val="003C05C0"/>
    <w:rsid w:val="003C1028"/>
    <w:rsid w:val="003D072B"/>
    <w:rsid w:val="003D4E2C"/>
    <w:rsid w:val="003E0498"/>
    <w:rsid w:val="003E1A86"/>
    <w:rsid w:val="003E2D93"/>
    <w:rsid w:val="003E47C7"/>
    <w:rsid w:val="003E557E"/>
    <w:rsid w:val="003E71CA"/>
    <w:rsid w:val="003F05D7"/>
    <w:rsid w:val="003F1522"/>
    <w:rsid w:val="003F178F"/>
    <w:rsid w:val="003F3B47"/>
    <w:rsid w:val="003F60B8"/>
    <w:rsid w:val="003F67BF"/>
    <w:rsid w:val="00400209"/>
    <w:rsid w:val="00400285"/>
    <w:rsid w:val="00402C49"/>
    <w:rsid w:val="0040504D"/>
    <w:rsid w:val="00423AD6"/>
    <w:rsid w:val="0042501E"/>
    <w:rsid w:val="00425A8A"/>
    <w:rsid w:val="00432A99"/>
    <w:rsid w:val="004339B5"/>
    <w:rsid w:val="004345F9"/>
    <w:rsid w:val="00434642"/>
    <w:rsid w:val="00434E27"/>
    <w:rsid w:val="004372F9"/>
    <w:rsid w:val="00437864"/>
    <w:rsid w:val="0044113F"/>
    <w:rsid w:val="00441770"/>
    <w:rsid w:val="00442A1D"/>
    <w:rsid w:val="0044621B"/>
    <w:rsid w:val="00446703"/>
    <w:rsid w:val="004475DD"/>
    <w:rsid w:val="00454DB3"/>
    <w:rsid w:val="004605C8"/>
    <w:rsid w:val="0046228E"/>
    <w:rsid w:val="00464840"/>
    <w:rsid w:val="00466C1C"/>
    <w:rsid w:val="00471034"/>
    <w:rsid w:val="00471688"/>
    <w:rsid w:val="004728AD"/>
    <w:rsid w:val="00476F56"/>
    <w:rsid w:val="004813FF"/>
    <w:rsid w:val="00482D5E"/>
    <w:rsid w:val="0048695A"/>
    <w:rsid w:val="0049070C"/>
    <w:rsid w:val="00492AF1"/>
    <w:rsid w:val="004977E8"/>
    <w:rsid w:val="004A50AF"/>
    <w:rsid w:val="004A62F0"/>
    <w:rsid w:val="004A635B"/>
    <w:rsid w:val="004B14CD"/>
    <w:rsid w:val="004B3639"/>
    <w:rsid w:val="004B50C6"/>
    <w:rsid w:val="004B5A42"/>
    <w:rsid w:val="004C027E"/>
    <w:rsid w:val="004C26EE"/>
    <w:rsid w:val="004C64B8"/>
    <w:rsid w:val="004C658E"/>
    <w:rsid w:val="004D5B5A"/>
    <w:rsid w:val="004E359F"/>
    <w:rsid w:val="004E5461"/>
    <w:rsid w:val="004E6FAF"/>
    <w:rsid w:val="004F1078"/>
    <w:rsid w:val="004F11D3"/>
    <w:rsid w:val="004F3438"/>
    <w:rsid w:val="004F448C"/>
    <w:rsid w:val="005034BE"/>
    <w:rsid w:val="00505268"/>
    <w:rsid w:val="005072F5"/>
    <w:rsid w:val="005107CC"/>
    <w:rsid w:val="00511005"/>
    <w:rsid w:val="0051496D"/>
    <w:rsid w:val="00514E41"/>
    <w:rsid w:val="005156FC"/>
    <w:rsid w:val="005178C2"/>
    <w:rsid w:val="00520F85"/>
    <w:rsid w:val="00521B83"/>
    <w:rsid w:val="00530D71"/>
    <w:rsid w:val="005327BC"/>
    <w:rsid w:val="00534C20"/>
    <w:rsid w:val="0053789C"/>
    <w:rsid w:val="005406FC"/>
    <w:rsid w:val="0054134E"/>
    <w:rsid w:val="0055111E"/>
    <w:rsid w:val="005512B2"/>
    <w:rsid w:val="005514E5"/>
    <w:rsid w:val="0055753B"/>
    <w:rsid w:val="005621E7"/>
    <w:rsid w:val="00565924"/>
    <w:rsid w:val="00565FBF"/>
    <w:rsid w:val="00567973"/>
    <w:rsid w:val="0057061C"/>
    <w:rsid w:val="00573C53"/>
    <w:rsid w:val="00574F4C"/>
    <w:rsid w:val="00577464"/>
    <w:rsid w:val="0057757D"/>
    <w:rsid w:val="00580123"/>
    <w:rsid w:val="00580CA5"/>
    <w:rsid w:val="0058217B"/>
    <w:rsid w:val="00583C8E"/>
    <w:rsid w:val="00584F8D"/>
    <w:rsid w:val="005914D1"/>
    <w:rsid w:val="00591CE3"/>
    <w:rsid w:val="005944A0"/>
    <w:rsid w:val="005944C0"/>
    <w:rsid w:val="00596A03"/>
    <w:rsid w:val="00596FD5"/>
    <w:rsid w:val="00597087"/>
    <w:rsid w:val="005A0169"/>
    <w:rsid w:val="005A289C"/>
    <w:rsid w:val="005A3E73"/>
    <w:rsid w:val="005A41C2"/>
    <w:rsid w:val="005A57F3"/>
    <w:rsid w:val="005A5946"/>
    <w:rsid w:val="005B21DF"/>
    <w:rsid w:val="005B3810"/>
    <w:rsid w:val="005B550C"/>
    <w:rsid w:val="005B6B72"/>
    <w:rsid w:val="005B6CB2"/>
    <w:rsid w:val="005C1FFA"/>
    <w:rsid w:val="005C2B35"/>
    <w:rsid w:val="005C35FB"/>
    <w:rsid w:val="005D228E"/>
    <w:rsid w:val="005D2757"/>
    <w:rsid w:val="005D5826"/>
    <w:rsid w:val="005D5D6A"/>
    <w:rsid w:val="005E17DE"/>
    <w:rsid w:val="005E4132"/>
    <w:rsid w:val="005E6E81"/>
    <w:rsid w:val="005F5B44"/>
    <w:rsid w:val="0060623C"/>
    <w:rsid w:val="00607FBD"/>
    <w:rsid w:val="006118A1"/>
    <w:rsid w:val="00612B6C"/>
    <w:rsid w:val="006130E2"/>
    <w:rsid w:val="00614112"/>
    <w:rsid w:val="0061610C"/>
    <w:rsid w:val="0061638A"/>
    <w:rsid w:val="00616F26"/>
    <w:rsid w:val="006226F0"/>
    <w:rsid w:val="0062347F"/>
    <w:rsid w:val="00625874"/>
    <w:rsid w:val="00626FDF"/>
    <w:rsid w:val="00635CD5"/>
    <w:rsid w:val="00635DC8"/>
    <w:rsid w:val="00641F53"/>
    <w:rsid w:val="00642921"/>
    <w:rsid w:val="00645895"/>
    <w:rsid w:val="006478D1"/>
    <w:rsid w:val="00647C11"/>
    <w:rsid w:val="006540BC"/>
    <w:rsid w:val="006554A2"/>
    <w:rsid w:val="00655B96"/>
    <w:rsid w:val="006627B0"/>
    <w:rsid w:val="006636E8"/>
    <w:rsid w:val="00667B72"/>
    <w:rsid w:val="00667C8D"/>
    <w:rsid w:val="00670D28"/>
    <w:rsid w:val="006725D2"/>
    <w:rsid w:val="00673BB4"/>
    <w:rsid w:val="00674F53"/>
    <w:rsid w:val="00675B49"/>
    <w:rsid w:val="00677B23"/>
    <w:rsid w:val="00680439"/>
    <w:rsid w:val="00681F98"/>
    <w:rsid w:val="00682DE6"/>
    <w:rsid w:val="00682FC7"/>
    <w:rsid w:val="00683627"/>
    <w:rsid w:val="006838A8"/>
    <w:rsid w:val="00686DB8"/>
    <w:rsid w:val="00692606"/>
    <w:rsid w:val="00695987"/>
    <w:rsid w:val="006A6C2C"/>
    <w:rsid w:val="006B1083"/>
    <w:rsid w:val="006B2BB0"/>
    <w:rsid w:val="006B327C"/>
    <w:rsid w:val="006B578D"/>
    <w:rsid w:val="006B6620"/>
    <w:rsid w:val="006B7B32"/>
    <w:rsid w:val="006C0D92"/>
    <w:rsid w:val="006C29D2"/>
    <w:rsid w:val="006C4837"/>
    <w:rsid w:val="006D12C4"/>
    <w:rsid w:val="006D2091"/>
    <w:rsid w:val="006D2565"/>
    <w:rsid w:val="006D3883"/>
    <w:rsid w:val="006D4454"/>
    <w:rsid w:val="006E264C"/>
    <w:rsid w:val="006E4F48"/>
    <w:rsid w:val="006E74F5"/>
    <w:rsid w:val="006F3E26"/>
    <w:rsid w:val="006F649A"/>
    <w:rsid w:val="006F6C1F"/>
    <w:rsid w:val="006F6E6D"/>
    <w:rsid w:val="00702ACA"/>
    <w:rsid w:val="00704470"/>
    <w:rsid w:val="007044A1"/>
    <w:rsid w:val="00707514"/>
    <w:rsid w:val="00710338"/>
    <w:rsid w:val="007120E9"/>
    <w:rsid w:val="007145D5"/>
    <w:rsid w:val="00714749"/>
    <w:rsid w:val="007149C1"/>
    <w:rsid w:val="00714DE1"/>
    <w:rsid w:val="007179FD"/>
    <w:rsid w:val="00721F0D"/>
    <w:rsid w:val="0072457A"/>
    <w:rsid w:val="0073101F"/>
    <w:rsid w:val="00734961"/>
    <w:rsid w:val="007351CF"/>
    <w:rsid w:val="00735D9E"/>
    <w:rsid w:val="00740FBC"/>
    <w:rsid w:val="00742577"/>
    <w:rsid w:val="00747DA0"/>
    <w:rsid w:val="00750522"/>
    <w:rsid w:val="00751BE8"/>
    <w:rsid w:val="00753718"/>
    <w:rsid w:val="00755929"/>
    <w:rsid w:val="0076026F"/>
    <w:rsid w:val="00761DDA"/>
    <w:rsid w:val="00762E0E"/>
    <w:rsid w:val="00764ED1"/>
    <w:rsid w:val="00767B20"/>
    <w:rsid w:val="00771254"/>
    <w:rsid w:val="0077244D"/>
    <w:rsid w:val="00774B0C"/>
    <w:rsid w:val="00775501"/>
    <w:rsid w:val="0077582D"/>
    <w:rsid w:val="00776C92"/>
    <w:rsid w:val="00776F7F"/>
    <w:rsid w:val="00780CF5"/>
    <w:rsid w:val="007837CB"/>
    <w:rsid w:val="00785E7D"/>
    <w:rsid w:val="0078728B"/>
    <w:rsid w:val="007876F1"/>
    <w:rsid w:val="00796A0F"/>
    <w:rsid w:val="007A01D9"/>
    <w:rsid w:val="007A244A"/>
    <w:rsid w:val="007A452E"/>
    <w:rsid w:val="007A46D5"/>
    <w:rsid w:val="007A66CE"/>
    <w:rsid w:val="007A6A80"/>
    <w:rsid w:val="007B1850"/>
    <w:rsid w:val="007B2C64"/>
    <w:rsid w:val="007B485A"/>
    <w:rsid w:val="007B5383"/>
    <w:rsid w:val="007B62D8"/>
    <w:rsid w:val="007B71F0"/>
    <w:rsid w:val="007C0F04"/>
    <w:rsid w:val="007C1BFB"/>
    <w:rsid w:val="007C2F39"/>
    <w:rsid w:val="007C5215"/>
    <w:rsid w:val="007D1A82"/>
    <w:rsid w:val="007D2B87"/>
    <w:rsid w:val="007D2BF7"/>
    <w:rsid w:val="007D66D9"/>
    <w:rsid w:val="007E07A4"/>
    <w:rsid w:val="007E1E7E"/>
    <w:rsid w:val="007E2065"/>
    <w:rsid w:val="007E38D4"/>
    <w:rsid w:val="007E3E14"/>
    <w:rsid w:val="007E4C71"/>
    <w:rsid w:val="007E4CA9"/>
    <w:rsid w:val="007F0113"/>
    <w:rsid w:val="0080116D"/>
    <w:rsid w:val="008019E2"/>
    <w:rsid w:val="008020F4"/>
    <w:rsid w:val="00803C7E"/>
    <w:rsid w:val="00807AF1"/>
    <w:rsid w:val="008109BA"/>
    <w:rsid w:val="00814584"/>
    <w:rsid w:val="00814E36"/>
    <w:rsid w:val="0081754B"/>
    <w:rsid w:val="00820248"/>
    <w:rsid w:val="008241DB"/>
    <w:rsid w:val="008256DA"/>
    <w:rsid w:val="00826525"/>
    <w:rsid w:val="00826D0B"/>
    <w:rsid w:val="00832091"/>
    <w:rsid w:val="00832F30"/>
    <w:rsid w:val="008330E7"/>
    <w:rsid w:val="0083467B"/>
    <w:rsid w:val="00834DC9"/>
    <w:rsid w:val="00836727"/>
    <w:rsid w:val="00842D2F"/>
    <w:rsid w:val="00843B72"/>
    <w:rsid w:val="0084451F"/>
    <w:rsid w:val="008447B1"/>
    <w:rsid w:val="0084613C"/>
    <w:rsid w:val="00847FCE"/>
    <w:rsid w:val="00851956"/>
    <w:rsid w:val="00851CD8"/>
    <w:rsid w:val="0085402C"/>
    <w:rsid w:val="00860A79"/>
    <w:rsid w:val="008613FE"/>
    <w:rsid w:val="008623EE"/>
    <w:rsid w:val="00862D9B"/>
    <w:rsid w:val="00865CBF"/>
    <w:rsid w:val="00870B6C"/>
    <w:rsid w:val="00873320"/>
    <w:rsid w:val="00880F76"/>
    <w:rsid w:val="00884CE8"/>
    <w:rsid w:val="008857F5"/>
    <w:rsid w:val="0089100F"/>
    <w:rsid w:val="008917CA"/>
    <w:rsid w:val="00892AC3"/>
    <w:rsid w:val="00893276"/>
    <w:rsid w:val="008B26DD"/>
    <w:rsid w:val="008B5114"/>
    <w:rsid w:val="008B689A"/>
    <w:rsid w:val="008B78CB"/>
    <w:rsid w:val="008C13C1"/>
    <w:rsid w:val="008D2FDB"/>
    <w:rsid w:val="008E03D0"/>
    <w:rsid w:val="008E057C"/>
    <w:rsid w:val="008E0753"/>
    <w:rsid w:val="008E08C6"/>
    <w:rsid w:val="008E0B18"/>
    <w:rsid w:val="008E0FC3"/>
    <w:rsid w:val="008E11A3"/>
    <w:rsid w:val="008E25FE"/>
    <w:rsid w:val="008F14F2"/>
    <w:rsid w:val="008F40DA"/>
    <w:rsid w:val="008F7478"/>
    <w:rsid w:val="00905295"/>
    <w:rsid w:val="00905F35"/>
    <w:rsid w:val="00912ABE"/>
    <w:rsid w:val="00916156"/>
    <w:rsid w:val="009161C1"/>
    <w:rsid w:val="00921366"/>
    <w:rsid w:val="009246AC"/>
    <w:rsid w:val="00924923"/>
    <w:rsid w:val="0092554A"/>
    <w:rsid w:val="00925BA5"/>
    <w:rsid w:val="00927815"/>
    <w:rsid w:val="009318AA"/>
    <w:rsid w:val="00935335"/>
    <w:rsid w:val="00936CF6"/>
    <w:rsid w:val="00936E57"/>
    <w:rsid w:val="00937C32"/>
    <w:rsid w:val="00945EB7"/>
    <w:rsid w:val="0094686F"/>
    <w:rsid w:val="00952113"/>
    <w:rsid w:val="00952D83"/>
    <w:rsid w:val="00954889"/>
    <w:rsid w:val="00957718"/>
    <w:rsid w:val="00960D19"/>
    <w:rsid w:val="009614AE"/>
    <w:rsid w:val="009615C0"/>
    <w:rsid w:val="00961DD8"/>
    <w:rsid w:val="00962473"/>
    <w:rsid w:val="00971165"/>
    <w:rsid w:val="009717AD"/>
    <w:rsid w:val="00971AE7"/>
    <w:rsid w:val="00972D94"/>
    <w:rsid w:val="0097395E"/>
    <w:rsid w:val="00973C68"/>
    <w:rsid w:val="00974479"/>
    <w:rsid w:val="00974715"/>
    <w:rsid w:val="00975933"/>
    <w:rsid w:val="00982331"/>
    <w:rsid w:val="009840EE"/>
    <w:rsid w:val="00984F72"/>
    <w:rsid w:val="00991E25"/>
    <w:rsid w:val="00992498"/>
    <w:rsid w:val="00993501"/>
    <w:rsid w:val="00994D0A"/>
    <w:rsid w:val="00994F47"/>
    <w:rsid w:val="009950BE"/>
    <w:rsid w:val="009A1508"/>
    <w:rsid w:val="009A171D"/>
    <w:rsid w:val="009A2F5D"/>
    <w:rsid w:val="009A6698"/>
    <w:rsid w:val="009A7A2B"/>
    <w:rsid w:val="009B1246"/>
    <w:rsid w:val="009B2056"/>
    <w:rsid w:val="009B4C97"/>
    <w:rsid w:val="009B7F5F"/>
    <w:rsid w:val="009C12D4"/>
    <w:rsid w:val="009C1C13"/>
    <w:rsid w:val="009C22C9"/>
    <w:rsid w:val="009C3A4C"/>
    <w:rsid w:val="009C5354"/>
    <w:rsid w:val="009C6D70"/>
    <w:rsid w:val="009C7DCF"/>
    <w:rsid w:val="009D1BC3"/>
    <w:rsid w:val="009D4BA7"/>
    <w:rsid w:val="009D537F"/>
    <w:rsid w:val="009D5BA6"/>
    <w:rsid w:val="009E2A37"/>
    <w:rsid w:val="009E605F"/>
    <w:rsid w:val="009E64F6"/>
    <w:rsid w:val="009E68A1"/>
    <w:rsid w:val="009F0789"/>
    <w:rsid w:val="009F1F85"/>
    <w:rsid w:val="009F265F"/>
    <w:rsid w:val="009F4396"/>
    <w:rsid w:val="009F45D5"/>
    <w:rsid w:val="009F46E4"/>
    <w:rsid w:val="009F574E"/>
    <w:rsid w:val="009F60FF"/>
    <w:rsid w:val="009F65F3"/>
    <w:rsid w:val="009F7F17"/>
    <w:rsid w:val="00A04473"/>
    <w:rsid w:val="00A05AD4"/>
    <w:rsid w:val="00A060D7"/>
    <w:rsid w:val="00A062D3"/>
    <w:rsid w:val="00A1020A"/>
    <w:rsid w:val="00A1136C"/>
    <w:rsid w:val="00A14484"/>
    <w:rsid w:val="00A14D72"/>
    <w:rsid w:val="00A17F76"/>
    <w:rsid w:val="00A22660"/>
    <w:rsid w:val="00A27E0C"/>
    <w:rsid w:val="00A27EDA"/>
    <w:rsid w:val="00A34BFC"/>
    <w:rsid w:val="00A3728B"/>
    <w:rsid w:val="00A4012F"/>
    <w:rsid w:val="00A40A3A"/>
    <w:rsid w:val="00A40E16"/>
    <w:rsid w:val="00A41AF9"/>
    <w:rsid w:val="00A445EE"/>
    <w:rsid w:val="00A44ED3"/>
    <w:rsid w:val="00A4525A"/>
    <w:rsid w:val="00A45FC6"/>
    <w:rsid w:val="00A47F73"/>
    <w:rsid w:val="00A504DB"/>
    <w:rsid w:val="00A54E40"/>
    <w:rsid w:val="00A55415"/>
    <w:rsid w:val="00A563BA"/>
    <w:rsid w:val="00A566EC"/>
    <w:rsid w:val="00A56EB8"/>
    <w:rsid w:val="00A60F6A"/>
    <w:rsid w:val="00A632E3"/>
    <w:rsid w:val="00A638E3"/>
    <w:rsid w:val="00A64CE4"/>
    <w:rsid w:val="00A657F8"/>
    <w:rsid w:val="00A65B15"/>
    <w:rsid w:val="00A664BE"/>
    <w:rsid w:val="00A67CF1"/>
    <w:rsid w:val="00A71E5F"/>
    <w:rsid w:val="00A75E50"/>
    <w:rsid w:val="00A778BC"/>
    <w:rsid w:val="00A83605"/>
    <w:rsid w:val="00A83AF0"/>
    <w:rsid w:val="00A83DB5"/>
    <w:rsid w:val="00A84D89"/>
    <w:rsid w:val="00A867C2"/>
    <w:rsid w:val="00A8710B"/>
    <w:rsid w:val="00A9050B"/>
    <w:rsid w:val="00A911ED"/>
    <w:rsid w:val="00A91E6E"/>
    <w:rsid w:val="00A93210"/>
    <w:rsid w:val="00A943B1"/>
    <w:rsid w:val="00A96B62"/>
    <w:rsid w:val="00AA122A"/>
    <w:rsid w:val="00AA12B8"/>
    <w:rsid w:val="00AA15E4"/>
    <w:rsid w:val="00AA24B4"/>
    <w:rsid w:val="00AA5D4F"/>
    <w:rsid w:val="00AB0393"/>
    <w:rsid w:val="00AB300E"/>
    <w:rsid w:val="00AB3EA4"/>
    <w:rsid w:val="00AB5D4B"/>
    <w:rsid w:val="00AC1A47"/>
    <w:rsid w:val="00AC1EEB"/>
    <w:rsid w:val="00AC2644"/>
    <w:rsid w:val="00AC47FF"/>
    <w:rsid w:val="00AD1464"/>
    <w:rsid w:val="00AD2D21"/>
    <w:rsid w:val="00AD3DEB"/>
    <w:rsid w:val="00AD421F"/>
    <w:rsid w:val="00AD5BDA"/>
    <w:rsid w:val="00AD7F36"/>
    <w:rsid w:val="00AE4128"/>
    <w:rsid w:val="00AE504D"/>
    <w:rsid w:val="00AE578A"/>
    <w:rsid w:val="00AE6181"/>
    <w:rsid w:val="00AF04C5"/>
    <w:rsid w:val="00AF14AA"/>
    <w:rsid w:val="00AF28E5"/>
    <w:rsid w:val="00AF65F6"/>
    <w:rsid w:val="00AF7A17"/>
    <w:rsid w:val="00B004BA"/>
    <w:rsid w:val="00B021B3"/>
    <w:rsid w:val="00B02D67"/>
    <w:rsid w:val="00B04DFB"/>
    <w:rsid w:val="00B052EF"/>
    <w:rsid w:val="00B05450"/>
    <w:rsid w:val="00B07A3A"/>
    <w:rsid w:val="00B11C94"/>
    <w:rsid w:val="00B16B20"/>
    <w:rsid w:val="00B20D19"/>
    <w:rsid w:val="00B25D98"/>
    <w:rsid w:val="00B26F82"/>
    <w:rsid w:val="00B305A5"/>
    <w:rsid w:val="00B32322"/>
    <w:rsid w:val="00B360B9"/>
    <w:rsid w:val="00B41A74"/>
    <w:rsid w:val="00B46B4F"/>
    <w:rsid w:val="00B517F6"/>
    <w:rsid w:val="00B52CBB"/>
    <w:rsid w:val="00B5364E"/>
    <w:rsid w:val="00B53EC7"/>
    <w:rsid w:val="00B56CEE"/>
    <w:rsid w:val="00B57353"/>
    <w:rsid w:val="00B67D04"/>
    <w:rsid w:val="00B70D53"/>
    <w:rsid w:val="00B728AB"/>
    <w:rsid w:val="00B72E6F"/>
    <w:rsid w:val="00B73706"/>
    <w:rsid w:val="00B81071"/>
    <w:rsid w:val="00B811F7"/>
    <w:rsid w:val="00B83FE5"/>
    <w:rsid w:val="00B844A2"/>
    <w:rsid w:val="00B8623D"/>
    <w:rsid w:val="00B94C5B"/>
    <w:rsid w:val="00B963F1"/>
    <w:rsid w:val="00BA0821"/>
    <w:rsid w:val="00BA127F"/>
    <w:rsid w:val="00BA40D4"/>
    <w:rsid w:val="00BA7E69"/>
    <w:rsid w:val="00BB281D"/>
    <w:rsid w:val="00BB392F"/>
    <w:rsid w:val="00BB4265"/>
    <w:rsid w:val="00BB62C0"/>
    <w:rsid w:val="00BB6B03"/>
    <w:rsid w:val="00BC27D0"/>
    <w:rsid w:val="00BC2E9E"/>
    <w:rsid w:val="00BC7E8C"/>
    <w:rsid w:val="00BD15E0"/>
    <w:rsid w:val="00BD3E05"/>
    <w:rsid w:val="00BD64F3"/>
    <w:rsid w:val="00BD681B"/>
    <w:rsid w:val="00BD681F"/>
    <w:rsid w:val="00BD6CAC"/>
    <w:rsid w:val="00BE10EF"/>
    <w:rsid w:val="00BE14D6"/>
    <w:rsid w:val="00BE2FDD"/>
    <w:rsid w:val="00BE50DA"/>
    <w:rsid w:val="00BF126F"/>
    <w:rsid w:val="00BF206B"/>
    <w:rsid w:val="00BF26C7"/>
    <w:rsid w:val="00BF6808"/>
    <w:rsid w:val="00C03E06"/>
    <w:rsid w:val="00C10DF5"/>
    <w:rsid w:val="00C16C4C"/>
    <w:rsid w:val="00C170FF"/>
    <w:rsid w:val="00C21F6C"/>
    <w:rsid w:val="00C23352"/>
    <w:rsid w:val="00C24813"/>
    <w:rsid w:val="00C261D6"/>
    <w:rsid w:val="00C2690F"/>
    <w:rsid w:val="00C40125"/>
    <w:rsid w:val="00C40EE8"/>
    <w:rsid w:val="00C416CC"/>
    <w:rsid w:val="00C4540E"/>
    <w:rsid w:val="00C45D90"/>
    <w:rsid w:val="00C4670B"/>
    <w:rsid w:val="00C46BA1"/>
    <w:rsid w:val="00C525F7"/>
    <w:rsid w:val="00C54EBB"/>
    <w:rsid w:val="00C55139"/>
    <w:rsid w:val="00C63B6E"/>
    <w:rsid w:val="00C71CCA"/>
    <w:rsid w:val="00C7219B"/>
    <w:rsid w:val="00C739EF"/>
    <w:rsid w:val="00C80F15"/>
    <w:rsid w:val="00C838D4"/>
    <w:rsid w:val="00C862CE"/>
    <w:rsid w:val="00C94DEF"/>
    <w:rsid w:val="00C96385"/>
    <w:rsid w:val="00C96CD8"/>
    <w:rsid w:val="00CA1CD3"/>
    <w:rsid w:val="00CA28E1"/>
    <w:rsid w:val="00CA5B5A"/>
    <w:rsid w:val="00CA7FA3"/>
    <w:rsid w:val="00CC3F91"/>
    <w:rsid w:val="00CC6902"/>
    <w:rsid w:val="00CC7AAF"/>
    <w:rsid w:val="00CD01FC"/>
    <w:rsid w:val="00CD08CE"/>
    <w:rsid w:val="00CD0B14"/>
    <w:rsid w:val="00CD2E58"/>
    <w:rsid w:val="00CD4EB1"/>
    <w:rsid w:val="00CE2DFF"/>
    <w:rsid w:val="00CE3CCA"/>
    <w:rsid w:val="00CE5137"/>
    <w:rsid w:val="00CE5BB9"/>
    <w:rsid w:val="00CF288B"/>
    <w:rsid w:val="00D00054"/>
    <w:rsid w:val="00D00598"/>
    <w:rsid w:val="00D0345A"/>
    <w:rsid w:val="00D06CEE"/>
    <w:rsid w:val="00D07E71"/>
    <w:rsid w:val="00D117E2"/>
    <w:rsid w:val="00D135E2"/>
    <w:rsid w:val="00D17969"/>
    <w:rsid w:val="00D2379F"/>
    <w:rsid w:val="00D237F0"/>
    <w:rsid w:val="00D23E61"/>
    <w:rsid w:val="00D2559E"/>
    <w:rsid w:val="00D263B9"/>
    <w:rsid w:val="00D26C7C"/>
    <w:rsid w:val="00D32715"/>
    <w:rsid w:val="00D327F3"/>
    <w:rsid w:val="00D35E81"/>
    <w:rsid w:val="00D37B56"/>
    <w:rsid w:val="00D44F85"/>
    <w:rsid w:val="00D46155"/>
    <w:rsid w:val="00D4663D"/>
    <w:rsid w:val="00D468F8"/>
    <w:rsid w:val="00D4723C"/>
    <w:rsid w:val="00D50CD7"/>
    <w:rsid w:val="00D546B9"/>
    <w:rsid w:val="00D55F1E"/>
    <w:rsid w:val="00D619F8"/>
    <w:rsid w:val="00D6293D"/>
    <w:rsid w:val="00D6340F"/>
    <w:rsid w:val="00D6512F"/>
    <w:rsid w:val="00D6690E"/>
    <w:rsid w:val="00D70ED2"/>
    <w:rsid w:val="00D74514"/>
    <w:rsid w:val="00D7769A"/>
    <w:rsid w:val="00D8048A"/>
    <w:rsid w:val="00D819D0"/>
    <w:rsid w:val="00D82053"/>
    <w:rsid w:val="00D86D80"/>
    <w:rsid w:val="00D86EA7"/>
    <w:rsid w:val="00D87460"/>
    <w:rsid w:val="00D9063F"/>
    <w:rsid w:val="00D906F8"/>
    <w:rsid w:val="00D909C3"/>
    <w:rsid w:val="00D9305B"/>
    <w:rsid w:val="00DA19DA"/>
    <w:rsid w:val="00DA3DD6"/>
    <w:rsid w:val="00DA46EB"/>
    <w:rsid w:val="00DA58A6"/>
    <w:rsid w:val="00DA7D27"/>
    <w:rsid w:val="00DB0DAD"/>
    <w:rsid w:val="00DB1DB5"/>
    <w:rsid w:val="00DB63DE"/>
    <w:rsid w:val="00DB711C"/>
    <w:rsid w:val="00DB72B6"/>
    <w:rsid w:val="00DC18A6"/>
    <w:rsid w:val="00DC2458"/>
    <w:rsid w:val="00DC6BA8"/>
    <w:rsid w:val="00DC7B0E"/>
    <w:rsid w:val="00DD36CF"/>
    <w:rsid w:val="00DD3ADB"/>
    <w:rsid w:val="00DD72C6"/>
    <w:rsid w:val="00DE04A2"/>
    <w:rsid w:val="00DE2EBB"/>
    <w:rsid w:val="00DE75A7"/>
    <w:rsid w:val="00DE7C9A"/>
    <w:rsid w:val="00DF4F5E"/>
    <w:rsid w:val="00DF51F1"/>
    <w:rsid w:val="00E0216D"/>
    <w:rsid w:val="00E0423A"/>
    <w:rsid w:val="00E05FFF"/>
    <w:rsid w:val="00E0699C"/>
    <w:rsid w:val="00E073CA"/>
    <w:rsid w:val="00E11E69"/>
    <w:rsid w:val="00E12FF7"/>
    <w:rsid w:val="00E14C19"/>
    <w:rsid w:val="00E24B6E"/>
    <w:rsid w:val="00E3170E"/>
    <w:rsid w:val="00E33A0A"/>
    <w:rsid w:val="00E3463E"/>
    <w:rsid w:val="00E35096"/>
    <w:rsid w:val="00E36373"/>
    <w:rsid w:val="00E37021"/>
    <w:rsid w:val="00E41267"/>
    <w:rsid w:val="00E413A0"/>
    <w:rsid w:val="00E428C7"/>
    <w:rsid w:val="00E46931"/>
    <w:rsid w:val="00E504DD"/>
    <w:rsid w:val="00E52A8C"/>
    <w:rsid w:val="00E54B18"/>
    <w:rsid w:val="00E54B89"/>
    <w:rsid w:val="00E564A0"/>
    <w:rsid w:val="00E5697C"/>
    <w:rsid w:val="00E6229D"/>
    <w:rsid w:val="00E66AC6"/>
    <w:rsid w:val="00E7588E"/>
    <w:rsid w:val="00E80E3E"/>
    <w:rsid w:val="00E82E3D"/>
    <w:rsid w:val="00E85E64"/>
    <w:rsid w:val="00E87A0F"/>
    <w:rsid w:val="00E87D5F"/>
    <w:rsid w:val="00E902ED"/>
    <w:rsid w:val="00E90554"/>
    <w:rsid w:val="00E922D5"/>
    <w:rsid w:val="00E92B1F"/>
    <w:rsid w:val="00E942F9"/>
    <w:rsid w:val="00EA01A0"/>
    <w:rsid w:val="00EA08E8"/>
    <w:rsid w:val="00EA6445"/>
    <w:rsid w:val="00EA7DF8"/>
    <w:rsid w:val="00EB32BC"/>
    <w:rsid w:val="00EB383D"/>
    <w:rsid w:val="00EC005C"/>
    <w:rsid w:val="00EC386F"/>
    <w:rsid w:val="00EC5473"/>
    <w:rsid w:val="00EC750E"/>
    <w:rsid w:val="00EC7898"/>
    <w:rsid w:val="00ED6D5B"/>
    <w:rsid w:val="00EE2EFD"/>
    <w:rsid w:val="00EE7D97"/>
    <w:rsid w:val="00EF0E9E"/>
    <w:rsid w:val="00EF1394"/>
    <w:rsid w:val="00EF15B3"/>
    <w:rsid w:val="00EF1E80"/>
    <w:rsid w:val="00EF3B3F"/>
    <w:rsid w:val="00F00BA0"/>
    <w:rsid w:val="00F016E6"/>
    <w:rsid w:val="00F01BF8"/>
    <w:rsid w:val="00F07DA0"/>
    <w:rsid w:val="00F172BB"/>
    <w:rsid w:val="00F20BC8"/>
    <w:rsid w:val="00F20C31"/>
    <w:rsid w:val="00F2440E"/>
    <w:rsid w:val="00F25B04"/>
    <w:rsid w:val="00F31122"/>
    <w:rsid w:val="00F349B2"/>
    <w:rsid w:val="00F35F76"/>
    <w:rsid w:val="00F37C50"/>
    <w:rsid w:val="00F44E8C"/>
    <w:rsid w:val="00F47326"/>
    <w:rsid w:val="00F47928"/>
    <w:rsid w:val="00F5121F"/>
    <w:rsid w:val="00F51ACF"/>
    <w:rsid w:val="00F53C2E"/>
    <w:rsid w:val="00F54801"/>
    <w:rsid w:val="00F550E8"/>
    <w:rsid w:val="00F56CE1"/>
    <w:rsid w:val="00F56E24"/>
    <w:rsid w:val="00F604C7"/>
    <w:rsid w:val="00F6294A"/>
    <w:rsid w:val="00F634D5"/>
    <w:rsid w:val="00F64A07"/>
    <w:rsid w:val="00F656F7"/>
    <w:rsid w:val="00F67B08"/>
    <w:rsid w:val="00F7374F"/>
    <w:rsid w:val="00F80162"/>
    <w:rsid w:val="00F8246A"/>
    <w:rsid w:val="00F91E21"/>
    <w:rsid w:val="00FA0CD0"/>
    <w:rsid w:val="00FA1237"/>
    <w:rsid w:val="00FA2C77"/>
    <w:rsid w:val="00FA46C0"/>
    <w:rsid w:val="00FA4C49"/>
    <w:rsid w:val="00FA58BF"/>
    <w:rsid w:val="00FB161A"/>
    <w:rsid w:val="00FC0B84"/>
    <w:rsid w:val="00FC0F15"/>
    <w:rsid w:val="00FC167D"/>
    <w:rsid w:val="00FC3CFE"/>
    <w:rsid w:val="00FC435B"/>
    <w:rsid w:val="00FD0687"/>
    <w:rsid w:val="00FD477E"/>
    <w:rsid w:val="00FD57DA"/>
    <w:rsid w:val="00FD6B8B"/>
    <w:rsid w:val="00FD74FA"/>
    <w:rsid w:val="00FE43BD"/>
    <w:rsid w:val="00FE6C87"/>
    <w:rsid w:val="00FF4972"/>
    <w:rsid w:val="00FF5165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ddd,#f8f8f8,#eaeaea"/>
    </o:shapedefaults>
    <o:shapelayout v:ext="edit">
      <o:idmap v:ext="edit" data="1"/>
    </o:shapelayout>
  </w:shapeDefaults>
  <w:decimalSymbol w:val=","/>
  <w:listSeparator w:val=";"/>
  <w15:docId w15:val="{166113E4-4CB0-4991-AE63-67F6C3B9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0FD"/>
    <w:rPr>
      <w:sz w:val="24"/>
      <w:szCs w:val="24"/>
    </w:rPr>
  </w:style>
  <w:style w:type="paragraph" w:styleId="Ttulo1">
    <w:name w:val="heading 1"/>
    <w:aliases w:val="Title 1 + Justificado,Title 1"/>
    <w:basedOn w:val="Normal"/>
    <w:next w:val="Normativo"/>
    <w:link w:val="Ttulo1Char"/>
    <w:qFormat/>
    <w:rsid w:val="003700FD"/>
    <w:pPr>
      <w:keepNext/>
      <w:spacing w:before="120" w:after="80"/>
      <w:outlineLvl w:val="0"/>
    </w:pPr>
    <w:rPr>
      <w:rFonts w:ascii="Arial" w:hAnsi="Arial" w:cs="Arial"/>
      <w:b/>
      <w:bCs/>
      <w:kern w:val="32"/>
      <w:sz w:val="22"/>
      <w:szCs w:val="32"/>
      <w:u w:val="single"/>
    </w:rPr>
  </w:style>
  <w:style w:type="paragraph" w:styleId="Ttulo2">
    <w:name w:val="heading 2"/>
    <w:basedOn w:val="Normal"/>
    <w:next w:val="Normal"/>
    <w:qFormat/>
    <w:rsid w:val="003700FD"/>
    <w:pPr>
      <w:keepNext/>
      <w:outlineLvl w:val="1"/>
    </w:pPr>
    <w:rPr>
      <w:rFonts w:ascii="Arial" w:hAnsi="Arial"/>
      <w:color w:val="DDDDDD"/>
      <w:sz w:val="96"/>
    </w:rPr>
  </w:style>
  <w:style w:type="paragraph" w:styleId="Ttulo3">
    <w:name w:val="heading 3"/>
    <w:basedOn w:val="Normal"/>
    <w:next w:val="Normal"/>
    <w:qFormat/>
    <w:rsid w:val="003700FD"/>
    <w:pPr>
      <w:keepNext/>
      <w:framePr w:w="7740" w:h="1260" w:hSpace="180" w:wrap="around" w:vAnchor="text" w:hAnchor="page" w:x="2484" w:y="-8052" w:anchorLock="1"/>
      <w:shd w:val="solid" w:color="FFFFFF" w:fill="FFFFFF"/>
      <w:outlineLvl w:val="2"/>
    </w:pPr>
    <w:rPr>
      <w:rFonts w:ascii="Arial" w:hAnsi="Arial"/>
      <w:color w:val="DDDDDD"/>
      <w:sz w:val="96"/>
    </w:rPr>
  </w:style>
  <w:style w:type="paragraph" w:styleId="Ttulo4">
    <w:name w:val="heading 4"/>
    <w:basedOn w:val="Normal"/>
    <w:next w:val="Normal"/>
    <w:qFormat/>
    <w:rsid w:val="003700FD"/>
    <w:pPr>
      <w:keepNext/>
      <w:jc w:val="center"/>
      <w:outlineLvl w:val="3"/>
    </w:pPr>
    <w:rPr>
      <w:rFonts w:ascii="Arial" w:hAnsi="Arial" w:cs="Arial"/>
      <w:b/>
      <w:bCs/>
      <w:sz w:val="36"/>
    </w:rPr>
  </w:style>
  <w:style w:type="paragraph" w:styleId="Ttulo5">
    <w:name w:val="heading 5"/>
    <w:basedOn w:val="Normal"/>
    <w:next w:val="Normal"/>
    <w:qFormat/>
    <w:rsid w:val="003700FD"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3700F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3700FD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3700F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3700F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">
    <w:name w:val="Tabela"/>
    <w:basedOn w:val="Normal"/>
    <w:rsid w:val="003700FD"/>
    <w:pPr>
      <w:jc w:val="center"/>
    </w:pPr>
    <w:rPr>
      <w:rFonts w:ascii="Arial" w:hAnsi="Arial" w:cs="Arial"/>
      <w:sz w:val="20"/>
    </w:rPr>
  </w:style>
  <w:style w:type="paragraph" w:styleId="Rodap">
    <w:name w:val="footer"/>
    <w:basedOn w:val="Normal"/>
    <w:link w:val="RodapChar"/>
    <w:uiPriority w:val="99"/>
    <w:rsid w:val="003700FD"/>
    <w:pPr>
      <w:tabs>
        <w:tab w:val="center" w:pos="4419"/>
        <w:tab w:val="right" w:pos="8838"/>
      </w:tabs>
    </w:pPr>
    <w:rPr>
      <w:rFonts w:ascii="Arial" w:hAnsi="Arial"/>
      <w:sz w:val="16"/>
    </w:rPr>
  </w:style>
  <w:style w:type="character" w:styleId="Nmerodepgina">
    <w:name w:val="page number"/>
    <w:basedOn w:val="Fontepargpadro"/>
    <w:rsid w:val="003700FD"/>
    <w:rPr>
      <w:rFonts w:ascii="Arial" w:hAnsi="Arial"/>
      <w:sz w:val="20"/>
    </w:rPr>
  </w:style>
  <w:style w:type="character" w:styleId="Hyperlink">
    <w:name w:val="Hyperlink"/>
    <w:basedOn w:val="Fontepargpadro"/>
    <w:rsid w:val="003700FD"/>
    <w:rPr>
      <w:rFonts w:ascii="Arial" w:hAnsi="Arial"/>
      <w:color w:val="0000FF"/>
      <w:sz w:val="20"/>
      <w:u w:val="single"/>
    </w:rPr>
  </w:style>
  <w:style w:type="character" w:styleId="Refdecomentrio">
    <w:name w:val="annotation reference"/>
    <w:basedOn w:val="Fontepargpadro"/>
    <w:semiHidden/>
    <w:rsid w:val="003700FD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rsid w:val="003700FD"/>
    <w:rPr>
      <w:rFonts w:ascii="Arial" w:hAnsi="Arial"/>
      <w:sz w:val="18"/>
      <w:szCs w:val="20"/>
    </w:rPr>
  </w:style>
  <w:style w:type="paragraph" w:styleId="Textodenotaderodap">
    <w:name w:val="footnote text"/>
    <w:basedOn w:val="Normal"/>
    <w:link w:val="TextodenotaderodapChar"/>
    <w:semiHidden/>
    <w:rsid w:val="003700FD"/>
    <w:rPr>
      <w:rFonts w:ascii="Arial" w:hAnsi="Arial"/>
      <w:sz w:val="16"/>
      <w:szCs w:val="20"/>
    </w:rPr>
  </w:style>
  <w:style w:type="character" w:styleId="Refdenotaderodap">
    <w:name w:val="footnote reference"/>
    <w:basedOn w:val="Fontepargpadro"/>
    <w:semiHidden/>
    <w:rsid w:val="003700FD"/>
    <w:rPr>
      <w:rFonts w:ascii="Arial" w:hAnsi="Arial"/>
      <w:sz w:val="20"/>
      <w:vertAlign w:val="superscript"/>
    </w:rPr>
  </w:style>
  <w:style w:type="paragraph" w:customStyle="1" w:styleId="Normativo2">
    <w:name w:val="Normativo 2"/>
    <w:basedOn w:val="Normativo"/>
    <w:rsid w:val="003700FD"/>
    <w:pPr>
      <w:tabs>
        <w:tab w:val="clear" w:pos="181"/>
        <w:tab w:val="num" w:pos="1920"/>
      </w:tabs>
    </w:pPr>
  </w:style>
  <w:style w:type="paragraph" w:customStyle="1" w:styleId="Normativo">
    <w:name w:val="Normativo"/>
    <w:link w:val="NormativoChar"/>
    <w:uiPriority w:val="99"/>
    <w:rsid w:val="003700FD"/>
    <w:pPr>
      <w:tabs>
        <w:tab w:val="left" w:pos="181"/>
      </w:tabs>
    </w:pPr>
    <w:rPr>
      <w:rFonts w:ascii="Arial" w:hAnsi="Arial"/>
    </w:rPr>
  </w:style>
  <w:style w:type="paragraph" w:customStyle="1" w:styleId="Normativo3">
    <w:name w:val="Normativo 3"/>
    <w:basedOn w:val="Normativo"/>
    <w:rsid w:val="003700FD"/>
    <w:pPr>
      <w:tabs>
        <w:tab w:val="clear" w:pos="181"/>
      </w:tabs>
    </w:pPr>
  </w:style>
  <w:style w:type="paragraph" w:customStyle="1" w:styleId="Normativo4">
    <w:name w:val="Normativo 4"/>
    <w:basedOn w:val="Normativo3"/>
    <w:rsid w:val="003700FD"/>
    <w:pPr>
      <w:numPr>
        <w:ilvl w:val="3"/>
        <w:numId w:val="2"/>
      </w:numPr>
      <w:tabs>
        <w:tab w:val="left" w:pos="900"/>
      </w:tabs>
    </w:pPr>
  </w:style>
  <w:style w:type="paragraph" w:customStyle="1" w:styleId="Figura">
    <w:name w:val="Figura"/>
    <w:basedOn w:val="Normal"/>
    <w:rsid w:val="003700FD"/>
    <w:pPr>
      <w:spacing w:before="120"/>
      <w:jc w:val="center"/>
    </w:pPr>
    <w:rPr>
      <w:rFonts w:ascii="Arial" w:hAnsi="Arial" w:cs="Arial"/>
      <w:sz w:val="20"/>
    </w:rPr>
  </w:style>
  <w:style w:type="paragraph" w:styleId="Cabealho">
    <w:name w:val="header"/>
    <w:basedOn w:val="Normal"/>
    <w:rsid w:val="003700FD"/>
    <w:pPr>
      <w:tabs>
        <w:tab w:val="center" w:pos="4419"/>
        <w:tab w:val="right" w:pos="8838"/>
      </w:tabs>
    </w:pPr>
  </w:style>
  <w:style w:type="character" w:styleId="HiperlinkVisitado">
    <w:name w:val="FollowedHyperlink"/>
    <w:basedOn w:val="Fontepargpadro"/>
    <w:rsid w:val="003700FD"/>
    <w:rPr>
      <w:color w:val="800080"/>
      <w:u w:val="single"/>
    </w:rPr>
  </w:style>
  <w:style w:type="paragraph" w:customStyle="1" w:styleId="TabelaInicial">
    <w:name w:val="Tabela Inicial"/>
    <w:basedOn w:val="Tabela"/>
    <w:rsid w:val="003700FD"/>
    <w:pPr>
      <w:jc w:val="left"/>
    </w:pPr>
    <w:rPr>
      <w:b/>
      <w:bCs/>
    </w:rPr>
  </w:style>
  <w:style w:type="paragraph" w:styleId="Textodebalo">
    <w:name w:val="Balloon Text"/>
    <w:basedOn w:val="Normal"/>
    <w:link w:val="TextodebaloChar"/>
    <w:rsid w:val="00A8360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8360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836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1A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ontepargpadro"/>
    <w:rsid w:val="003C05C0"/>
  </w:style>
  <w:style w:type="paragraph" w:styleId="NormalWeb">
    <w:name w:val="Normal (Web)"/>
    <w:basedOn w:val="Normal"/>
    <w:unhideWhenUsed/>
    <w:rsid w:val="002F6A7D"/>
    <w:pPr>
      <w:spacing w:before="100" w:beforeAutospacing="1" w:after="100" w:afterAutospacing="1"/>
    </w:pPr>
  </w:style>
  <w:style w:type="table" w:styleId="Tabelacomgrade">
    <w:name w:val="Table Grid"/>
    <w:basedOn w:val="Tabelanormal"/>
    <w:rsid w:val="00D03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aliases w:val="Title 1 + Justificado Char,Title 1 Char"/>
    <w:basedOn w:val="Fontepargpadro"/>
    <w:link w:val="Ttulo1"/>
    <w:locked/>
    <w:rsid w:val="001A43C2"/>
    <w:rPr>
      <w:rFonts w:ascii="Arial" w:hAnsi="Arial" w:cs="Arial"/>
      <w:b/>
      <w:bCs/>
      <w:kern w:val="32"/>
      <w:sz w:val="22"/>
      <w:szCs w:val="32"/>
      <w:u w:val="single"/>
    </w:rPr>
  </w:style>
  <w:style w:type="character" w:customStyle="1" w:styleId="RodapChar">
    <w:name w:val="Rodapé Char"/>
    <w:basedOn w:val="Fontepargpadro"/>
    <w:link w:val="Rodap"/>
    <w:uiPriority w:val="99"/>
    <w:locked/>
    <w:rsid w:val="001A43C2"/>
    <w:rPr>
      <w:rFonts w:ascii="Arial" w:hAnsi="Arial"/>
      <w:sz w:val="16"/>
      <w:szCs w:val="24"/>
    </w:rPr>
  </w:style>
  <w:style w:type="paragraph" w:styleId="SemEspaamento">
    <w:name w:val="No Spacing"/>
    <w:uiPriority w:val="1"/>
    <w:qFormat/>
    <w:rsid w:val="005D2757"/>
    <w:rPr>
      <w:rFonts w:ascii="Calibri" w:eastAsia="Calibri" w:hAnsi="Calibri"/>
      <w:sz w:val="22"/>
      <w:szCs w:val="22"/>
      <w:lang w:eastAsia="en-US"/>
    </w:rPr>
  </w:style>
  <w:style w:type="character" w:customStyle="1" w:styleId="NormativoChar">
    <w:name w:val="Normativo Char"/>
    <w:link w:val="Normativo"/>
    <w:uiPriority w:val="99"/>
    <w:locked/>
    <w:rsid w:val="00AF7A17"/>
    <w:rPr>
      <w:rFonts w:ascii="Arial" w:hAnsi="Arial"/>
    </w:rPr>
  </w:style>
  <w:style w:type="paragraph" w:customStyle="1" w:styleId="Bullet">
    <w:name w:val="Bullet"/>
    <w:basedOn w:val="Normal"/>
    <w:rsid w:val="009B7F5F"/>
    <w:pPr>
      <w:tabs>
        <w:tab w:val="num" w:pos="360"/>
      </w:tabs>
      <w:ind w:left="357" w:hanging="357"/>
    </w:pPr>
    <w:rPr>
      <w:rFonts w:ascii="Arial" w:hAnsi="Arial" w:cs="Arial"/>
      <w:sz w:val="20"/>
    </w:rPr>
  </w:style>
  <w:style w:type="paragraph" w:customStyle="1" w:styleId="Normativo-texto">
    <w:name w:val="Normativo - texto"/>
    <w:basedOn w:val="Normal"/>
    <w:qFormat/>
    <w:rsid w:val="00916156"/>
    <w:pPr>
      <w:spacing w:before="80" w:after="120" w:line="360" w:lineRule="auto"/>
      <w:ind w:firstLine="397"/>
      <w:jc w:val="both"/>
    </w:pPr>
    <w:rPr>
      <w:rFonts w:ascii="Arial" w:hAnsi="Arial"/>
      <w:sz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17F76"/>
    <w:rPr>
      <w:rFonts w:ascii="Arial" w:hAnsi="Arial"/>
      <w:sz w:val="16"/>
    </w:rPr>
  </w:style>
  <w:style w:type="paragraph" w:styleId="Reviso">
    <w:name w:val="Revision"/>
    <w:hidden/>
    <w:uiPriority w:val="99"/>
    <w:semiHidden/>
    <w:rsid w:val="001A109A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00232D"/>
    <w:rPr>
      <w:rFonts w:ascii="Times New Roman" w:hAnsi="Times New Roman"/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00232D"/>
    <w:rPr>
      <w:rFonts w:ascii="Arial" w:hAnsi="Arial"/>
      <w:sz w:val="18"/>
    </w:rPr>
  </w:style>
  <w:style w:type="character" w:customStyle="1" w:styleId="AssuntodocomentrioChar">
    <w:name w:val="Assunto do comentário Char"/>
    <w:basedOn w:val="TextodecomentrioChar"/>
    <w:link w:val="Assuntodocomentrio"/>
    <w:rsid w:val="0000232D"/>
    <w:rPr>
      <w:rFonts w:ascii="Arial" w:hAnsi="Arial"/>
      <w:b/>
      <w:bCs/>
      <w:sz w:val="18"/>
    </w:rPr>
  </w:style>
  <w:style w:type="paragraph" w:customStyle="1" w:styleId="Normativoquaternrio">
    <w:name w:val="Normativo quaternário"/>
    <w:basedOn w:val="Normal"/>
    <w:qFormat/>
    <w:rsid w:val="00776C92"/>
    <w:pPr>
      <w:numPr>
        <w:numId w:val="3"/>
      </w:numPr>
      <w:spacing w:after="200" w:line="276" w:lineRule="auto"/>
      <w:jc w:val="both"/>
    </w:pPr>
    <w:rPr>
      <w:rFonts w:ascii="Arial" w:hAnsi="Arial" w:cs="Arial"/>
      <w:sz w:val="20"/>
      <w:szCs w:val="20"/>
    </w:rPr>
  </w:style>
  <w:style w:type="character" w:customStyle="1" w:styleId="hps">
    <w:name w:val="hps"/>
    <w:basedOn w:val="Fontepargpadro"/>
    <w:rsid w:val="00351E6F"/>
  </w:style>
  <w:style w:type="character" w:customStyle="1" w:styleId="TextodocorpoNegrito">
    <w:name w:val="Texto do corpo + Negrito"/>
    <w:basedOn w:val="Fontepargpadro"/>
    <w:rsid w:val="00351E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shorttext">
    <w:name w:val="short_text"/>
    <w:basedOn w:val="Fontepargpadro"/>
    <w:rsid w:val="00351E6F"/>
  </w:style>
  <w:style w:type="paragraph" w:customStyle="1" w:styleId="EstiloNormativo">
    <w:name w:val="Estilo Normativo"/>
    <w:basedOn w:val="Normal"/>
    <w:next w:val="Normal"/>
    <w:rsid w:val="00BA127F"/>
    <w:pPr>
      <w:numPr>
        <w:numId w:val="4"/>
      </w:numPr>
      <w:spacing w:before="120" w:after="80"/>
    </w:pPr>
    <w:rPr>
      <w:rFonts w:ascii="Arial" w:hAnsi="Arial" w:cs="Arial"/>
      <w:b/>
      <w:bCs/>
      <w:caps/>
      <w:snapToGrid w:val="0"/>
      <w:sz w:val="22"/>
      <w:szCs w:val="22"/>
      <w:lang w:eastAsia="es-ES"/>
    </w:rPr>
  </w:style>
  <w:style w:type="paragraph" w:customStyle="1" w:styleId="PargrafodaLista1">
    <w:name w:val="Parágrafo da Lista1"/>
    <w:basedOn w:val="Normal"/>
    <w:rsid w:val="00BA127F"/>
    <w:pPr>
      <w:ind w:left="720"/>
    </w:pPr>
    <w:rPr>
      <w:rFonts w:ascii="Calibri" w:hAnsi="Calibri" w:cs="Calibri"/>
      <w:snapToGrid w:val="0"/>
      <w:sz w:val="22"/>
      <w:szCs w:val="22"/>
      <w:lang w:eastAsia="es-ES"/>
    </w:rPr>
  </w:style>
  <w:style w:type="paragraph" w:customStyle="1" w:styleId="Bullet2">
    <w:name w:val="Bullet 2"/>
    <w:basedOn w:val="Bullet"/>
    <w:rsid w:val="00BA127F"/>
    <w:pPr>
      <w:tabs>
        <w:tab w:val="clear" w:pos="360"/>
        <w:tab w:val="num" w:pos="20"/>
      </w:tabs>
      <w:ind w:left="20" w:hanging="360"/>
      <w:jc w:val="both"/>
    </w:pPr>
    <w:rPr>
      <w:snapToGrid w:val="0"/>
      <w:szCs w:val="20"/>
      <w:lang w:eastAsia="es-ES"/>
    </w:rPr>
  </w:style>
  <w:style w:type="character" w:customStyle="1" w:styleId="left">
    <w:name w:val="left"/>
    <w:basedOn w:val="Fontepargpadro"/>
    <w:rsid w:val="00BA127F"/>
  </w:style>
  <w:style w:type="paragraph" w:customStyle="1" w:styleId="Smallletters">
    <w:name w:val="Small letters"/>
    <w:basedOn w:val="Normal"/>
    <w:rsid w:val="00BA127F"/>
    <w:pPr>
      <w:numPr>
        <w:numId w:val="5"/>
      </w:numPr>
      <w:spacing w:after="160" w:line="240" w:lineRule="atLeast"/>
      <w:jc w:val="both"/>
    </w:pPr>
    <w:rPr>
      <w:rFonts w:ascii="Arial" w:hAnsi="Arial" w:cs="Arial"/>
      <w:snapToGrid w:val="0"/>
      <w:sz w:val="20"/>
      <w:szCs w:val="20"/>
      <w:lang w:eastAsia="es-ES"/>
    </w:rPr>
  </w:style>
  <w:style w:type="paragraph" w:customStyle="1" w:styleId="Bullets">
    <w:name w:val="Bullets"/>
    <w:basedOn w:val="Normal"/>
    <w:rsid w:val="00BA127F"/>
    <w:pPr>
      <w:numPr>
        <w:numId w:val="6"/>
      </w:numPr>
      <w:spacing w:after="160" w:line="240" w:lineRule="atLeast"/>
      <w:jc w:val="both"/>
    </w:pPr>
    <w:rPr>
      <w:rFonts w:ascii="Arial" w:hAnsi="Arial" w:cs="Arial"/>
      <w:snapToGrid w:val="0"/>
      <w:sz w:val="20"/>
      <w:szCs w:val="20"/>
      <w:lang w:eastAsia="es-ES"/>
    </w:rPr>
  </w:style>
  <w:style w:type="character" w:customStyle="1" w:styleId="tw4winMark">
    <w:name w:val="tw4winMark"/>
    <w:rsid w:val="00BA127F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sid w:val="00BA127F"/>
    <w:rPr>
      <w:rFonts w:ascii="Courier New" w:hAnsi="Courier New" w:cs="Courier New"/>
      <w:color w:val="00FF00"/>
      <w:sz w:val="40"/>
      <w:szCs w:val="40"/>
    </w:rPr>
  </w:style>
  <w:style w:type="character" w:customStyle="1" w:styleId="Textodocorpo">
    <w:name w:val="Texto do corpo"/>
    <w:basedOn w:val="Fontepargpadro"/>
    <w:rsid w:val="00D23E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t-BR"/>
    </w:rPr>
  </w:style>
  <w:style w:type="character" w:customStyle="1" w:styleId="Textodocorpo0">
    <w:name w:val="Texto do corpo_"/>
    <w:basedOn w:val="Fontepargpadro"/>
    <w:rsid w:val="00D23E6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abealhoourodap">
    <w:name w:val="Cabeçalho ou rodapé_"/>
    <w:basedOn w:val="Fontepargpadro"/>
    <w:rsid w:val="00D23E6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lang w:val="hu-HU"/>
    </w:rPr>
  </w:style>
  <w:style w:type="character" w:customStyle="1" w:styleId="Cabealhoourodap0">
    <w:name w:val="Cabeçalho ou rodapé"/>
    <w:basedOn w:val="Cabealhoourodap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/>
    </w:rPr>
  </w:style>
  <w:style w:type="character" w:customStyle="1" w:styleId="Textodocorpo115ptNegrito">
    <w:name w:val="Texto do corpo + 11;5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Textodocorpo75ptNegrito">
    <w:name w:val="Texto do corpo + 7;5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t-BR"/>
    </w:rPr>
  </w:style>
  <w:style w:type="character" w:customStyle="1" w:styleId="Textodocorpo10ptNegrito">
    <w:name w:val="Texto do corpo + 10 pt;Negrito"/>
    <w:basedOn w:val="Textodocorpo0"/>
    <w:rsid w:val="00D23E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Ttulo10">
    <w:name w:val="Título #1_"/>
    <w:basedOn w:val="Fontepargpadro"/>
    <w:link w:val="Ttulo11"/>
    <w:rsid w:val="00D23E61"/>
    <w:rPr>
      <w:rFonts w:ascii="Arial" w:eastAsia="Arial" w:hAnsi="Arial" w:cs="Arial"/>
      <w:b/>
      <w:bCs/>
      <w:shd w:val="clear" w:color="auto" w:fill="FFFFFF"/>
    </w:rPr>
  </w:style>
  <w:style w:type="paragraph" w:customStyle="1" w:styleId="Ttulo11">
    <w:name w:val="Título #1"/>
    <w:basedOn w:val="Normal"/>
    <w:link w:val="Ttulo10"/>
    <w:rsid w:val="00D23E61"/>
    <w:pPr>
      <w:widowControl w:val="0"/>
      <w:shd w:val="clear" w:color="auto" w:fill="FFFFFF"/>
      <w:spacing w:before="480" w:after="120" w:line="0" w:lineRule="atLeast"/>
      <w:jc w:val="both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Recuodecorpodetexto3">
    <w:name w:val="Body Text Indent 3"/>
    <w:basedOn w:val="Normal"/>
    <w:link w:val="Recuodecorpodetexto3Char"/>
    <w:rsid w:val="00A27E0C"/>
    <w:pPr>
      <w:spacing w:line="360" w:lineRule="auto"/>
      <w:ind w:left="283"/>
      <w:jc w:val="both"/>
    </w:pPr>
    <w:rPr>
      <w:rFonts w:ascii="Arial" w:hAnsi="Arial"/>
      <w:sz w:val="16"/>
      <w:szCs w:val="16"/>
      <w:lang w:val="es-ES_tradnl"/>
    </w:rPr>
  </w:style>
  <w:style w:type="character" w:customStyle="1" w:styleId="Recuodecorpodetexto3Char">
    <w:name w:val="Recuo de corpo de texto 3 Char"/>
    <w:basedOn w:val="Fontepargpadro"/>
    <w:link w:val="Recuodecorpodetexto3"/>
    <w:rsid w:val="00A27E0C"/>
    <w:rPr>
      <w:rFonts w:ascii="Arial" w:hAnsi="Arial"/>
      <w:sz w:val="16"/>
      <w:szCs w:val="16"/>
      <w:lang w:val="es-ES_tradnl"/>
    </w:rPr>
  </w:style>
  <w:style w:type="character" w:customStyle="1" w:styleId="Textodocorpo2">
    <w:name w:val="Texto do corpo (2)_"/>
    <w:link w:val="Textodocorpo20"/>
    <w:rsid w:val="00BC2E9E"/>
    <w:rPr>
      <w:rFonts w:ascii="Arial" w:eastAsia="Arial" w:hAnsi="Arial" w:cs="Arial"/>
      <w:b/>
      <w:bCs/>
      <w:shd w:val="clear" w:color="auto" w:fill="FFFFFF"/>
    </w:rPr>
  </w:style>
  <w:style w:type="paragraph" w:customStyle="1" w:styleId="Textodocorpo20">
    <w:name w:val="Texto do corpo (2)"/>
    <w:basedOn w:val="Normal"/>
    <w:link w:val="Textodocorpo2"/>
    <w:rsid w:val="00BC2E9E"/>
    <w:pPr>
      <w:widowControl w:val="0"/>
      <w:shd w:val="clear" w:color="auto" w:fill="FFFFFF"/>
      <w:spacing w:before="300" w:after="300" w:line="0" w:lineRule="atLeast"/>
      <w:jc w:val="both"/>
    </w:pPr>
    <w:rPr>
      <w:rFonts w:ascii="Arial" w:eastAsia="Arial" w:hAnsi="Arial" w:cs="Arial"/>
      <w:b/>
      <w:bCs/>
      <w:sz w:val="20"/>
      <w:szCs w:val="20"/>
    </w:rPr>
  </w:style>
  <w:style w:type="character" w:customStyle="1" w:styleId="Legendadafigura2Itlico">
    <w:name w:val="Legenda da figura (2) + Itálico"/>
    <w:rsid w:val="00BC2E9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paragraph" w:customStyle="1" w:styleId="Pargrafo1">
    <w:name w:val="Parágrafo 1"/>
    <w:basedOn w:val="Normal"/>
    <w:autoRedefine/>
    <w:rsid w:val="00BC2E9E"/>
    <w:pPr>
      <w:numPr>
        <w:numId w:val="8"/>
      </w:numPr>
      <w:tabs>
        <w:tab w:val="left" w:pos="851"/>
      </w:tabs>
      <w:spacing w:before="60" w:line="360" w:lineRule="auto"/>
      <w:jc w:val="both"/>
    </w:pPr>
    <w:rPr>
      <w:rFonts w:ascii="Arial" w:hAnsi="Arial"/>
      <w:b/>
      <w:sz w:val="20"/>
      <w:szCs w:val="20"/>
      <w:lang w:val="es-ES_tradnl"/>
    </w:rPr>
  </w:style>
  <w:style w:type="character" w:customStyle="1" w:styleId="Textodocorpo9ptSemnegrito">
    <w:name w:val="Texto do corpo + 9 pt;Sem negrito"/>
    <w:rsid w:val="006804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t-BR"/>
    </w:rPr>
  </w:style>
  <w:style w:type="paragraph" w:customStyle="1" w:styleId="Estilo1">
    <w:name w:val="Estilo1"/>
    <w:basedOn w:val="Normal"/>
    <w:qFormat/>
    <w:rsid w:val="00521B83"/>
    <w:pPr>
      <w:numPr>
        <w:numId w:val="21"/>
      </w:numPr>
      <w:spacing w:after="20" w:line="276" w:lineRule="auto"/>
      <w:contextualSpacing/>
    </w:pPr>
    <w:rPr>
      <w:rFonts w:ascii="Arial" w:hAnsi="Arial" w:cs="Arial"/>
      <w:b/>
      <w:bCs/>
      <w:sz w:val="20"/>
      <w:szCs w:val="20"/>
    </w:rPr>
  </w:style>
  <w:style w:type="paragraph" w:customStyle="1" w:styleId="Estilo2">
    <w:name w:val="Estilo2"/>
    <w:basedOn w:val="Estilo1"/>
    <w:qFormat/>
    <w:rsid w:val="00521B83"/>
    <w:pPr>
      <w:numPr>
        <w:ilvl w:val="1"/>
      </w:numPr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98828">
          <w:marLeft w:val="13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292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21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12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266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980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61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47567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776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3012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56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3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0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4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1814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0755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01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06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5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4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915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04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3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81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6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57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51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07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769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38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603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246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7789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484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3838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4796">
          <w:marLeft w:val="13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52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71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164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36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1525746.CVRD\Configura&#231;&#245;es%20locais\Temporary%20Internet%20Files\Content.Outlook\4GYI8BKQ\2009_03_09%20-%20AutoNorm.dot" TargetMode="External"/></Relationships>
</file>

<file path=word/theme/theme1.xml><?xml version="1.0" encoding="utf-8"?>
<a:theme xmlns:a="http://schemas.openxmlformats.org/drawingml/2006/main" name="Tema do Office">
  <a:themeElements>
    <a:clrScheme name="Vale">
      <a:dk1>
        <a:srgbClr val="474747"/>
      </a:dk1>
      <a:lt1>
        <a:srgbClr val="FFFFFF"/>
      </a:lt1>
      <a:dk2>
        <a:srgbClr val="007E7A"/>
      </a:dk2>
      <a:lt2>
        <a:srgbClr val="808080"/>
      </a:lt2>
      <a:accent1>
        <a:srgbClr val="007E7A"/>
      </a:accent1>
      <a:accent2>
        <a:srgbClr val="EDB111"/>
      </a:accent2>
      <a:accent3>
        <a:srgbClr val="69BE28"/>
      </a:accent3>
      <a:accent4>
        <a:srgbClr val="F4D070"/>
      </a:accent4>
      <a:accent5>
        <a:srgbClr val="A5D87E"/>
      </a:accent5>
      <a:accent6>
        <a:srgbClr val="808080"/>
      </a:accent6>
      <a:hlink>
        <a:srgbClr val="000000"/>
      </a:hlink>
      <a:folHlink>
        <a:srgbClr val="00000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1972C6865E6C418BFE6F41BD74C52F" ma:contentTypeVersion="0" ma:contentTypeDescription="Create a new document." ma:contentTypeScope="" ma:versionID="f5882836e152c1bf19051bc2afffa7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EF3BB-D2AA-4737-9A42-521CE0680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52A2F2-A9FF-4212-BA50-18D276C969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A6C580-BBA1-4161-AEAD-2E5B8F8CE61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8E2FBC-3872-4F81-B0A9-20DB01A2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2009_03_09 - AutoNorm</Template>
  <TotalTime>3</TotalTime>
  <Pages>1</Pages>
  <Words>353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Cia. Vale do Rio Doce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CVRD</dc:creator>
  <cp:lastModifiedBy>Tainara Braga</cp:lastModifiedBy>
  <cp:revision>2</cp:revision>
  <cp:lastPrinted>2015-02-26T12:03:00Z</cp:lastPrinted>
  <dcterms:created xsi:type="dcterms:W3CDTF">2016-11-21T12:31:00Z</dcterms:created>
  <dcterms:modified xsi:type="dcterms:W3CDTF">2018-05-24T13:10:00Z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0x010100221972C6865E6C418BFE6F41BD74C52F</vt:lpwstr>
  </property>
</Properties>
</file>